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41341603" w14:textId="4406EE54" w:rsidR="005270FA" w:rsidRDefault="005270FA" w:rsidP="00CF0DBE">
      <w:pPr>
        <w:pStyle w:val="Titul2"/>
        <w:spacing w:after="0"/>
      </w:pPr>
      <w:r>
        <w:t>Aktualizace Záměru projektu</w:t>
      </w:r>
    </w:p>
    <w:p w14:paraId="0668FF6D" w14:textId="2D1536D6" w:rsidR="00CF0DBE" w:rsidRDefault="004B62B9" w:rsidP="00CF0DBE">
      <w:pPr>
        <w:pStyle w:val="Titul2"/>
        <w:spacing w:after="0"/>
        <w:rPr>
          <w:sz w:val="20"/>
          <w:szCs w:val="20"/>
        </w:rPr>
      </w:pPr>
      <w:r>
        <w:t>Projektová d</w:t>
      </w:r>
      <w:r w:rsidR="00A84500">
        <w:t>okumentace pro společné povolení</w:t>
      </w:r>
      <w:r w:rsidR="00D6552D">
        <w:t xml:space="preserve"> </w:t>
      </w:r>
      <w:r w:rsidR="00D6552D" w:rsidRPr="00EF6EF9">
        <w:t>dle liniového zákona</w:t>
      </w:r>
    </w:p>
    <w:p w14:paraId="4317AD63" w14:textId="1F07DDF5" w:rsidR="00652EFD" w:rsidRDefault="00CF0DBE" w:rsidP="00EB46E5">
      <w:pPr>
        <w:pStyle w:val="Titul2"/>
        <w:rPr>
          <w:highlight w:val="green"/>
        </w:rPr>
      </w:pPr>
      <w:r>
        <w:t>P</w:t>
      </w:r>
      <w:r w:rsidR="00A84500">
        <w:t xml:space="preserve">rojektová dokumentace pro provádění stavby </w:t>
      </w:r>
      <w:r>
        <w:t>D</w:t>
      </w:r>
      <w:r w:rsidR="00A84500">
        <w:t>ozor</w:t>
      </w:r>
      <w:r w:rsidR="0021109A">
        <w:t xml:space="preserve"> projektanta</w:t>
      </w:r>
    </w:p>
    <w:p w14:paraId="52E430AB" w14:textId="77777777" w:rsidR="00053304" w:rsidRPr="00EF6EF9" w:rsidRDefault="00053304" w:rsidP="00EB46E5">
      <w:pPr>
        <w:pStyle w:val="Titul2"/>
      </w:pPr>
    </w:p>
    <w:p w14:paraId="7E638D12" w14:textId="3B8CC964" w:rsidR="0035531B" w:rsidRDefault="0035531B" w:rsidP="00EB46E5">
      <w:pPr>
        <w:pStyle w:val="Titul2"/>
      </w:pPr>
      <w:r w:rsidRPr="00EF6EF9">
        <w:t>„</w:t>
      </w:r>
      <w:r w:rsidR="00EF6EF9" w:rsidRPr="00EF6EF9">
        <w:t xml:space="preserve">Modernizace trati Plzeň – Domažlice – </w:t>
      </w:r>
      <w:proofErr w:type="gramStart"/>
      <w:r w:rsidR="00EF6EF9" w:rsidRPr="00EF6EF9">
        <w:t>st.hranice</w:t>
      </w:r>
      <w:proofErr w:type="gramEnd"/>
      <w:r w:rsidR="00EF6EF9" w:rsidRPr="00EF6EF9">
        <w:t xml:space="preserve"> SRN, 3. stavba, úsek Stod (mimo) – Domažlice (včetně)</w:t>
      </w:r>
      <w:r w:rsidRPr="00EF6EF9">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48A829C8" w:rsidR="000E125F" w:rsidRDefault="00EF6EF9" w:rsidP="00136BBF">
      <w:pPr>
        <w:pStyle w:val="Text1-1"/>
        <w:numPr>
          <w:ilvl w:val="0"/>
          <w:numId w:val="0"/>
        </w:numPr>
        <w:tabs>
          <w:tab w:val="left" w:pos="708"/>
        </w:tabs>
        <w:spacing w:line="240" w:lineRule="auto"/>
        <w:ind w:left="737" w:hanging="737"/>
      </w:pPr>
      <w:r>
        <w:t>Č.j. 5377/2024-SŽ-SSZ-OVZ</w:t>
      </w:r>
    </w:p>
    <w:p w14:paraId="23871750" w14:textId="77777777" w:rsidR="00EF6EF9" w:rsidRDefault="00EF6EF9" w:rsidP="00136BBF">
      <w:pPr>
        <w:pStyle w:val="Text1-1"/>
        <w:numPr>
          <w:ilvl w:val="0"/>
          <w:numId w:val="0"/>
        </w:numPr>
        <w:tabs>
          <w:tab w:val="left" w:pos="708"/>
        </w:tabs>
        <w:spacing w:line="240" w:lineRule="auto"/>
        <w:ind w:left="737" w:hanging="737"/>
      </w:pPr>
    </w:p>
    <w:p w14:paraId="6AFFD3DE" w14:textId="77777777" w:rsidR="00EF6EF9" w:rsidRDefault="00EF6EF9" w:rsidP="00136BBF">
      <w:pPr>
        <w:pStyle w:val="Text1-1"/>
        <w:numPr>
          <w:ilvl w:val="0"/>
          <w:numId w:val="0"/>
        </w:numPr>
        <w:tabs>
          <w:tab w:val="left" w:pos="708"/>
        </w:tabs>
        <w:spacing w:line="240" w:lineRule="auto"/>
        <w:ind w:left="737" w:hanging="737"/>
      </w:pPr>
    </w:p>
    <w:p w14:paraId="23D548B1" w14:textId="77777777" w:rsidR="00EF6EF9" w:rsidRDefault="00EF6EF9" w:rsidP="00136BBF">
      <w:pPr>
        <w:pStyle w:val="Text1-1"/>
        <w:numPr>
          <w:ilvl w:val="0"/>
          <w:numId w:val="0"/>
        </w:numPr>
        <w:tabs>
          <w:tab w:val="left" w:pos="708"/>
        </w:tabs>
        <w:spacing w:line="240" w:lineRule="auto"/>
        <w:ind w:left="737" w:hanging="737"/>
      </w:pPr>
    </w:p>
    <w:p w14:paraId="1D720A77" w14:textId="77777777" w:rsidR="00EF6EF9" w:rsidRDefault="00EF6EF9" w:rsidP="00136BBF">
      <w:pPr>
        <w:pStyle w:val="Text1-1"/>
        <w:numPr>
          <w:ilvl w:val="0"/>
          <w:numId w:val="0"/>
        </w:numPr>
        <w:tabs>
          <w:tab w:val="left" w:pos="708"/>
        </w:tabs>
        <w:spacing w:line="240" w:lineRule="auto"/>
        <w:ind w:left="737" w:hanging="737"/>
      </w:pPr>
    </w:p>
    <w:p w14:paraId="7FFE2CBD" w14:textId="77777777" w:rsidR="00053304" w:rsidRDefault="00053304" w:rsidP="00053304">
      <w:pPr>
        <w:spacing w:after="0" w:line="240" w:lineRule="auto"/>
        <w:rPr>
          <w:i/>
          <w:color w:val="FF0000"/>
        </w:rPr>
      </w:pPr>
    </w:p>
    <w:p w14:paraId="146E92E8" w14:textId="663682E2" w:rsidR="00EF6EF9" w:rsidRDefault="0010250C" w:rsidP="00053304">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r w:rsidR="00136BBF">
        <w:rPr>
          <w:i/>
          <w:color w:val="FF0000"/>
        </w:rPr>
        <w:t xml:space="preserve"> </w:t>
      </w:r>
    </w:p>
    <w:p w14:paraId="14783ECE" w14:textId="70AC48F6" w:rsidR="00BD7E91" w:rsidRDefault="00BD7E91" w:rsidP="00FE4333">
      <w:pPr>
        <w:pStyle w:val="Nadpisbezsl1-1"/>
      </w:pPr>
      <w:r>
        <w:lastRenderedPageBreak/>
        <w:t>Obsah</w:t>
      </w:r>
      <w:r w:rsidR="00887F36">
        <w:t xml:space="preserve"> </w:t>
      </w:r>
    </w:p>
    <w:p w14:paraId="37E7F26A" w14:textId="66374395" w:rsidR="00BF381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59407638" w:history="1">
        <w:r w:rsidR="00BF3817" w:rsidRPr="006C7AA3">
          <w:rPr>
            <w:rStyle w:val="Hypertextovodkaz"/>
          </w:rPr>
          <w:t>1.</w:t>
        </w:r>
        <w:r w:rsidR="00BF3817">
          <w:rPr>
            <w:rFonts w:eastAsiaTheme="minorEastAsia"/>
            <w:caps w:val="0"/>
            <w:noProof/>
            <w:sz w:val="22"/>
            <w:szCs w:val="22"/>
            <w:lang w:eastAsia="cs-CZ"/>
          </w:rPr>
          <w:tab/>
        </w:r>
        <w:r w:rsidR="00BF3817" w:rsidRPr="006C7AA3">
          <w:rPr>
            <w:rStyle w:val="Hypertextovodkaz"/>
          </w:rPr>
          <w:t>ÚVODNÍ USTANOVENÍ</w:t>
        </w:r>
        <w:r w:rsidR="00BF3817">
          <w:rPr>
            <w:noProof/>
            <w:webHidden/>
          </w:rPr>
          <w:tab/>
        </w:r>
        <w:r w:rsidR="00BF3817">
          <w:rPr>
            <w:noProof/>
            <w:webHidden/>
          </w:rPr>
          <w:fldChar w:fldCharType="begin"/>
        </w:r>
        <w:r w:rsidR="00BF3817">
          <w:rPr>
            <w:noProof/>
            <w:webHidden/>
          </w:rPr>
          <w:instrText xml:space="preserve"> PAGEREF _Toc159407638 \h </w:instrText>
        </w:r>
        <w:r w:rsidR="00BF3817">
          <w:rPr>
            <w:noProof/>
            <w:webHidden/>
          </w:rPr>
        </w:r>
        <w:r w:rsidR="00BF3817">
          <w:rPr>
            <w:noProof/>
            <w:webHidden/>
          </w:rPr>
          <w:fldChar w:fldCharType="separate"/>
        </w:r>
        <w:r w:rsidR="000B5D4D">
          <w:rPr>
            <w:noProof/>
            <w:webHidden/>
          </w:rPr>
          <w:t>3</w:t>
        </w:r>
        <w:r w:rsidR="00BF3817">
          <w:rPr>
            <w:noProof/>
            <w:webHidden/>
          </w:rPr>
          <w:fldChar w:fldCharType="end"/>
        </w:r>
      </w:hyperlink>
    </w:p>
    <w:p w14:paraId="584BA153" w14:textId="3CBB2749" w:rsidR="00BF3817" w:rsidRDefault="00000000">
      <w:pPr>
        <w:pStyle w:val="Obsah1"/>
        <w:rPr>
          <w:rFonts w:eastAsiaTheme="minorEastAsia"/>
          <w:caps w:val="0"/>
          <w:noProof/>
          <w:sz w:val="22"/>
          <w:szCs w:val="22"/>
          <w:lang w:eastAsia="cs-CZ"/>
        </w:rPr>
      </w:pPr>
      <w:hyperlink w:anchor="_Toc159407639" w:history="1">
        <w:r w:rsidR="00BF3817" w:rsidRPr="006C7AA3">
          <w:rPr>
            <w:rStyle w:val="Hypertextovodkaz"/>
          </w:rPr>
          <w:t>2.</w:t>
        </w:r>
        <w:r w:rsidR="00BF3817">
          <w:rPr>
            <w:rFonts w:eastAsiaTheme="minorEastAsia"/>
            <w:caps w:val="0"/>
            <w:noProof/>
            <w:sz w:val="22"/>
            <w:szCs w:val="22"/>
            <w:lang w:eastAsia="cs-CZ"/>
          </w:rPr>
          <w:tab/>
        </w:r>
        <w:r w:rsidR="00BF3817" w:rsidRPr="006C7AA3">
          <w:rPr>
            <w:rStyle w:val="Hypertextovodkaz"/>
          </w:rPr>
          <w:t>IDENTIFIKAČNÍ ÚDAJE ZADAVATELE</w:t>
        </w:r>
        <w:r w:rsidR="00BF3817">
          <w:rPr>
            <w:noProof/>
            <w:webHidden/>
          </w:rPr>
          <w:tab/>
        </w:r>
        <w:r w:rsidR="00BF3817">
          <w:rPr>
            <w:noProof/>
            <w:webHidden/>
          </w:rPr>
          <w:fldChar w:fldCharType="begin"/>
        </w:r>
        <w:r w:rsidR="00BF3817">
          <w:rPr>
            <w:noProof/>
            <w:webHidden/>
          </w:rPr>
          <w:instrText xml:space="preserve"> PAGEREF _Toc159407639 \h </w:instrText>
        </w:r>
        <w:r w:rsidR="00BF3817">
          <w:rPr>
            <w:noProof/>
            <w:webHidden/>
          </w:rPr>
        </w:r>
        <w:r w:rsidR="00BF3817">
          <w:rPr>
            <w:noProof/>
            <w:webHidden/>
          </w:rPr>
          <w:fldChar w:fldCharType="separate"/>
        </w:r>
        <w:r w:rsidR="000B5D4D">
          <w:rPr>
            <w:noProof/>
            <w:webHidden/>
          </w:rPr>
          <w:t>3</w:t>
        </w:r>
        <w:r w:rsidR="00BF3817">
          <w:rPr>
            <w:noProof/>
            <w:webHidden/>
          </w:rPr>
          <w:fldChar w:fldCharType="end"/>
        </w:r>
      </w:hyperlink>
    </w:p>
    <w:p w14:paraId="6878DEAB" w14:textId="6D7207DC" w:rsidR="00BF3817" w:rsidRDefault="00000000">
      <w:pPr>
        <w:pStyle w:val="Obsah1"/>
        <w:rPr>
          <w:rFonts w:eastAsiaTheme="minorEastAsia"/>
          <w:caps w:val="0"/>
          <w:noProof/>
          <w:sz w:val="22"/>
          <w:szCs w:val="22"/>
          <w:lang w:eastAsia="cs-CZ"/>
        </w:rPr>
      </w:pPr>
      <w:hyperlink w:anchor="_Toc159407640" w:history="1">
        <w:r w:rsidR="00BF3817" w:rsidRPr="006C7AA3">
          <w:rPr>
            <w:rStyle w:val="Hypertextovodkaz"/>
          </w:rPr>
          <w:t>3.</w:t>
        </w:r>
        <w:r w:rsidR="00BF3817">
          <w:rPr>
            <w:rFonts w:eastAsiaTheme="minorEastAsia"/>
            <w:caps w:val="0"/>
            <w:noProof/>
            <w:sz w:val="22"/>
            <w:szCs w:val="22"/>
            <w:lang w:eastAsia="cs-CZ"/>
          </w:rPr>
          <w:tab/>
        </w:r>
        <w:r w:rsidR="00BF3817" w:rsidRPr="006C7AA3">
          <w:rPr>
            <w:rStyle w:val="Hypertextovodkaz"/>
          </w:rPr>
          <w:t>KOMUNIKACE MEZI ZADAVATELEM a DODAVATELEM</w:t>
        </w:r>
        <w:r w:rsidR="00BF3817">
          <w:rPr>
            <w:noProof/>
            <w:webHidden/>
          </w:rPr>
          <w:tab/>
        </w:r>
        <w:r w:rsidR="00BF3817">
          <w:rPr>
            <w:noProof/>
            <w:webHidden/>
          </w:rPr>
          <w:fldChar w:fldCharType="begin"/>
        </w:r>
        <w:r w:rsidR="00BF3817">
          <w:rPr>
            <w:noProof/>
            <w:webHidden/>
          </w:rPr>
          <w:instrText xml:space="preserve"> PAGEREF _Toc159407640 \h </w:instrText>
        </w:r>
        <w:r w:rsidR="00BF3817">
          <w:rPr>
            <w:noProof/>
            <w:webHidden/>
          </w:rPr>
        </w:r>
        <w:r w:rsidR="00BF3817">
          <w:rPr>
            <w:noProof/>
            <w:webHidden/>
          </w:rPr>
          <w:fldChar w:fldCharType="separate"/>
        </w:r>
        <w:r w:rsidR="000B5D4D">
          <w:rPr>
            <w:noProof/>
            <w:webHidden/>
          </w:rPr>
          <w:t>4</w:t>
        </w:r>
        <w:r w:rsidR="00BF3817">
          <w:rPr>
            <w:noProof/>
            <w:webHidden/>
          </w:rPr>
          <w:fldChar w:fldCharType="end"/>
        </w:r>
      </w:hyperlink>
    </w:p>
    <w:p w14:paraId="00032715" w14:textId="22EE43E5" w:rsidR="00BF3817" w:rsidRDefault="00000000">
      <w:pPr>
        <w:pStyle w:val="Obsah1"/>
        <w:rPr>
          <w:rFonts w:eastAsiaTheme="minorEastAsia"/>
          <w:caps w:val="0"/>
          <w:noProof/>
          <w:sz w:val="22"/>
          <w:szCs w:val="22"/>
          <w:lang w:eastAsia="cs-CZ"/>
        </w:rPr>
      </w:pPr>
      <w:hyperlink w:anchor="_Toc159407641" w:history="1">
        <w:r w:rsidR="00BF3817" w:rsidRPr="006C7AA3">
          <w:rPr>
            <w:rStyle w:val="Hypertextovodkaz"/>
          </w:rPr>
          <w:t>4.</w:t>
        </w:r>
        <w:r w:rsidR="00BF3817">
          <w:rPr>
            <w:rFonts w:eastAsiaTheme="minorEastAsia"/>
            <w:caps w:val="0"/>
            <w:noProof/>
            <w:sz w:val="22"/>
            <w:szCs w:val="22"/>
            <w:lang w:eastAsia="cs-CZ"/>
          </w:rPr>
          <w:tab/>
        </w:r>
        <w:r w:rsidR="00BF3817" w:rsidRPr="006C7AA3">
          <w:rPr>
            <w:rStyle w:val="Hypertextovodkaz"/>
          </w:rPr>
          <w:t>ÚČEL a PŘEDMĚT PLNĚNÍ VEŘEJNÉ ZAKÁZKY</w:t>
        </w:r>
        <w:r w:rsidR="00BF3817">
          <w:rPr>
            <w:noProof/>
            <w:webHidden/>
          </w:rPr>
          <w:tab/>
        </w:r>
        <w:r w:rsidR="00BF3817">
          <w:rPr>
            <w:noProof/>
            <w:webHidden/>
          </w:rPr>
          <w:fldChar w:fldCharType="begin"/>
        </w:r>
        <w:r w:rsidR="00BF3817">
          <w:rPr>
            <w:noProof/>
            <w:webHidden/>
          </w:rPr>
          <w:instrText xml:space="preserve"> PAGEREF _Toc159407641 \h </w:instrText>
        </w:r>
        <w:r w:rsidR="00BF3817">
          <w:rPr>
            <w:noProof/>
            <w:webHidden/>
          </w:rPr>
        </w:r>
        <w:r w:rsidR="00BF3817">
          <w:rPr>
            <w:noProof/>
            <w:webHidden/>
          </w:rPr>
          <w:fldChar w:fldCharType="separate"/>
        </w:r>
        <w:r w:rsidR="000B5D4D">
          <w:rPr>
            <w:noProof/>
            <w:webHidden/>
          </w:rPr>
          <w:t>4</w:t>
        </w:r>
        <w:r w:rsidR="00BF3817">
          <w:rPr>
            <w:noProof/>
            <w:webHidden/>
          </w:rPr>
          <w:fldChar w:fldCharType="end"/>
        </w:r>
      </w:hyperlink>
    </w:p>
    <w:p w14:paraId="13FF05C2" w14:textId="47B59CC9" w:rsidR="00BF3817" w:rsidRDefault="00000000">
      <w:pPr>
        <w:pStyle w:val="Obsah1"/>
        <w:rPr>
          <w:rFonts w:eastAsiaTheme="minorEastAsia"/>
          <w:caps w:val="0"/>
          <w:noProof/>
          <w:sz w:val="22"/>
          <w:szCs w:val="22"/>
          <w:lang w:eastAsia="cs-CZ"/>
        </w:rPr>
      </w:pPr>
      <w:hyperlink w:anchor="_Toc159407642" w:history="1">
        <w:r w:rsidR="00BF3817" w:rsidRPr="006C7AA3">
          <w:rPr>
            <w:rStyle w:val="Hypertextovodkaz"/>
          </w:rPr>
          <w:t>5.</w:t>
        </w:r>
        <w:r w:rsidR="00BF3817">
          <w:rPr>
            <w:rFonts w:eastAsiaTheme="minorEastAsia"/>
            <w:caps w:val="0"/>
            <w:noProof/>
            <w:sz w:val="22"/>
            <w:szCs w:val="22"/>
            <w:lang w:eastAsia="cs-CZ"/>
          </w:rPr>
          <w:tab/>
        </w:r>
        <w:r w:rsidR="00BF3817" w:rsidRPr="006C7AA3">
          <w:rPr>
            <w:rStyle w:val="Hypertextovodkaz"/>
          </w:rPr>
          <w:t>ZDROJE FINANCOVÁNÍ a PŘEDPOKLÁDANÁ HODNOTA VEŘEJNÉ ZAKÁZKY</w:t>
        </w:r>
        <w:r w:rsidR="00BF3817">
          <w:rPr>
            <w:noProof/>
            <w:webHidden/>
          </w:rPr>
          <w:tab/>
        </w:r>
        <w:r w:rsidR="00BF3817">
          <w:rPr>
            <w:noProof/>
            <w:webHidden/>
          </w:rPr>
          <w:fldChar w:fldCharType="begin"/>
        </w:r>
        <w:r w:rsidR="00BF3817">
          <w:rPr>
            <w:noProof/>
            <w:webHidden/>
          </w:rPr>
          <w:instrText xml:space="preserve"> PAGEREF _Toc159407642 \h </w:instrText>
        </w:r>
        <w:r w:rsidR="00BF3817">
          <w:rPr>
            <w:noProof/>
            <w:webHidden/>
          </w:rPr>
        </w:r>
        <w:r w:rsidR="00BF3817">
          <w:rPr>
            <w:noProof/>
            <w:webHidden/>
          </w:rPr>
          <w:fldChar w:fldCharType="separate"/>
        </w:r>
        <w:r w:rsidR="000B5D4D">
          <w:rPr>
            <w:noProof/>
            <w:webHidden/>
          </w:rPr>
          <w:t>6</w:t>
        </w:r>
        <w:r w:rsidR="00BF3817">
          <w:rPr>
            <w:noProof/>
            <w:webHidden/>
          </w:rPr>
          <w:fldChar w:fldCharType="end"/>
        </w:r>
      </w:hyperlink>
    </w:p>
    <w:p w14:paraId="398C8EA3" w14:textId="1E66543A" w:rsidR="00BF3817" w:rsidRDefault="00000000">
      <w:pPr>
        <w:pStyle w:val="Obsah1"/>
        <w:rPr>
          <w:rFonts w:eastAsiaTheme="minorEastAsia"/>
          <w:caps w:val="0"/>
          <w:noProof/>
          <w:sz w:val="22"/>
          <w:szCs w:val="22"/>
          <w:lang w:eastAsia="cs-CZ"/>
        </w:rPr>
      </w:pPr>
      <w:hyperlink w:anchor="_Toc159407643" w:history="1">
        <w:r w:rsidR="00BF3817" w:rsidRPr="006C7AA3">
          <w:rPr>
            <w:rStyle w:val="Hypertextovodkaz"/>
          </w:rPr>
          <w:t>6.</w:t>
        </w:r>
        <w:r w:rsidR="00BF3817">
          <w:rPr>
            <w:rFonts w:eastAsiaTheme="minorEastAsia"/>
            <w:caps w:val="0"/>
            <w:noProof/>
            <w:sz w:val="22"/>
            <w:szCs w:val="22"/>
            <w:lang w:eastAsia="cs-CZ"/>
          </w:rPr>
          <w:tab/>
        </w:r>
        <w:r w:rsidR="00BF3817" w:rsidRPr="006C7AA3">
          <w:rPr>
            <w:rStyle w:val="Hypertextovodkaz"/>
          </w:rPr>
          <w:t>OBSAH ZADÁVACÍ DOKUMENTACE</w:t>
        </w:r>
        <w:r w:rsidR="00BF3817">
          <w:rPr>
            <w:noProof/>
            <w:webHidden/>
          </w:rPr>
          <w:tab/>
        </w:r>
        <w:r w:rsidR="00BF3817">
          <w:rPr>
            <w:noProof/>
            <w:webHidden/>
          </w:rPr>
          <w:fldChar w:fldCharType="begin"/>
        </w:r>
        <w:r w:rsidR="00BF3817">
          <w:rPr>
            <w:noProof/>
            <w:webHidden/>
          </w:rPr>
          <w:instrText xml:space="preserve"> PAGEREF _Toc159407643 \h </w:instrText>
        </w:r>
        <w:r w:rsidR="00BF3817">
          <w:rPr>
            <w:noProof/>
            <w:webHidden/>
          </w:rPr>
        </w:r>
        <w:r w:rsidR="00BF3817">
          <w:rPr>
            <w:noProof/>
            <w:webHidden/>
          </w:rPr>
          <w:fldChar w:fldCharType="separate"/>
        </w:r>
        <w:r w:rsidR="000B5D4D">
          <w:rPr>
            <w:noProof/>
            <w:webHidden/>
          </w:rPr>
          <w:t>6</w:t>
        </w:r>
        <w:r w:rsidR="00BF3817">
          <w:rPr>
            <w:noProof/>
            <w:webHidden/>
          </w:rPr>
          <w:fldChar w:fldCharType="end"/>
        </w:r>
      </w:hyperlink>
    </w:p>
    <w:p w14:paraId="6048DC7E" w14:textId="39A1806A" w:rsidR="00BF3817" w:rsidRDefault="00000000">
      <w:pPr>
        <w:pStyle w:val="Obsah1"/>
        <w:rPr>
          <w:rFonts w:eastAsiaTheme="minorEastAsia"/>
          <w:caps w:val="0"/>
          <w:noProof/>
          <w:sz w:val="22"/>
          <w:szCs w:val="22"/>
          <w:lang w:eastAsia="cs-CZ"/>
        </w:rPr>
      </w:pPr>
      <w:hyperlink w:anchor="_Toc159407644" w:history="1">
        <w:r w:rsidR="00BF3817" w:rsidRPr="006C7AA3">
          <w:rPr>
            <w:rStyle w:val="Hypertextovodkaz"/>
          </w:rPr>
          <w:t>7.</w:t>
        </w:r>
        <w:r w:rsidR="00BF3817">
          <w:rPr>
            <w:rFonts w:eastAsiaTheme="minorEastAsia"/>
            <w:caps w:val="0"/>
            <w:noProof/>
            <w:sz w:val="22"/>
            <w:szCs w:val="22"/>
            <w:lang w:eastAsia="cs-CZ"/>
          </w:rPr>
          <w:tab/>
        </w:r>
        <w:r w:rsidR="00BF3817" w:rsidRPr="006C7AA3">
          <w:rPr>
            <w:rStyle w:val="Hypertextovodkaz"/>
          </w:rPr>
          <w:t>VYSVĚTLENÍ, ZMĚNY a DOPLNĚNÍ ZADÁVACÍ DOKUMENTACE</w:t>
        </w:r>
        <w:r w:rsidR="00BF3817">
          <w:rPr>
            <w:noProof/>
            <w:webHidden/>
          </w:rPr>
          <w:tab/>
        </w:r>
        <w:r w:rsidR="00BF3817">
          <w:rPr>
            <w:noProof/>
            <w:webHidden/>
          </w:rPr>
          <w:fldChar w:fldCharType="begin"/>
        </w:r>
        <w:r w:rsidR="00BF3817">
          <w:rPr>
            <w:noProof/>
            <w:webHidden/>
          </w:rPr>
          <w:instrText xml:space="preserve"> PAGEREF _Toc159407644 \h </w:instrText>
        </w:r>
        <w:r w:rsidR="00BF3817">
          <w:rPr>
            <w:noProof/>
            <w:webHidden/>
          </w:rPr>
        </w:r>
        <w:r w:rsidR="00BF3817">
          <w:rPr>
            <w:noProof/>
            <w:webHidden/>
          </w:rPr>
          <w:fldChar w:fldCharType="separate"/>
        </w:r>
        <w:r w:rsidR="000B5D4D">
          <w:rPr>
            <w:noProof/>
            <w:webHidden/>
          </w:rPr>
          <w:t>7</w:t>
        </w:r>
        <w:r w:rsidR="00BF3817">
          <w:rPr>
            <w:noProof/>
            <w:webHidden/>
          </w:rPr>
          <w:fldChar w:fldCharType="end"/>
        </w:r>
      </w:hyperlink>
    </w:p>
    <w:p w14:paraId="663FA4B0" w14:textId="3202680D" w:rsidR="00BF3817" w:rsidRDefault="00000000">
      <w:pPr>
        <w:pStyle w:val="Obsah1"/>
        <w:rPr>
          <w:rFonts w:eastAsiaTheme="minorEastAsia"/>
          <w:caps w:val="0"/>
          <w:noProof/>
          <w:sz w:val="22"/>
          <w:szCs w:val="22"/>
          <w:lang w:eastAsia="cs-CZ"/>
        </w:rPr>
      </w:pPr>
      <w:hyperlink w:anchor="_Toc159407645" w:history="1">
        <w:r w:rsidR="00BF3817" w:rsidRPr="006C7AA3">
          <w:rPr>
            <w:rStyle w:val="Hypertextovodkaz"/>
          </w:rPr>
          <w:t>8.</w:t>
        </w:r>
        <w:r w:rsidR="00BF3817">
          <w:rPr>
            <w:rFonts w:eastAsiaTheme="minorEastAsia"/>
            <w:caps w:val="0"/>
            <w:noProof/>
            <w:sz w:val="22"/>
            <w:szCs w:val="22"/>
            <w:lang w:eastAsia="cs-CZ"/>
          </w:rPr>
          <w:tab/>
        </w:r>
        <w:r w:rsidR="00BF3817" w:rsidRPr="006C7AA3">
          <w:rPr>
            <w:rStyle w:val="Hypertextovodkaz"/>
          </w:rPr>
          <w:t>POŽADAVKY ZADAVATELE NA KVALIFIKACI</w:t>
        </w:r>
        <w:r w:rsidR="00BF3817">
          <w:rPr>
            <w:noProof/>
            <w:webHidden/>
          </w:rPr>
          <w:tab/>
        </w:r>
        <w:r w:rsidR="00BF3817">
          <w:rPr>
            <w:noProof/>
            <w:webHidden/>
          </w:rPr>
          <w:fldChar w:fldCharType="begin"/>
        </w:r>
        <w:r w:rsidR="00BF3817">
          <w:rPr>
            <w:noProof/>
            <w:webHidden/>
          </w:rPr>
          <w:instrText xml:space="preserve"> PAGEREF _Toc159407645 \h </w:instrText>
        </w:r>
        <w:r w:rsidR="00BF3817">
          <w:rPr>
            <w:noProof/>
            <w:webHidden/>
          </w:rPr>
        </w:r>
        <w:r w:rsidR="00BF3817">
          <w:rPr>
            <w:noProof/>
            <w:webHidden/>
          </w:rPr>
          <w:fldChar w:fldCharType="separate"/>
        </w:r>
        <w:r w:rsidR="000B5D4D">
          <w:rPr>
            <w:noProof/>
            <w:webHidden/>
          </w:rPr>
          <w:t>7</w:t>
        </w:r>
        <w:r w:rsidR="00BF3817">
          <w:rPr>
            <w:noProof/>
            <w:webHidden/>
          </w:rPr>
          <w:fldChar w:fldCharType="end"/>
        </w:r>
      </w:hyperlink>
    </w:p>
    <w:p w14:paraId="329DE8C0" w14:textId="426261E9" w:rsidR="00BF3817" w:rsidRDefault="00000000">
      <w:pPr>
        <w:pStyle w:val="Obsah1"/>
        <w:rPr>
          <w:rFonts w:eastAsiaTheme="minorEastAsia"/>
          <w:caps w:val="0"/>
          <w:noProof/>
          <w:sz w:val="22"/>
          <w:szCs w:val="22"/>
          <w:lang w:eastAsia="cs-CZ"/>
        </w:rPr>
      </w:pPr>
      <w:hyperlink w:anchor="_Toc159407646" w:history="1">
        <w:r w:rsidR="00BF3817" w:rsidRPr="006C7AA3">
          <w:rPr>
            <w:rStyle w:val="Hypertextovodkaz"/>
          </w:rPr>
          <w:t>9.</w:t>
        </w:r>
        <w:r w:rsidR="00BF3817">
          <w:rPr>
            <w:rFonts w:eastAsiaTheme="minorEastAsia"/>
            <w:caps w:val="0"/>
            <w:noProof/>
            <w:sz w:val="22"/>
            <w:szCs w:val="22"/>
            <w:lang w:eastAsia="cs-CZ"/>
          </w:rPr>
          <w:tab/>
        </w:r>
        <w:r w:rsidR="00BF3817" w:rsidRPr="006C7AA3">
          <w:rPr>
            <w:rStyle w:val="Hypertextovodkaz"/>
          </w:rPr>
          <w:t>DALŠÍ INFORMACE/DOKUMENTY PŘEDKLÁDANÉ DODAVATELEM v NABÍDCE</w:t>
        </w:r>
        <w:r w:rsidR="00BF3817">
          <w:rPr>
            <w:noProof/>
            <w:webHidden/>
          </w:rPr>
          <w:tab/>
        </w:r>
        <w:r w:rsidR="00BF3817">
          <w:rPr>
            <w:noProof/>
            <w:webHidden/>
          </w:rPr>
          <w:fldChar w:fldCharType="begin"/>
        </w:r>
        <w:r w:rsidR="00BF3817">
          <w:rPr>
            <w:noProof/>
            <w:webHidden/>
          </w:rPr>
          <w:instrText xml:space="preserve"> PAGEREF _Toc159407646 \h </w:instrText>
        </w:r>
        <w:r w:rsidR="00BF3817">
          <w:rPr>
            <w:noProof/>
            <w:webHidden/>
          </w:rPr>
        </w:r>
        <w:r w:rsidR="00BF3817">
          <w:rPr>
            <w:noProof/>
            <w:webHidden/>
          </w:rPr>
          <w:fldChar w:fldCharType="separate"/>
        </w:r>
        <w:r w:rsidR="000B5D4D">
          <w:rPr>
            <w:noProof/>
            <w:webHidden/>
          </w:rPr>
          <w:t>21</w:t>
        </w:r>
        <w:r w:rsidR="00BF3817">
          <w:rPr>
            <w:noProof/>
            <w:webHidden/>
          </w:rPr>
          <w:fldChar w:fldCharType="end"/>
        </w:r>
      </w:hyperlink>
    </w:p>
    <w:p w14:paraId="6EF6EE68" w14:textId="31A0ACE7" w:rsidR="00BF3817" w:rsidRDefault="00000000">
      <w:pPr>
        <w:pStyle w:val="Obsah1"/>
        <w:rPr>
          <w:rFonts w:eastAsiaTheme="minorEastAsia"/>
          <w:caps w:val="0"/>
          <w:noProof/>
          <w:sz w:val="22"/>
          <w:szCs w:val="22"/>
          <w:lang w:eastAsia="cs-CZ"/>
        </w:rPr>
      </w:pPr>
      <w:hyperlink w:anchor="_Toc159407647" w:history="1">
        <w:r w:rsidR="00BF3817" w:rsidRPr="006C7AA3">
          <w:rPr>
            <w:rStyle w:val="Hypertextovodkaz"/>
          </w:rPr>
          <w:t>10.</w:t>
        </w:r>
        <w:r w:rsidR="00BF3817">
          <w:rPr>
            <w:rFonts w:eastAsiaTheme="minorEastAsia"/>
            <w:caps w:val="0"/>
            <w:noProof/>
            <w:sz w:val="22"/>
            <w:szCs w:val="22"/>
            <w:lang w:eastAsia="cs-CZ"/>
          </w:rPr>
          <w:tab/>
        </w:r>
        <w:r w:rsidR="00BF3817" w:rsidRPr="006C7AA3">
          <w:rPr>
            <w:rStyle w:val="Hypertextovodkaz"/>
          </w:rPr>
          <w:t>JAZYK NABÍDEK A KOMUNIKAČNÍ JAZYK</w:t>
        </w:r>
        <w:r w:rsidR="00BF3817">
          <w:rPr>
            <w:noProof/>
            <w:webHidden/>
          </w:rPr>
          <w:tab/>
        </w:r>
        <w:r w:rsidR="00BF3817">
          <w:rPr>
            <w:noProof/>
            <w:webHidden/>
          </w:rPr>
          <w:fldChar w:fldCharType="begin"/>
        </w:r>
        <w:r w:rsidR="00BF3817">
          <w:rPr>
            <w:noProof/>
            <w:webHidden/>
          </w:rPr>
          <w:instrText xml:space="preserve"> PAGEREF _Toc159407647 \h </w:instrText>
        </w:r>
        <w:r w:rsidR="00BF3817">
          <w:rPr>
            <w:noProof/>
            <w:webHidden/>
          </w:rPr>
        </w:r>
        <w:r w:rsidR="00BF3817">
          <w:rPr>
            <w:noProof/>
            <w:webHidden/>
          </w:rPr>
          <w:fldChar w:fldCharType="separate"/>
        </w:r>
        <w:r w:rsidR="000B5D4D">
          <w:rPr>
            <w:noProof/>
            <w:webHidden/>
          </w:rPr>
          <w:t>23</w:t>
        </w:r>
        <w:r w:rsidR="00BF3817">
          <w:rPr>
            <w:noProof/>
            <w:webHidden/>
          </w:rPr>
          <w:fldChar w:fldCharType="end"/>
        </w:r>
      </w:hyperlink>
    </w:p>
    <w:p w14:paraId="1224F1C3" w14:textId="6EFEE4A0" w:rsidR="00BF3817" w:rsidRDefault="00000000">
      <w:pPr>
        <w:pStyle w:val="Obsah1"/>
        <w:rPr>
          <w:rFonts w:eastAsiaTheme="minorEastAsia"/>
          <w:caps w:val="0"/>
          <w:noProof/>
          <w:sz w:val="22"/>
          <w:szCs w:val="22"/>
          <w:lang w:eastAsia="cs-CZ"/>
        </w:rPr>
      </w:pPr>
      <w:hyperlink w:anchor="_Toc159407648" w:history="1">
        <w:r w:rsidR="00BF3817" w:rsidRPr="006C7AA3">
          <w:rPr>
            <w:rStyle w:val="Hypertextovodkaz"/>
          </w:rPr>
          <w:t>11.</w:t>
        </w:r>
        <w:r w:rsidR="00BF3817">
          <w:rPr>
            <w:rFonts w:eastAsiaTheme="minorEastAsia"/>
            <w:caps w:val="0"/>
            <w:noProof/>
            <w:sz w:val="22"/>
            <w:szCs w:val="22"/>
            <w:lang w:eastAsia="cs-CZ"/>
          </w:rPr>
          <w:tab/>
        </w:r>
        <w:r w:rsidR="00BF3817" w:rsidRPr="006C7AA3">
          <w:rPr>
            <w:rStyle w:val="Hypertextovodkaz"/>
          </w:rPr>
          <w:t>OBSAH a PODÁVÁNÍ NABÍDEK</w:t>
        </w:r>
        <w:r w:rsidR="00BF3817">
          <w:rPr>
            <w:noProof/>
            <w:webHidden/>
          </w:rPr>
          <w:tab/>
        </w:r>
        <w:r w:rsidR="00BF3817">
          <w:rPr>
            <w:noProof/>
            <w:webHidden/>
          </w:rPr>
          <w:fldChar w:fldCharType="begin"/>
        </w:r>
        <w:r w:rsidR="00BF3817">
          <w:rPr>
            <w:noProof/>
            <w:webHidden/>
          </w:rPr>
          <w:instrText xml:space="preserve"> PAGEREF _Toc159407648 \h </w:instrText>
        </w:r>
        <w:r w:rsidR="00BF3817">
          <w:rPr>
            <w:noProof/>
            <w:webHidden/>
          </w:rPr>
        </w:r>
        <w:r w:rsidR="00BF3817">
          <w:rPr>
            <w:noProof/>
            <w:webHidden/>
          </w:rPr>
          <w:fldChar w:fldCharType="separate"/>
        </w:r>
        <w:r w:rsidR="000B5D4D">
          <w:rPr>
            <w:noProof/>
            <w:webHidden/>
          </w:rPr>
          <w:t>24</w:t>
        </w:r>
        <w:r w:rsidR="00BF3817">
          <w:rPr>
            <w:noProof/>
            <w:webHidden/>
          </w:rPr>
          <w:fldChar w:fldCharType="end"/>
        </w:r>
      </w:hyperlink>
    </w:p>
    <w:p w14:paraId="2E5B818F" w14:textId="6039B663" w:rsidR="00BF3817" w:rsidRDefault="00000000">
      <w:pPr>
        <w:pStyle w:val="Obsah1"/>
        <w:rPr>
          <w:rFonts w:eastAsiaTheme="minorEastAsia"/>
          <w:caps w:val="0"/>
          <w:noProof/>
          <w:sz w:val="22"/>
          <w:szCs w:val="22"/>
          <w:lang w:eastAsia="cs-CZ"/>
        </w:rPr>
      </w:pPr>
      <w:hyperlink w:anchor="_Toc159407649" w:history="1">
        <w:r w:rsidR="00BF3817" w:rsidRPr="006C7AA3">
          <w:rPr>
            <w:rStyle w:val="Hypertextovodkaz"/>
          </w:rPr>
          <w:t>12.</w:t>
        </w:r>
        <w:r w:rsidR="00BF3817">
          <w:rPr>
            <w:rFonts w:eastAsiaTheme="minorEastAsia"/>
            <w:caps w:val="0"/>
            <w:noProof/>
            <w:sz w:val="22"/>
            <w:szCs w:val="22"/>
            <w:lang w:eastAsia="cs-CZ"/>
          </w:rPr>
          <w:tab/>
        </w:r>
        <w:r w:rsidR="00BF3817" w:rsidRPr="006C7AA3">
          <w:rPr>
            <w:rStyle w:val="Hypertextovodkaz"/>
          </w:rPr>
          <w:t>POŽADAVKY NA ZPRACOVÁNÍ NABÍDKOVÉ CENY</w:t>
        </w:r>
        <w:r w:rsidR="00BF3817">
          <w:rPr>
            <w:noProof/>
            <w:webHidden/>
          </w:rPr>
          <w:tab/>
        </w:r>
        <w:r w:rsidR="00BF3817">
          <w:rPr>
            <w:noProof/>
            <w:webHidden/>
          </w:rPr>
          <w:fldChar w:fldCharType="begin"/>
        </w:r>
        <w:r w:rsidR="00BF3817">
          <w:rPr>
            <w:noProof/>
            <w:webHidden/>
          </w:rPr>
          <w:instrText xml:space="preserve"> PAGEREF _Toc159407649 \h </w:instrText>
        </w:r>
        <w:r w:rsidR="00BF3817">
          <w:rPr>
            <w:noProof/>
            <w:webHidden/>
          </w:rPr>
        </w:r>
        <w:r w:rsidR="00BF3817">
          <w:rPr>
            <w:noProof/>
            <w:webHidden/>
          </w:rPr>
          <w:fldChar w:fldCharType="separate"/>
        </w:r>
        <w:r w:rsidR="000B5D4D">
          <w:rPr>
            <w:noProof/>
            <w:webHidden/>
          </w:rPr>
          <w:t>26</w:t>
        </w:r>
        <w:r w:rsidR="00BF3817">
          <w:rPr>
            <w:noProof/>
            <w:webHidden/>
          </w:rPr>
          <w:fldChar w:fldCharType="end"/>
        </w:r>
      </w:hyperlink>
    </w:p>
    <w:p w14:paraId="07861BE0" w14:textId="076E5522" w:rsidR="00BF3817" w:rsidRDefault="00000000">
      <w:pPr>
        <w:pStyle w:val="Obsah1"/>
        <w:rPr>
          <w:rFonts w:eastAsiaTheme="minorEastAsia"/>
          <w:caps w:val="0"/>
          <w:noProof/>
          <w:sz w:val="22"/>
          <w:szCs w:val="22"/>
          <w:lang w:eastAsia="cs-CZ"/>
        </w:rPr>
      </w:pPr>
      <w:hyperlink w:anchor="_Toc159407650" w:history="1">
        <w:r w:rsidR="00BF3817" w:rsidRPr="006C7AA3">
          <w:rPr>
            <w:rStyle w:val="Hypertextovodkaz"/>
          </w:rPr>
          <w:t>13.</w:t>
        </w:r>
        <w:r w:rsidR="00BF3817">
          <w:rPr>
            <w:rFonts w:eastAsiaTheme="minorEastAsia"/>
            <w:caps w:val="0"/>
            <w:noProof/>
            <w:sz w:val="22"/>
            <w:szCs w:val="22"/>
            <w:lang w:eastAsia="cs-CZ"/>
          </w:rPr>
          <w:tab/>
        </w:r>
        <w:r w:rsidR="00BF3817" w:rsidRPr="006C7AA3">
          <w:rPr>
            <w:rStyle w:val="Hypertextovodkaz"/>
          </w:rPr>
          <w:t>VARIANTY NABÍDKY</w:t>
        </w:r>
        <w:r w:rsidR="00BF3817">
          <w:rPr>
            <w:noProof/>
            <w:webHidden/>
          </w:rPr>
          <w:tab/>
        </w:r>
        <w:r w:rsidR="00BF3817">
          <w:rPr>
            <w:noProof/>
            <w:webHidden/>
          </w:rPr>
          <w:fldChar w:fldCharType="begin"/>
        </w:r>
        <w:r w:rsidR="00BF3817">
          <w:rPr>
            <w:noProof/>
            <w:webHidden/>
          </w:rPr>
          <w:instrText xml:space="preserve"> PAGEREF _Toc159407650 \h </w:instrText>
        </w:r>
        <w:r w:rsidR="00BF3817">
          <w:rPr>
            <w:noProof/>
            <w:webHidden/>
          </w:rPr>
        </w:r>
        <w:r w:rsidR="00BF3817">
          <w:rPr>
            <w:noProof/>
            <w:webHidden/>
          </w:rPr>
          <w:fldChar w:fldCharType="separate"/>
        </w:r>
        <w:r w:rsidR="000B5D4D">
          <w:rPr>
            <w:noProof/>
            <w:webHidden/>
          </w:rPr>
          <w:t>26</w:t>
        </w:r>
        <w:r w:rsidR="00BF3817">
          <w:rPr>
            <w:noProof/>
            <w:webHidden/>
          </w:rPr>
          <w:fldChar w:fldCharType="end"/>
        </w:r>
      </w:hyperlink>
    </w:p>
    <w:p w14:paraId="3EE81A72" w14:textId="4CED12BE" w:rsidR="00BF3817" w:rsidRDefault="00000000">
      <w:pPr>
        <w:pStyle w:val="Obsah1"/>
        <w:rPr>
          <w:rFonts w:eastAsiaTheme="minorEastAsia"/>
          <w:caps w:val="0"/>
          <w:noProof/>
          <w:sz w:val="22"/>
          <w:szCs w:val="22"/>
          <w:lang w:eastAsia="cs-CZ"/>
        </w:rPr>
      </w:pPr>
      <w:hyperlink w:anchor="_Toc159407651" w:history="1">
        <w:r w:rsidR="00BF3817" w:rsidRPr="006C7AA3">
          <w:rPr>
            <w:rStyle w:val="Hypertextovodkaz"/>
          </w:rPr>
          <w:t>14.</w:t>
        </w:r>
        <w:r w:rsidR="00BF3817">
          <w:rPr>
            <w:rFonts w:eastAsiaTheme="minorEastAsia"/>
            <w:caps w:val="0"/>
            <w:noProof/>
            <w:sz w:val="22"/>
            <w:szCs w:val="22"/>
            <w:lang w:eastAsia="cs-CZ"/>
          </w:rPr>
          <w:tab/>
        </w:r>
        <w:r w:rsidR="00BF3817" w:rsidRPr="006C7AA3">
          <w:rPr>
            <w:rStyle w:val="Hypertextovodkaz"/>
          </w:rPr>
          <w:t>OTEVÍRÁNÍ NABÍDEK</w:t>
        </w:r>
        <w:r w:rsidR="00BF3817">
          <w:rPr>
            <w:noProof/>
            <w:webHidden/>
          </w:rPr>
          <w:tab/>
        </w:r>
        <w:r w:rsidR="00BF3817">
          <w:rPr>
            <w:noProof/>
            <w:webHidden/>
          </w:rPr>
          <w:fldChar w:fldCharType="begin"/>
        </w:r>
        <w:r w:rsidR="00BF3817">
          <w:rPr>
            <w:noProof/>
            <w:webHidden/>
          </w:rPr>
          <w:instrText xml:space="preserve"> PAGEREF _Toc159407651 \h </w:instrText>
        </w:r>
        <w:r w:rsidR="00BF3817">
          <w:rPr>
            <w:noProof/>
            <w:webHidden/>
          </w:rPr>
        </w:r>
        <w:r w:rsidR="00BF3817">
          <w:rPr>
            <w:noProof/>
            <w:webHidden/>
          </w:rPr>
          <w:fldChar w:fldCharType="separate"/>
        </w:r>
        <w:r w:rsidR="000B5D4D">
          <w:rPr>
            <w:noProof/>
            <w:webHidden/>
          </w:rPr>
          <w:t>26</w:t>
        </w:r>
        <w:r w:rsidR="00BF3817">
          <w:rPr>
            <w:noProof/>
            <w:webHidden/>
          </w:rPr>
          <w:fldChar w:fldCharType="end"/>
        </w:r>
      </w:hyperlink>
    </w:p>
    <w:p w14:paraId="694B587C" w14:textId="78679DD2" w:rsidR="00BF3817" w:rsidRDefault="00000000">
      <w:pPr>
        <w:pStyle w:val="Obsah1"/>
        <w:rPr>
          <w:rFonts w:eastAsiaTheme="minorEastAsia"/>
          <w:caps w:val="0"/>
          <w:noProof/>
          <w:sz w:val="22"/>
          <w:szCs w:val="22"/>
          <w:lang w:eastAsia="cs-CZ"/>
        </w:rPr>
      </w:pPr>
      <w:hyperlink w:anchor="_Toc159407652" w:history="1">
        <w:r w:rsidR="00BF3817" w:rsidRPr="006C7AA3">
          <w:rPr>
            <w:rStyle w:val="Hypertextovodkaz"/>
          </w:rPr>
          <w:t>15.</w:t>
        </w:r>
        <w:r w:rsidR="00BF3817">
          <w:rPr>
            <w:rFonts w:eastAsiaTheme="minorEastAsia"/>
            <w:caps w:val="0"/>
            <w:noProof/>
            <w:sz w:val="22"/>
            <w:szCs w:val="22"/>
            <w:lang w:eastAsia="cs-CZ"/>
          </w:rPr>
          <w:tab/>
        </w:r>
        <w:r w:rsidR="00BF3817" w:rsidRPr="006C7AA3">
          <w:rPr>
            <w:rStyle w:val="Hypertextovodkaz"/>
          </w:rPr>
          <w:t>POSOUZENÍ SPLNĚNÍ PODMÍNEK ÚČASTI</w:t>
        </w:r>
        <w:r w:rsidR="00BF3817">
          <w:rPr>
            <w:noProof/>
            <w:webHidden/>
          </w:rPr>
          <w:tab/>
        </w:r>
        <w:r w:rsidR="00BF3817">
          <w:rPr>
            <w:noProof/>
            <w:webHidden/>
          </w:rPr>
          <w:fldChar w:fldCharType="begin"/>
        </w:r>
        <w:r w:rsidR="00BF3817">
          <w:rPr>
            <w:noProof/>
            <w:webHidden/>
          </w:rPr>
          <w:instrText xml:space="preserve"> PAGEREF _Toc159407652 \h </w:instrText>
        </w:r>
        <w:r w:rsidR="00BF3817">
          <w:rPr>
            <w:noProof/>
            <w:webHidden/>
          </w:rPr>
        </w:r>
        <w:r w:rsidR="00BF3817">
          <w:rPr>
            <w:noProof/>
            <w:webHidden/>
          </w:rPr>
          <w:fldChar w:fldCharType="separate"/>
        </w:r>
        <w:r w:rsidR="000B5D4D">
          <w:rPr>
            <w:noProof/>
            <w:webHidden/>
          </w:rPr>
          <w:t>26</w:t>
        </w:r>
        <w:r w:rsidR="00BF3817">
          <w:rPr>
            <w:noProof/>
            <w:webHidden/>
          </w:rPr>
          <w:fldChar w:fldCharType="end"/>
        </w:r>
      </w:hyperlink>
    </w:p>
    <w:p w14:paraId="0A8E7B6B" w14:textId="3F1E3350" w:rsidR="00BF3817" w:rsidRDefault="00000000">
      <w:pPr>
        <w:pStyle w:val="Obsah1"/>
        <w:rPr>
          <w:rFonts w:eastAsiaTheme="minorEastAsia"/>
          <w:caps w:val="0"/>
          <w:noProof/>
          <w:sz w:val="22"/>
          <w:szCs w:val="22"/>
          <w:lang w:eastAsia="cs-CZ"/>
        </w:rPr>
      </w:pPr>
      <w:hyperlink w:anchor="_Toc159407653" w:history="1">
        <w:r w:rsidR="00BF3817" w:rsidRPr="006C7AA3">
          <w:rPr>
            <w:rStyle w:val="Hypertextovodkaz"/>
          </w:rPr>
          <w:t>16.</w:t>
        </w:r>
        <w:r w:rsidR="00BF3817">
          <w:rPr>
            <w:rFonts w:eastAsiaTheme="minorEastAsia"/>
            <w:caps w:val="0"/>
            <w:noProof/>
            <w:sz w:val="22"/>
            <w:szCs w:val="22"/>
            <w:lang w:eastAsia="cs-CZ"/>
          </w:rPr>
          <w:tab/>
        </w:r>
        <w:r w:rsidR="00BF3817" w:rsidRPr="006C7AA3">
          <w:rPr>
            <w:rStyle w:val="Hypertextovodkaz"/>
          </w:rPr>
          <w:t>HODNOCENÍ NABÍDEK</w:t>
        </w:r>
        <w:r w:rsidR="00BF3817">
          <w:rPr>
            <w:noProof/>
            <w:webHidden/>
          </w:rPr>
          <w:tab/>
        </w:r>
        <w:r w:rsidR="00BF3817">
          <w:rPr>
            <w:noProof/>
            <w:webHidden/>
          </w:rPr>
          <w:fldChar w:fldCharType="begin"/>
        </w:r>
        <w:r w:rsidR="00BF3817">
          <w:rPr>
            <w:noProof/>
            <w:webHidden/>
          </w:rPr>
          <w:instrText xml:space="preserve"> PAGEREF _Toc159407653 \h </w:instrText>
        </w:r>
        <w:r w:rsidR="00BF3817">
          <w:rPr>
            <w:noProof/>
            <w:webHidden/>
          </w:rPr>
        </w:r>
        <w:r w:rsidR="00BF3817">
          <w:rPr>
            <w:noProof/>
            <w:webHidden/>
          </w:rPr>
          <w:fldChar w:fldCharType="separate"/>
        </w:r>
        <w:r w:rsidR="000B5D4D">
          <w:rPr>
            <w:noProof/>
            <w:webHidden/>
          </w:rPr>
          <w:t>27</w:t>
        </w:r>
        <w:r w:rsidR="00BF3817">
          <w:rPr>
            <w:noProof/>
            <w:webHidden/>
          </w:rPr>
          <w:fldChar w:fldCharType="end"/>
        </w:r>
      </w:hyperlink>
    </w:p>
    <w:p w14:paraId="172180B4" w14:textId="08147297" w:rsidR="00BF3817" w:rsidRDefault="00000000">
      <w:pPr>
        <w:pStyle w:val="Obsah1"/>
        <w:rPr>
          <w:rFonts w:eastAsiaTheme="minorEastAsia"/>
          <w:caps w:val="0"/>
          <w:noProof/>
          <w:sz w:val="22"/>
          <w:szCs w:val="22"/>
          <w:lang w:eastAsia="cs-CZ"/>
        </w:rPr>
      </w:pPr>
      <w:hyperlink w:anchor="_Toc159407654" w:history="1">
        <w:r w:rsidR="00BF3817" w:rsidRPr="006C7AA3">
          <w:rPr>
            <w:rStyle w:val="Hypertextovodkaz"/>
          </w:rPr>
          <w:t>17.</w:t>
        </w:r>
        <w:r w:rsidR="00BF3817">
          <w:rPr>
            <w:rFonts w:eastAsiaTheme="minorEastAsia"/>
            <w:caps w:val="0"/>
            <w:noProof/>
            <w:sz w:val="22"/>
            <w:szCs w:val="22"/>
            <w:lang w:eastAsia="cs-CZ"/>
          </w:rPr>
          <w:tab/>
        </w:r>
        <w:r w:rsidR="00BF3817" w:rsidRPr="006C7AA3">
          <w:rPr>
            <w:rStyle w:val="Hypertextovodkaz"/>
          </w:rPr>
          <w:t>ZRUŠENÍ ZADÁVACÍHO ŘÍZENÍ</w:t>
        </w:r>
        <w:r w:rsidR="00BF3817">
          <w:rPr>
            <w:noProof/>
            <w:webHidden/>
          </w:rPr>
          <w:tab/>
        </w:r>
        <w:r w:rsidR="00BF3817">
          <w:rPr>
            <w:noProof/>
            <w:webHidden/>
          </w:rPr>
          <w:fldChar w:fldCharType="begin"/>
        </w:r>
        <w:r w:rsidR="00BF3817">
          <w:rPr>
            <w:noProof/>
            <w:webHidden/>
          </w:rPr>
          <w:instrText xml:space="preserve"> PAGEREF _Toc159407654 \h </w:instrText>
        </w:r>
        <w:r w:rsidR="00BF3817">
          <w:rPr>
            <w:noProof/>
            <w:webHidden/>
          </w:rPr>
        </w:r>
        <w:r w:rsidR="00BF3817">
          <w:rPr>
            <w:noProof/>
            <w:webHidden/>
          </w:rPr>
          <w:fldChar w:fldCharType="separate"/>
        </w:r>
        <w:r w:rsidR="000B5D4D">
          <w:rPr>
            <w:noProof/>
            <w:webHidden/>
          </w:rPr>
          <w:t>32</w:t>
        </w:r>
        <w:r w:rsidR="00BF3817">
          <w:rPr>
            <w:noProof/>
            <w:webHidden/>
          </w:rPr>
          <w:fldChar w:fldCharType="end"/>
        </w:r>
      </w:hyperlink>
    </w:p>
    <w:p w14:paraId="7B534225" w14:textId="3134905B" w:rsidR="00BF3817" w:rsidRDefault="00000000">
      <w:pPr>
        <w:pStyle w:val="Obsah1"/>
        <w:rPr>
          <w:rFonts w:eastAsiaTheme="minorEastAsia"/>
          <w:caps w:val="0"/>
          <w:noProof/>
          <w:sz w:val="22"/>
          <w:szCs w:val="22"/>
          <w:lang w:eastAsia="cs-CZ"/>
        </w:rPr>
      </w:pPr>
      <w:hyperlink w:anchor="_Toc159407655" w:history="1">
        <w:r w:rsidR="00BF3817" w:rsidRPr="006C7AA3">
          <w:rPr>
            <w:rStyle w:val="Hypertextovodkaz"/>
          </w:rPr>
          <w:t>18.</w:t>
        </w:r>
        <w:r w:rsidR="00BF3817">
          <w:rPr>
            <w:rFonts w:eastAsiaTheme="minorEastAsia"/>
            <w:caps w:val="0"/>
            <w:noProof/>
            <w:sz w:val="22"/>
            <w:szCs w:val="22"/>
            <w:lang w:eastAsia="cs-CZ"/>
          </w:rPr>
          <w:tab/>
        </w:r>
        <w:r w:rsidR="00BF3817" w:rsidRPr="006C7AA3">
          <w:rPr>
            <w:rStyle w:val="Hypertextovodkaz"/>
          </w:rPr>
          <w:t>UZAVŘENÍ SMLOUVY</w:t>
        </w:r>
        <w:r w:rsidR="00BF3817">
          <w:rPr>
            <w:noProof/>
            <w:webHidden/>
          </w:rPr>
          <w:tab/>
        </w:r>
        <w:r w:rsidR="00BF3817">
          <w:rPr>
            <w:noProof/>
            <w:webHidden/>
          </w:rPr>
          <w:fldChar w:fldCharType="begin"/>
        </w:r>
        <w:r w:rsidR="00BF3817">
          <w:rPr>
            <w:noProof/>
            <w:webHidden/>
          </w:rPr>
          <w:instrText xml:space="preserve"> PAGEREF _Toc159407655 \h </w:instrText>
        </w:r>
        <w:r w:rsidR="00BF3817">
          <w:rPr>
            <w:noProof/>
            <w:webHidden/>
          </w:rPr>
        </w:r>
        <w:r w:rsidR="00BF3817">
          <w:rPr>
            <w:noProof/>
            <w:webHidden/>
          </w:rPr>
          <w:fldChar w:fldCharType="separate"/>
        </w:r>
        <w:r w:rsidR="000B5D4D">
          <w:rPr>
            <w:noProof/>
            <w:webHidden/>
          </w:rPr>
          <w:t>32</w:t>
        </w:r>
        <w:r w:rsidR="00BF3817">
          <w:rPr>
            <w:noProof/>
            <w:webHidden/>
          </w:rPr>
          <w:fldChar w:fldCharType="end"/>
        </w:r>
      </w:hyperlink>
    </w:p>
    <w:p w14:paraId="441D6D98" w14:textId="4346FFAA" w:rsidR="00BF3817" w:rsidRDefault="00000000">
      <w:pPr>
        <w:pStyle w:val="Obsah1"/>
        <w:rPr>
          <w:rFonts w:eastAsiaTheme="minorEastAsia"/>
          <w:caps w:val="0"/>
          <w:noProof/>
          <w:sz w:val="22"/>
          <w:szCs w:val="22"/>
          <w:lang w:eastAsia="cs-CZ"/>
        </w:rPr>
      </w:pPr>
      <w:hyperlink w:anchor="_Toc159407656" w:history="1">
        <w:r w:rsidR="00BF3817" w:rsidRPr="006C7AA3">
          <w:rPr>
            <w:rStyle w:val="Hypertextovodkaz"/>
          </w:rPr>
          <w:t>19.</w:t>
        </w:r>
        <w:r w:rsidR="00BF3817">
          <w:rPr>
            <w:rFonts w:eastAsiaTheme="minorEastAsia"/>
            <w:caps w:val="0"/>
            <w:noProof/>
            <w:sz w:val="22"/>
            <w:szCs w:val="22"/>
            <w:lang w:eastAsia="cs-CZ"/>
          </w:rPr>
          <w:tab/>
        </w:r>
        <w:r w:rsidR="00BF3817" w:rsidRPr="006C7AA3">
          <w:rPr>
            <w:rStyle w:val="Hypertextovodkaz"/>
          </w:rPr>
          <w:t>OCHRANA INFORMACÍ</w:t>
        </w:r>
        <w:r w:rsidR="00BF3817">
          <w:rPr>
            <w:noProof/>
            <w:webHidden/>
          </w:rPr>
          <w:tab/>
        </w:r>
        <w:r w:rsidR="00BF3817">
          <w:rPr>
            <w:noProof/>
            <w:webHidden/>
          </w:rPr>
          <w:fldChar w:fldCharType="begin"/>
        </w:r>
        <w:r w:rsidR="00BF3817">
          <w:rPr>
            <w:noProof/>
            <w:webHidden/>
          </w:rPr>
          <w:instrText xml:space="preserve"> PAGEREF _Toc159407656 \h </w:instrText>
        </w:r>
        <w:r w:rsidR="00BF3817">
          <w:rPr>
            <w:noProof/>
            <w:webHidden/>
          </w:rPr>
        </w:r>
        <w:r w:rsidR="00BF3817">
          <w:rPr>
            <w:noProof/>
            <w:webHidden/>
          </w:rPr>
          <w:fldChar w:fldCharType="separate"/>
        </w:r>
        <w:r w:rsidR="000B5D4D">
          <w:rPr>
            <w:noProof/>
            <w:webHidden/>
          </w:rPr>
          <w:t>35</w:t>
        </w:r>
        <w:r w:rsidR="00BF3817">
          <w:rPr>
            <w:noProof/>
            <w:webHidden/>
          </w:rPr>
          <w:fldChar w:fldCharType="end"/>
        </w:r>
      </w:hyperlink>
    </w:p>
    <w:p w14:paraId="38022647" w14:textId="288264D0" w:rsidR="00BF3817" w:rsidRDefault="00000000">
      <w:pPr>
        <w:pStyle w:val="Obsah1"/>
        <w:rPr>
          <w:rFonts w:eastAsiaTheme="minorEastAsia"/>
          <w:caps w:val="0"/>
          <w:noProof/>
          <w:sz w:val="22"/>
          <w:szCs w:val="22"/>
          <w:lang w:eastAsia="cs-CZ"/>
        </w:rPr>
      </w:pPr>
      <w:hyperlink w:anchor="_Toc159407657" w:history="1">
        <w:r w:rsidR="00BF3817" w:rsidRPr="006C7AA3">
          <w:rPr>
            <w:rStyle w:val="Hypertextovodkaz"/>
          </w:rPr>
          <w:t>20.</w:t>
        </w:r>
        <w:r w:rsidR="00BF3817">
          <w:rPr>
            <w:rFonts w:eastAsiaTheme="minorEastAsia"/>
            <w:caps w:val="0"/>
            <w:noProof/>
            <w:sz w:val="22"/>
            <w:szCs w:val="22"/>
            <w:lang w:eastAsia="cs-CZ"/>
          </w:rPr>
          <w:tab/>
        </w:r>
        <w:r w:rsidR="00BF3817" w:rsidRPr="006C7AA3">
          <w:rPr>
            <w:rStyle w:val="Hypertextovodkaz"/>
          </w:rPr>
          <w:t>ZADÁVACÍ LHŮTA A JISTOTA ZA NABÍDKU</w:t>
        </w:r>
        <w:r w:rsidR="00BF3817">
          <w:rPr>
            <w:noProof/>
            <w:webHidden/>
          </w:rPr>
          <w:tab/>
        </w:r>
        <w:r w:rsidR="00BF3817">
          <w:rPr>
            <w:noProof/>
            <w:webHidden/>
          </w:rPr>
          <w:fldChar w:fldCharType="begin"/>
        </w:r>
        <w:r w:rsidR="00BF3817">
          <w:rPr>
            <w:noProof/>
            <w:webHidden/>
          </w:rPr>
          <w:instrText xml:space="preserve"> PAGEREF _Toc159407657 \h </w:instrText>
        </w:r>
        <w:r w:rsidR="00BF3817">
          <w:rPr>
            <w:noProof/>
            <w:webHidden/>
          </w:rPr>
        </w:r>
        <w:r w:rsidR="00BF3817">
          <w:rPr>
            <w:noProof/>
            <w:webHidden/>
          </w:rPr>
          <w:fldChar w:fldCharType="separate"/>
        </w:r>
        <w:r w:rsidR="000B5D4D">
          <w:rPr>
            <w:noProof/>
            <w:webHidden/>
          </w:rPr>
          <w:t>35</w:t>
        </w:r>
        <w:r w:rsidR="00BF3817">
          <w:rPr>
            <w:noProof/>
            <w:webHidden/>
          </w:rPr>
          <w:fldChar w:fldCharType="end"/>
        </w:r>
      </w:hyperlink>
    </w:p>
    <w:p w14:paraId="45834543" w14:textId="2F3DCAEA" w:rsidR="00BF3817" w:rsidRDefault="00000000">
      <w:pPr>
        <w:pStyle w:val="Obsah1"/>
        <w:rPr>
          <w:rFonts w:eastAsiaTheme="minorEastAsia"/>
          <w:caps w:val="0"/>
          <w:noProof/>
          <w:sz w:val="22"/>
          <w:szCs w:val="22"/>
          <w:lang w:eastAsia="cs-CZ"/>
        </w:rPr>
      </w:pPr>
      <w:hyperlink w:anchor="_Toc159407658" w:history="1">
        <w:r w:rsidR="00BF3817" w:rsidRPr="006C7AA3">
          <w:rPr>
            <w:rStyle w:val="Hypertextovodkaz"/>
          </w:rPr>
          <w:t>21.</w:t>
        </w:r>
        <w:r w:rsidR="00BF3817">
          <w:rPr>
            <w:rFonts w:eastAsiaTheme="minorEastAsia"/>
            <w:caps w:val="0"/>
            <w:noProof/>
            <w:sz w:val="22"/>
            <w:szCs w:val="22"/>
            <w:lang w:eastAsia="cs-CZ"/>
          </w:rPr>
          <w:tab/>
        </w:r>
        <w:r w:rsidR="00BF3817" w:rsidRPr="006C7AA3">
          <w:rPr>
            <w:rStyle w:val="Hypertextovodkaz"/>
          </w:rPr>
          <w:t>SOCIÁLNĚ A ENVIRONMENTÁLNĚ ODPOVĚDNÉ ZADÁVÁNÍ, INOVACE</w:t>
        </w:r>
        <w:r w:rsidR="00BF3817">
          <w:rPr>
            <w:noProof/>
            <w:webHidden/>
          </w:rPr>
          <w:tab/>
        </w:r>
        <w:r w:rsidR="00BF3817">
          <w:rPr>
            <w:noProof/>
            <w:webHidden/>
          </w:rPr>
          <w:fldChar w:fldCharType="begin"/>
        </w:r>
        <w:r w:rsidR="00BF3817">
          <w:rPr>
            <w:noProof/>
            <w:webHidden/>
          </w:rPr>
          <w:instrText xml:space="preserve"> PAGEREF _Toc159407658 \h </w:instrText>
        </w:r>
        <w:r w:rsidR="00BF3817">
          <w:rPr>
            <w:noProof/>
            <w:webHidden/>
          </w:rPr>
        </w:r>
        <w:r w:rsidR="00BF3817">
          <w:rPr>
            <w:noProof/>
            <w:webHidden/>
          </w:rPr>
          <w:fldChar w:fldCharType="separate"/>
        </w:r>
        <w:r w:rsidR="000B5D4D">
          <w:rPr>
            <w:noProof/>
            <w:webHidden/>
          </w:rPr>
          <w:t>36</w:t>
        </w:r>
        <w:r w:rsidR="00BF3817">
          <w:rPr>
            <w:noProof/>
            <w:webHidden/>
          </w:rPr>
          <w:fldChar w:fldCharType="end"/>
        </w:r>
      </w:hyperlink>
    </w:p>
    <w:p w14:paraId="58050284" w14:textId="7FD801F7" w:rsidR="00BF3817" w:rsidRDefault="00000000">
      <w:pPr>
        <w:pStyle w:val="Obsah1"/>
        <w:rPr>
          <w:rFonts w:eastAsiaTheme="minorEastAsia"/>
          <w:caps w:val="0"/>
          <w:noProof/>
          <w:sz w:val="22"/>
          <w:szCs w:val="22"/>
          <w:lang w:eastAsia="cs-CZ"/>
        </w:rPr>
      </w:pPr>
      <w:hyperlink w:anchor="_Toc159407659" w:history="1">
        <w:r w:rsidR="00BF3817" w:rsidRPr="006C7AA3">
          <w:rPr>
            <w:rStyle w:val="Hypertextovodkaz"/>
          </w:rPr>
          <w:t>22.</w:t>
        </w:r>
        <w:r w:rsidR="00BF3817">
          <w:rPr>
            <w:rFonts w:eastAsiaTheme="minorEastAsia"/>
            <w:caps w:val="0"/>
            <w:noProof/>
            <w:sz w:val="22"/>
            <w:szCs w:val="22"/>
            <w:lang w:eastAsia="cs-CZ"/>
          </w:rPr>
          <w:tab/>
        </w:r>
        <w:r w:rsidR="00BF3817" w:rsidRPr="006C7AA3">
          <w:rPr>
            <w:rStyle w:val="Hypertextovodkaz"/>
          </w:rPr>
          <w:t>Další zadávací podmínky v návaznosti na MEZINÁRODNÍ sankce, zákaz zadání veřejné zakázky</w:t>
        </w:r>
        <w:r w:rsidR="00BF3817">
          <w:rPr>
            <w:noProof/>
            <w:webHidden/>
          </w:rPr>
          <w:tab/>
        </w:r>
        <w:r w:rsidR="00BF3817">
          <w:rPr>
            <w:noProof/>
            <w:webHidden/>
          </w:rPr>
          <w:fldChar w:fldCharType="begin"/>
        </w:r>
        <w:r w:rsidR="00BF3817">
          <w:rPr>
            <w:noProof/>
            <w:webHidden/>
          </w:rPr>
          <w:instrText xml:space="preserve"> PAGEREF _Toc159407659 \h </w:instrText>
        </w:r>
        <w:r w:rsidR="00BF3817">
          <w:rPr>
            <w:noProof/>
            <w:webHidden/>
          </w:rPr>
        </w:r>
        <w:r w:rsidR="00BF3817">
          <w:rPr>
            <w:noProof/>
            <w:webHidden/>
          </w:rPr>
          <w:fldChar w:fldCharType="separate"/>
        </w:r>
        <w:r w:rsidR="000B5D4D">
          <w:rPr>
            <w:noProof/>
            <w:webHidden/>
          </w:rPr>
          <w:t>36</w:t>
        </w:r>
        <w:r w:rsidR="00BF3817">
          <w:rPr>
            <w:noProof/>
            <w:webHidden/>
          </w:rPr>
          <w:fldChar w:fldCharType="end"/>
        </w:r>
      </w:hyperlink>
    </w:p>
    <w:p w14:paraId="533E605D" w14:textId="7DC5295E" w:rsidR="00BF3817" w:rsidRDefault="00000000">
      <w:pPr>
        <w:pStyle w:val="Obsah1"/>
        <w:rPr>
          <w:rFonts w:eastAsiaTheme="minorEastAsia"/>
          <w:caps w:val="0"/>
          <w:noProof/>
          <w:sz w:val="22"/>
          <w:szCs w:val="22"/>
          <w:lang w:eastAsia="cs-CZ"/>
        </w:rPr>
      </w:pPr>
      <w:hyperlink w:anchor="_Toc159407660" w:history="1">
        <w:r w:rsidR="00BF3817" w:rsidRPr="006C7AA3">
          <w:rPr>
            <w:rStyle w:val="Hypertextovodkaz"/>
          </w:rPr>
          <w:t>23.</w:t>
        </w:r>
        <w:r w:rsidR="00BF3817">
          <w:rPr>
            <w:rFonts w:eastAsiaTheme="minorEastAsia"/>
            <w:caps w:val="0"/>
            <w:noProof/>
            <w:sz w:val="22"/>
            <w:szCs w:val="22"/>
            <w:lang w:eastAsia="cs-CZ"/>
          </w:rPr>
          <w:tab/>
        </w:r>
        <w:r w:rsidR="00BF3817" w:rsidRPr="006C7AA3">
          <w:rPr>
            <w:rStyle w:val="Hypertextovodkaz"/>
          </w:rPr>
          <w:t>PŘÍLOHY TĚCHTO POKYNŮ</w:t>
        </w:r>
        <w:r w:rsidR="00BF3817">
          <w:rPr>
            <w:noProof/>
            <w:webHidden/>
          </w:rPr>
          <w:tab/>
        </w:r>
        <w:r w:rsidR="00BF3817">
          <w:rPr>
            <w:noProof/>
            <w:webHidden/>
          </w:rPr>
          <w:fldChar w:fldCharType="begin"/>
        </w:r>
        <w:r w:rsidR="00BF3817">
          <w:rPr>
            <w:noProof/>
            <w:webHidden/>
          </w:rPr>
          <w:instrText xml:space="preserve"> PAGEREF _Toc159407660 \h </w:instrText>
        </w:r>
        <w:r w:rsidR="00BF3817">
          <w:rPr>
            <w:noProof/>
            <w:webHidden/>
          </w:rPr>
        </w:r>
        <w:r w:rsidR="00BF3817">
          <w:rPr>
            <w:noProof/>
            <w:webHidden/>
          </w:rPr>
          <w:fldChar w:fldCharType="separate"/>
        </w:r>
        <w:r w:rsidR="000B5D4D">
          <w:rPr>
            <w:noProof/>
            <w:webHidden/>
          </w:rPr>
          <w:t>37</w:t>
        </w:r>
        <w:r w:rsidR="00BF3817">
          <w:rPr>
            <w:noProof/>
            <w:webHidden/>
          </w:rPr>
          <w:fldChar w:fldCharType="end"/>
        </w:r>
      </w:hyperlink>
    </w:p>
    <w:p w14:paraId="65620363" w14:textId="48F9F2E4"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59407638"/>
      <w:bookmarkStart w:id="1" w:name="_Toc389559699"/>
      <w:bookmarkStart w:id="2" w:name="_Toc397429847"/>
      <w:bookmarkStart w:id="3" w:name="_Ref433028040"/>
      <w:bookmarkStart w:id="4" w:name="_Toc1048197"/>
      <w:r>
        <w:t>ÚVODNÍ USTANOVENÍ</w:t>
      </w:r>
      <w:bookmarkEnd w:id="0"/>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44136CEB"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DA5362">
        <w:t xml:space="preserve"> sektorová veřejná zakázka </w:t>
      </w:r>
      <w:r>
        <w:t>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 xml:space="preserve">Není-li v těchto Pokynech výslovně uvedeno jinak nebo nevyplývá-li něco jiného z povahy věci, mají pojmy s velkými začátečními písmeny použité v Pokynech stejný význam jako shodné pojmy uvedené v dokumentech, které podle článku 6.1 těchto Pokynů </w:t>
      </w:r>
      <w:proofErr w:type="gramStart"/>
      <w:r>
        <w:t>tvoří</w:t>
      </w:r>
      <w:proofErr w:type="gramEnd"/>
      <w:r>
        <w:t xml:space="preserve"> Smlouvu.</w:t>
      </w:r>
    </w:p>
    <w:p w14:paraId="0945F23A" w14:textId="77777777" w:rsidR="0035531B" w:rsidRDefault="0035531B" w:rsidP="0035531B">
      <w:pPr>
        <w:pStyle w:val="Nadpis1-1"/>
      </w:pPr>
      <w:bookmarkStart w:id="5" w:name="_Toc159407639"/>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Identifikátor datové schránky: uccchjm</w:t>
      </w:r>
    </w:p>
    <w:p w14:paraId="1929855A" w14:textId="40A966C1" w:rsidR="0035531B" w:rsidRDefault="0035531B" w:rsidP="00F23FA3">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68ED8CDC" w14:textId="77777777" w:rsidR="0035531B" w:rsidRDefault="0035531B" w:rsidP="0035531B">
      <w:pPr>
        <w:pStyle w:val="Nadpis1-1"/>
      </w:pPr>
      <w:bookmarkStart w:id="6" w:name="_Toc159407640"/>
      <w:r>
        <w:t>KOMUNIKACE MEZI ZADAVATELEM</w:t>
      </w:r>
      <w:r w:rsidR="00845C50">
        <w:t xml:space="preserve"> a </w:t>
      </w:r>
      <w:r>
        <w:t>DODAVATELEM</w:t>
      </w:r>
      <w:bookmarkEnd w:id="6"/>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6611A8C4" w14:textId="77777777" w:rsidR="00F23FA3" w:rsidRDefault="0035531B" w:rsidP="00F23FA3">
      <w:pPr>
        <w:pStyle w:val="Text1-1"/>
      </w:pPr>
      <w:r>
        <w:t xml:space="preserve">Kontaktní osobou zadavatele pro zadávací řízení je: </w:t>
      </w:r>
      <w:r w:rsidR="00F23FA3">
        <w:t>Ing. Jana Šedová</w:t>
      </w:r>
    </w:p>
    <w:p w14:paraId="4E8456EC" w14:textId="77777777" w:rsidR="00F23FA3" w:rsidRDefault="00F23FA3" w:rsidP="00F23FA3">
      <w:pPr>
        <w:pStyle w:val="Textbezslovn"/>
        <w:spacing w:after="0"/>
      </w:pPr>
      <w:r>
        <w:t xml:space="preserve">telefon: </w:t>
      </w:r>
      <w:r>
        <w:tab/>
        <w:t>+420 727 966 017</w:t>
      </w:r>
    </w:p>
    <w:p w14:paraId="46076EE8" w14:textId="77777777" w:rsidR="00F23FA3" w:rsidRDefault="00F23FA3" w:rsidP="00F23FA3">
      <w:pPr>
        <w:pStyle w:val="Textbezslovn"/>
        <w:spacing w:after="0"/>
      </w:pPr>
      <w:r>
        <w:t xml:space="preserve">e-mail: </w:t>
      </w:r>
      <w:r>
        <w:tab/>
        <w:t>sedova@spravazeleznic.cz</w:t>
      </w:r>
    </w:p>
    <w:p w14:paraId="26368596" w14:textId="77777777" w:rsidR="00F23FA3" w:rsidRDefault="00F23FA3" w:rsidP="00F23FA3">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14AF9407" w14:textId="77777777" w:rsidR="00F23FA3" w:rsidRDefault="00F23FA3" w:rsidP="00F23FA3">
      <w:pPr>
        <w:pStyle w:val="Zkladntext"/>
        <w:spacing w:after="0" w:line="240" w:lineRule="auto"/>
        <w:ind w:left="1418"/>
        <w:jc w:val="both"/>
      </w:pPr>
      <w:r>
        <w:tab/>
      </w:r>
      <w:r w:rsidRPr="00233EB0">
        <w:t>Stavební správa západ</w:t>
      </w:r>
    </w:p>
    <w:p w14:paraId="2ECE7D6D" w14:textId="77777777" w:rsidR="00F23FA3" w:rsidRPr="008A7A9C" w:rsidRDefault="00F23FA3" w:rsidP="00F23FA3">
      <w:pPr>
        <w:pStyle w:val="Zpat"/>
        <w:tabs>
          <w:tab w:val="clear" w:pos="4536"/>
        </w:tabs>
        <w:ind w:left="2127"/>
        <w:rPr>
          <w:rFonts w:ascii="Verdana" w:hAnsi="Verdana"/>
          <w:sz w:val="18"/>
        </w:rPr>
      </w:pPr>
      <w:r w:rsidRPr="008A7A9C">
        <w:rPr>
          <w:rFonts w:ascii="Verdana" w:hAnsi="Verdana"/>
          <w:sz w:val="18"/>
        </w:rPr>
        <w:t xml:space="preserve">Budova Diamond Point, </w:t>
      </w:r>
    </w:p>
    <w:p w14:paraId="42AE90DE" w14:textId="77777777" w:rsidR="00F23FA3" w:rsidRPr="008A7A9C" w:rsidRDefault="00F23FA3" w:rsidP="00F23FA3">
      <w:pPr>
        <w:pStyle w:val="Zpat"/>
        <w:tabs>
          <w:tab w:val="clear" w:pos="4536"/>
        </w:tabs>
        <w:ind w:left="2127"/>
        <w:rPr>
          <w:rFonts w:ascii="Verdana" w:hAnsi="Verdana"/>
          <w:sz w:val="18"/>
        </w:rPr>
      </w:pPr>
      <w:r w:rsidRPr="008A7A9C">
        <w:rPr>
          <w:rFonts w:ascii="Verdana" w:hAnsi="Verdana"/>
          <w:sz w:val="18"/>
        </w:rPr>
        <w:t xml:space="preserve">Ke Štvanici 656/3 </w:t>
      </w:r>
    </w:p>
    <w:p w14:paraId="709AE9FA" w14:textId="3DF87F6C" w:rsidR="0035531B" w:rsidRDefault="00F23FA3" w:rsidP="00F23FA3">
      <w:pPr>
        <w:pStyle w:val="Text1-1"/>
        <w:numPr>
          <w:ilvl w:val="0"/>
          <w:numId w:val="0"/>
        </w:numPr>
        <w:ind w:left="1446" w:firstLine="681"/>
      </w:pPr>
      <w:r w:rsidRPr="008A7A9C">
        <w:rPr>
          <w:rFonts w:ascii="Verdana" w:hAnsi="Verdana"/>
        </w:rPr>
        <w:t>186 00 Praha 8 – Karlín</w:t>
      </w:r>
    </w:p>
    <w:p w14:paraId="020F179B" w14:textId="66EC6722" w:rsidR="0035531B" w:rsidRDefault="0035531B" w:rsidP="0035531B">
      <w:pPr>
        <w:pStyle w:val="Nadpis1-1"/>
      </w:pPr>
      <w:bookmarkStart w:id="7" w:name="_Toc159407641"/>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130E9833" w:rsidR="0035531B" w:rsidRDefault="005278DA" w:rsidP="0035531B">
      <w:pPr>
        <w:pStyle w:val="Textbezslovn"/>
      </w:pPr>
      <w:r>
        <w:t xml:space="preserve">Účelem veřejné zakázky </w:t>
      </w:r>
      <w:r w:rsidRPr="00FD501F" w:rsidDel="00FB05B2">
        <w:t>„</w:t>
      </w:r>
      <w:r w:rsidRPr="0020313F">
        <w:rPr>
          <w:rStyle w:val="Tun"/>
        </w:rPr>
        <w:t xml:space="preserve">Modernizace trati Plzeň - Domažlice - </w:t>
      </w:r>
      <w:proofErr w:type="gramStart"/>
      <w:r w:rsidRPr="0020313F">
        <w:rPr>
          <w:rStyle w:val="Tun"/>
        </w:rPr>
        <w:t>st.hranice</w:t>
      </w:r>
      <w:proofErr w:type="gramEnd"/>
      <w:r w:rsidRPr="0020313F">
        <w:rPr>
          <w:rStyle w:val="Tun"/>
        </w:rPr>
        <w:t xml:space="preserve"> SRN, 3. stavba, úsek Stod (mimo) - Domažlice (včetně)</w:t>
      </w:r>
      <w:r w:rsidRPr="00FD501F" w:rsidDel="00FB05B2">
        <w:t>“</w:t>
      </w:r>
      <w:r>
        <w:t xml:space="preserve"> </w:t>
      </w:r>
      <w:r w:rsidRPr="00FD501F" w:rsidDel="00FB05B2">
        <w:t xml:space="preserve">je </w:t>
      </w:r>
      <w:r>
        <w:t xml:space="preserve">kompletní modernizace traťového úseku </w:t>
      </w:r>
      <w:r w:rsidRPr="00E86CB3">
        <w:rPr>
          <w:b/>
        </w:rPr>
        <w:t>Stod (mimo) – Domažlice (včetně)</w:t>
      </w:r>
      <w:r>
        <w:t xml:space="preserve"> kombinací novostavby a optimalizace s elektrizací pro zavedení traťové rychlosti 200 km/h a dosažení parametrů odpovídajících národní legislativě a splnění požadavků TSI.</w:t>
      </w:r>
    </w:p>
    <w:p w14:paraId="4CB912C2" w14:textId="77777777" w:rsidR="0035531B" w:rsidRDefault="0035531B" w:rsidP="0035531B">
      <w:pPr>
        <w:pStyle w:val="Text1-1"/>
      </w:pPr>
      <w:r>
        <w:t>Předmět plnění veřejné zakázky</w:t>
      </w:r>
    </w:p>
    <w:p w14:paraId="0CC1B175" w14:textId="69D0D523" w:rsidR="00264A29" w:rsidRDefault="00264A29" w:rsidP="00264A29">
      <w:pPr>
        <w:pStyle w:val="Odstavec1-1a"/>
        <w:spacing w:after="80"/>
        <w:ind w:left="851"/>
      </w:pPr>
      <w:bookmarkStart w:id="8" w:name="_Hlk164748240"/>
      <w:r>
        <w:t xml:space="preserve">Předmětem plnění veřejné zakázky </w:t>
      </w:r>
      <w:r w:rsidRPr="00264A29">
        <w:rPr>
          <w:b/>
          <w:bCs/>
        </w:rPr>
        <w:t xml:space="preserve">„Modernizace trati Plzeň - Domažlice - </w:t>
      </w:r>
      <w:proofErr w:type="gramStart"/>
      <w:r w:rsidRPr="00264A29">
        <w:rPr>
          <w:b/>
          <w:bCs/>
        </w:rPr>
        <w:t>st.hranice</w:t>
      </w:r>
      <w:proofErr w:type="gramEnd"/>
      <w:r w:rsidRPr="00264A29">
        <w:rPr>
          <w:b/>
          <w:bCs/>
        </w:rPr>
        <w:t xml:space="preserve"> SRN, 3. stavba, úsek Stod (mimo) - Domažlice (včetně)“</w:t>
      </w:r>
      <w:r>
        <w:t xml:space="preserve"> je: </w:t>
      </w:r>
    </w:p>
    <w:p w14:paraId="7DC193C4" w14:textId="77777777" w:rsidR="00264A29" w:rsidRDefault="00264A29" w:rsidP="00264A29">
      <w:pPr>
        <w:pStyle w:val="Odstavec1-1a"/>
        <w:numPr>
          <w:ilvl w:val="0"/>
          <w:numId w:val="7"/>
        </w:numPr>
        <w:spacing w:after="80"/>
      </w:pPr>
      <w:r>
        <w:t>Zpracování dokumentace pro získání Verifikačního závazného stanoviska EIA dle § 9a zákona 100/2001 Sb. ve smyslu novely č. 39/2015 Sb. a získání tohoto stanoviska.</w:t>
      </w:r>
    </w:p>
    <w:p w14:paraId="064EC43D" w14:textId="0B8DA278" w:rsidR="00264A29" w:rsidRDefault="00264A29" w:rsidP="00264A29">
      <w:pPr>
        <w:pStyle w:val="Odstavec1-1a"/>
        <w:numPr>
          <w:ilvl w:val="0"/>
          <w:numId w:val="7"/>
        </w:numPr>
        <w:spacing w:after="80"/>
      </w:pPr>
      <w:r>
        <w:t xml:space="preserve">Zhotovení Návrhu stavby (studie), který bude zpracován pro vybrané stavební objekty dle odst. 5.3.1 ZTP. Odsouhlasené řešení Návrhu stavby pro vybrané stavební objekty bude dopracováno v dalších stupních dokumentace. </w:t>
      </w:r>
    </w:p>
    <w:p w14:paraId="16CAF95B" w14:textId="77777777" w:rsidR="00264A29" w:rsidRDefault="00264A29" w:rsidP="00264A29">
      <w:pPr>
        <w:pStyle w:val="Odstavec1-1a"/>
        <w:numPr>
          <w:ilvl w:val="0"/>
          <w:numId w:val="7"/>
        </w:numPr>
        <w:spacing w:after="80"/>
      </w:pPr>
      <w:r>
        <w:t xml:space="preserve">Zhotovení Projektové dokumentace pro společné povolení podle liniového zákona, která specifikuje předmět Díla v takovém rozsahu, aby ji bylo možno projednat v řízení o povolení záměru, získat pravomocné povolení záměru (povolení stavby nebo zařízení) dle zákona č. 283/2021 Sb., stavební zákon, účinného od 1. 1. 2024 (dále jen „NSZ“), včetně posouzení shody nebo vhodnosti pro použití prvku interoperability či ES prohlášení o ověření subsystému oznámeným subjektem a činností koordinátora BOZP při práci na staveništi ve fázi přípravy včetně zpracování plánu BOZP na staveništi a manuálu údržby. </w:t>
      </w:r>
    </w:p>
    <w:p w14:paraId="03CCDD72" w14:textId="77777777" w:rsidR="00264A29" w:rsidRDefault="00264A29" w:rsidP="00264A29">
      <w:pPr>
        <w:pStyle w:val="Odstavec1-1a"/>
        <w:numPr>
          <w:ilvl w:val="0"/>
          <w:numId w:val="7"/>
        </w:numPr>
        <w:spacing w:after="80"/>
      </w:pPr>
      <w:r>
        <w:t>Zpracování a podání žádosti o vydání povolení záměru dle NSZ, včetně všech vyžadovaných podkladů, jejímž výsledkem bude vydání povolení záměru (povolení stavby). Zhotovitel bude spolupracovat při vydání příslušných rozhodnutí do nabytí jejich právní moci (v případě odevzdání neúplné žádosti, přerušení z důvodů chybějících nebo vadně zpracovaných podkladů se jedná o vadu Díla).</w:t>
      </w:r>
    </w:p>
    <w:p w14:paraId="65581988" w14:textId="539E87A5" w:rsidR="00264A29" w:rsidRDefault="00264A29" w:rsidP="00264A29">
      <w:pPr>
        <w:pStyle w:val="Odstavec1-1a"/>
        <w:numPr>
          <w:ilvl w:val="0"/>
          <w:numId w:val="7"/>
        </w:numPr>
        <w:spacing w:after="80"/>
      </w:pPr>
      <w:r>
        <w:t>Rozdělení rozpracované dokumentace DUSL a zpracování a podání žádosti o vydání povolení záměru dle NSZ pro samostatné dílčí úseky stavby v následujícím členění (podrobnosti k rozdělení stavby na části viz čl. 5.2 ZTP):</w:t>
      </w:r>
    </w:p>
    <w:p w14:paraId="7FD85C4E" w14:textId="66880519" w:rsidR="00264A29" w:rsidRDefault="00264A29">
      <w:pPr>
        <w:pStyle w:val="Odstavec1-1a"/>
        <w:numPr>
          <w:ilvl w:val="0"/>
          <w:numId w:val="20"/>
        </w:numPr>
        <w:spacing w:after="80"/>
      </w:pPr>
      <w:r>
        <w:t xml:space="preserve">Úsek Stod (mimo) – Staňkov (odbočka Staňkov-Vránov), tj. km 128,011 - 143,200. </w:t>
      </w:r>
    </w:p>
    <w:p w14:paraId="2A5A1DBD" w14:textId="4DA4F6AF" w:rsidR="00264A29" w:rsidRDefault="00264A29">
      <w:pPr>
        <w:pStyle w:val="Odstavec1-1a"/>
        <w:numPr>
          <w:ilvl w:val="0"/>
          <w:numId w:val="20"/>
        </w:numPr>
        <w:spacing w:after="80"/>
      </w:pPr>
      <w:r>
        <w:t xml:space="preserve">Úsek Staňkov (odbočka Staňkov-Vránov) – Blížejov (odbočka Přívozec), tj. km 143,200 – 148,500. </w:t>
      </w:r>
    </w:p>
    <w:p w14:paraId="5E33A9CF" w14:textId="5685CBEF" w:rsidR="00264A29" w:rsidRDefault="00264A29">
      <w:pPr>
        <w:pStyle w:val="Odstavec1-1a"/>
        <w:numPr>
          <w:ilvl w:val="0"/>
          <w:numId w:val="20"/>
        </w:numPr>
        <w:spacing w:after="80"/>
      </w:pPr>
      <w:r>
        <w:t xml:space="preserve">Úsek Blížejov (včetně) – Domažlice (včetně), tj. km 148,500 – 169,600. </w:t>
      </w:r>
    </w:p>
    <w:p w14:paraId="7F065558" w14:textId="1EBF0C13" w:rsidR="00264A29" w:rsidRDefault="00264A29">
      <w:pPr>
        <w:pStyle w:val="Odstavec1-1a"/>
        <w:numPr>
          <w:ilvl w:val="0"/>
          <w:numId w:val="20"/>
        </w:numPr>
        <w:spacing w:after="80"/>
      </w:pPr>
      <w:r>
        <w:t xml:space="preserve">Úsek Domažlice (mimo) – konec stavby, tj. km 169,600 – 174,700. </w:t>
      </w:r>
    </w:p>
    <w:p w14:paraId="3105076E" w14:textId="77777777" w:rsidR="00264A29" w:rsidRDefault="00264A29" w:rsidP="00264A29">
      <w:pPr>
        <w:pStyle w:val="Odstavec1-1a"/>
        <w:spacing w:after="80"/>
        <w:ind w:left="1077"/>
      </w:pPr>
      <w:r>
        <w:t>Rozsah tohoto plnění si Objednatel vyhrazuje jako změnu závazku ze smlouvy v souladu s ustanovením § 100 odst. 1 ZZVZ. Plnění bude Zhotovitel realizovat na základě pokynu Objednatele, a to v případě, kdy by v průběhu povolovacího procesu stavby došlo k zastavení nebo přerušení řízení z důvodu zvlášť složitých majetkoprávních vztahů v dotčeném území nebo v případě nutných dodatečných úprav technického řešení a jeho projednání v dílčím úseku Stavby.</w:t>
      </w:r>
    </w:p>
    <w:p w14:paraId="28FAE78C" w14:textId="77777777" w:rsidR="00264A29" w:rsidRDefault="00264A29" w:rsidP="00264A29">
      <w:pPr>
        <w:pStyle w:val="Odstavec1-1a"/>
        <w:numPr>
          <w:ilvl w:val="0"/>
          <w:numId w:val="7"/>
        </w:numPr>
        <w:spacing w:after="80"/>
      </w:pPr>
      <w:r>
        <w:t>Zhotovení Projektové dokumentace pro provádění stavby v režimu BIM, která rozpracuje a vymezí požadavky na stavbu do podrobností, které specifikují předmět Díla v takovém rozsahu, aby byla podkladem pro výběrové řízení na zhotovení stavby,</w:t>
      </w:r>
    </w:p>
    <w:p w14:paraId="3C919E81" w14:textId="70686920" w:rsidR="00264A29" w:rsidRDefault="00264A29" w:rsidP="00264A29">
      <w:pPr>
        <w:pStyle w:val="Odstavec1-1a"/>
        <w:numPr>
          <w:ilvl w:val="0"/>
          <w:numId w:val="7"/>
        </w:numPr>
        <w:spacing w:after="80"/>
      </w:pPr>
      <w:r>
        <w:t>Zpracování Díla v režimu BIM 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Smlouvy.</w:t>
      </w:r>
    </w:p>
    <w:p w14:paraId="397AA0FE" w14:textId="77777777" w:rsidR="00264A29" w:rsidRDefault="00264A29" w:rsidP="00264A29">
      <w:pPr>
        <w:pStyle w:val="Odstavec1-1a"/>
        <w:numPr>
          <w:ilvl w:val="0"/>
          <w:numId w:val="7"/>
        </w:numPr>
        <w:spacing w:after="80"/>
      </w:pPr>
      <w:r>
        <w:t xml:space="preserve">Zhotovení Aktualizace záměru projektu podle Pravidel pro postupy v průběhu přípravy investičních a neinvestičních akcí dopravní infrastruktury, financovaných bez účasti státního rozpočtu (dále jen „Pravidla“). Rozsah tohoto plnění si Objednatel vyhrazuje jako změnu závazku ze smlouvy v souladu s ustanovením §100 odst. 1 ZZVZ. Plnění bude Zhotovitel realizovat na základě pokynu Objednatele při překročení předpokládaných investičních nákladů o 10 % anebo při zásadních změnách technického řešení stavby. </w:t>
      </w:r>
    </w:p>
    <w:p w14:paraId="307EF9DB" w14:textId="77777777" w:rsidR="00264A29" w:rsidRDefault="00264A29" w:rsidP="00264A29">
      <w:pPr>
        <w:pStyle w:val="Odstavec1-1a"/>
        <w:numPr>
          <w:ilvl w:val="0"/>
          <w:numId w:val="7"/>
        </w:numPr>
        <w:spacing w:after="80"/>
      </w:pPr>
      <w:r>
        <w:t>Výkon Dozoru projektanta při zhotovení PDPS a při provádění stavby.</w:t>
      </w:r>
    </w:p>
    <w:p w14:paraId="12440846" w14:textId="77777777" w:rsidR="00264A29" w:rsidRDefault="00264A29" w:rsidP="00264A29">
      <w:pPr>
        <w:pStyle w:val="Odstavec1-1a"/>
        <w:numPr>
          <w:ilvl w:val="0"/>
          <w:numId w:val="7"/>
        </w:numPr>
        <w:spacing w:after="80"/>
      </w:pPr>
      <w:r>
        <w:t>Výkon technické podpory, propagace a PR. Rozsah tohoto plnění si Objednatel vyhrazuje jako změnu závazku ze smlouvy v souladu s ustanovením § 100 odst. 1 ZZVZ. Plnění bude Zhotovitel realizovat na základě pokynu Objednatele v situaci, kdy potřeba služeb poskytovaných nad rámec VTP/DOKUMENTACE/06/23 vyplyne z průběhu povolovacího procesu.</w:t>
      </w:r>
    </w:p>
    <w:p w14:paraId="19F73DC4" w14:textId="14CA77B4" w:rsidR="00E007C8" w:rsidRDefault="00264A29" w:rsidP="00264A29">
      <w:pPr>
        <w:pStyle w:val="Odstavec1-1a"/>
        <w:numPr>
          <w:ilvl w:val="0"/>
          <w:numId w:val="7"/>
        </w:numPr>
        <w:spacing w:after="80"/>
      </w:pPr>
      <w:r>
        <w:t>Zhotovení Projektové dokumentace pro společné povolení podle liniového zákona pro objekt TNS Holýšov, která specifikuje předmět Díla v takovém rozsahu, aby ji bylo možno projednat v řízení o povolení záměru, získat pravomocné povolení záměru (povolení stavby nebo zařízení) dle NSZ, včetně posouzení shody nebo vhodnosti pro použití prvků interoperability či ES prohlášení o ověření subsystému oznámeným subjektem a činností koordinátora BOZP při práci na staveništi ve fázi přípravy včetně zpracování plánu BOZP na staveništi a manuálu údržby a dále zpracování studie připojitelnosti (viz odst. 4.5.1.1 ZTP). Rozsah tohoto plnění si Objednatel vyhrazuje jako změnu závazku ze smlouvy v souladu s ustanovením § 100 odst. 1 ZZVZ. Plnění bude Zhotovitel realizovat na základě pokynu Objednatele, a to v případě, kdy vyvstane potřeba zřízení nové TNS Holýšov na základě provedených energetických výpočtů.</w:t>
      </w:r>
      <w:bookmarkEnd w:id="8"/>
      <w:r>
        <w:t xml:space="preserve"> </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Pr="00A52F0A" w:rsidRDefault="00652EFD" w:rsidP="00652EFD">
      <w:pPr>
        <w:pStyle w:val="Text1-1"/>
        <w:numPr>
          <w:ilvl w:val="0"/>
          <w:numId w:val="0"/>
        </w:numPr>
        <w:spacing w:after="0"/>
        <w:ind w:left="737"/>
      </w:pPr>
      <w:r w:rsidRPr="00A52F0A">
        <w:t>kód CPV 71322000-1 Technické projekty pro provádění stavebně inženýrských prací</w:t>
      </w:r>
    </w:p>
    <w:p w14:paraId="1E09F449" w14:textId="77777777" w:rsidR="00652EFD" w:rsidRPr="00A52F0A" w:rsidRDefault="00652EFD" w:rsidP="00652EFD">
      <w:pPr>
        <w:pStyle w:val="Text1-1"/>
        <w:numPr>
          <w:ilvl w:val="0"/>
          <w:numId w:val="0"/>
        </w:numPr>
        <w:spacing w:after="0"/>
        <w:ind w:left="737"/>
      </w:pPr>
      <w:r w:rsidRPr="00A52F0A">
        <w:t>kód CPV 71311230-2 Železniční stavitelství</w:t>
      </w:r>
    </w:p>
    <w:p w14:paraId="7EED4AFD" w14:textId="77777777" w:rsidR="00652EFD" w:rsidRPr="00A52F0A" w:rsidRDefault="00652EFD" w:rsidP="00652EFD">
      <w:pPr>
        <w:pStyle w:val="Text1-1"/>
        <w:numPr>
          <w:ilvl w:val="0"/>
          <w:numId w:val="0"/>
        </w:numPr>
        <w:spacing w:after="0"/>
        <w:ind w:left="737"/>
      </w:pPr>
      <w:r w:rsidRPr="00A52F0A">
        <w:t>kód CPV 71317210-8 Poradenství v oblasti bezpečnosti a zdraví</w:t>
      </w:r>
    </w:p>
    <w:p w14:paraId="7062CE22" w14:textId="647A4F5E" w:rsidR="00652EFD" w:rsidRPr="00A52F0A" w:rsidRDefault="00652EFD" w:rsidP="00652EFD">
      <w:pPr>
        <w:pStyle w:val="Text1-1"/>
        <w:numPr>
          <w:ilvl w:val="0"/>
          <w:numId w:val="0"/>
        </w:numPr>
        <w:spacing w:after="0"/>
        <w:ind w:left="737"/>
      </w:pPr>
      <w:r w:rsidRPr="00A52F0A">
        <w:t>kód CPV 71248000-8 Dohled nad projektem a dokumentací</w:t>
      </w:r>
    </w:p>
    <w:p w14:paraId="4343C48E" w14:textId="712D11F2" w:rsidR="00873C33" w:rsidRPr="00A52F0A" w:rsidRDefault="00873C33" w:rsidP="00652EFD">
      <w:pPr>
        <w:pStyle w:val="Text1-1"/>
        <w:numPr>
          <w:ilvl w:val="0"/>
          <w:numId w:val="0"/>
        </w:numPr>
        <w:spacing w:after="0"/>
        <w:ind w:left="737"/>
        <w:rPr>
          <w:rFonts w:cs="Segoe UI"/>
        </w:rPr>
      </w:pPr>
      <w:r w:rsidRPr="00A52F0A">
        <w:t xml:space="preserve">kód CPV </w:t>
      </w:r>
      <w:r w:rsidRPr="00A52F0A">
        <w:rPr>
          <w:rFonts w:cs="Segoe UI"/>
        </w:rPr>
        <w:t>71300000-1 Technicko-inženýrské služby</w:t>
      </w:r>
    </w:p>
    <w:p w14:paraId="69167250" w14:textId="2E3CA1BE" w:rsidR="008703CB" w:rsidRPr="00A52F0A" w:rsidRDefault="008703CB" w:rsidP="00652EFD">
      <w:pPr>
        <w:pStyle w:val="Text1-1"/>
        <w:numPr>
          <w:ilvl w:val="0"/>
          <w:numId w:val="0"/>
        </w:numPr>
        <w:spacing w:after="0"/>
        <w:ind w:left="737"/>
      </w:pPr>
      <w:r w:rsidRPr="00A52F0A">
        <w:t xml:space="preserve">kód CPV </w:t>
      </w:r>
      <w:r w:rsidRPr="00A52F0A">
        <w:rPr>
          <w:rFonts w:cs="Segoe UI"/>
        </w:rPr>
        <w:t>71246000-4 Určování a sestavování výkazu výměr pro stavbu</w:t>
      </w:r>
    </w:p>
    <w:p w14:paraId="002E2383" w14:textId="77777777" w:rsidR="00652EFD" w:rsidRDefault="00652EFD" w:rsidP="00652EFD">
      <w:pPr>
        <w:pStyle w:val="Text1-1"/>
        <w:numPr>
          <w:ilvl w:val="0"/>
          <w:numId w:val="0"/>
        </w:numPr>
        <w:ind w:left="737"/>
      </w:pPr>
      <w:r w:rsidRPr="00A52F0A">
        <w:t>kód CPV 71313400-9 Posouzení vlivu stavby na životní prostředí</w:t>
      </w:r>
    </w:p>
    <w:p w14:paraId="0515094C" w14:textId="77777777" w:rsidR="0035531B" w:rsidRDefault="00652EFD" w:rsidP="00652EFD">
      <w:pPr>
        <w:pStyle w:val="Text1-1"/>
      </w:pPr>
      <w:r>
        <w:t xml:space="preserve">Doba plnění veřejné zakázky je podrobně uvedena ve Smlouvě o dílo na plnění veřejné zakázky (v Příloze č. 5 s názvem Harmonogram plnění), jejíž závazný vzor </w:t>
      </w:r>
      <w:proofErr w:type="gramStart"/>
      <w:r>
        <w:t>tvoří</w:t>
      </w:r>
      <w:proofErr w:type="gramEnd"/>
      <w:r>
        <w:t xml:space="preserve"> Díl 2 zadávací dokumentace.</w:t>
      </w:r>
    </w:p>
    <w:p w14:paraId="13125EA3" w14:textId="77777777" w:rsidR="0035531B" w:rsidRDefault="0035531B" w:rsidP="006F6B09">
      <w:pPr>
        <w:pStyle w:val="Nadpis1-1"/>
      </w:pPr>
      <w:bookmarkStart w:id="9" w:name="_Toc159407642"/>
      <w:r>
        <w:t>ZDROJE FINANCOVÁNÍ</w:t>
      </w:r>
      <w:r w:rsidR="00845C50">
        <w:t xml:space="preserve"> a </w:t>
      </w:r>
      <w:r>
        <w:t>PŘEDPOKLÁDANÁ HODNOTA VEŘEJNÉ ZAKÁZKY</w:t>
      </w:r>
      <w:bookmarkEnd w:id="9"/>
    </w:p>
    <w:p w14:paraId="7832C094" w14:textId="7FF68A7B" w:rsidR="001954B0" w:rsidRDefault="001954B0" w:rsidP="001954B0">
      <w:pPr>
        <w:pStyle w:val="Text1-1"/>
      </w:pPr>
      <w:r>
        <w:t>U této zakázky se předpokládá, že bude financována z prostředků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2E7B05A1" w14:textId="62A5D714" w:rsidR="00840851" w:rsidRDefault="00840851" w:rsidP="0035531B">
      <w:pPr>
        <w:pStyle w:val="Text1-1"/>
      </w:pPr>
      <w:r w:rsidRPr="000B710E">
        <w:rPr>
          <w:rStyle w:val="Tun9b"/>
        </w:rPr>
        <w:t xml:space="preserve">Zadavatel nesděluje výši předpokládané hodnoty veřejné zakázky. Zadavatel stanovuje závaznou zadávací podmínku tak, že částka </w:t>
      </w:r>
      <w:r w:rsidR="005A026D">
        <w:rPr>
          <w:rStyle w:val="Tun9b"/>
        </w:rPr>
        <w:t>698 238 5</w:t>
      </w:r>
      <w:r w:rsidR="00096E5B">
        <w:rPr>
          <w:rStyle w:val="Tun9b"/>
        </w:rPr>
        <w:t>64</w:t>
      </w:r>
      <w:r w:rsidR="00482CF6" w:rsidRPr="000B710E">
        <w:rPr>
          <w:rStyle w:val="Tun9b"/>
        </w:rPr>
        <w:t xml:space="preserve">,- Kč </w:t>
      </w:r>
      <w:r w:rsidRPr="000B710E">
        <w:rPr>
          <w:rStyle w:val="Tun9b"/>
        </w:rPr>
        <w:t>je nejvyšší přípustnou nabídkovou cenou (bez DPH), a to pod sankcí vyloučení z další účasti v zadávacím řízení.</w:t>
      </w:r>
    </w:p>
    <w:p w14:paraId="4E32F28B" w14:textId="77777777" w:rsidR="0035531B" w:rsidRDefault="0035531B" w:rsidP="006F6B09">
      <w:pPr>
        <w:pStyle w:val="Nadpis1-1"/>
      </w:pPr>
      <w:bookmarkStart w:id="10" w:name="_Toc159407643"/>
      <w:r>
        <w:t>OBSAH ZADÁVACÍ DOKUMENTACE</w:t>
      </w:r>
      <w:bookmarkEnd w:id="10"/>
      <w:r>
        <w:t xml:space="preserve"> </w:t>
      </w:r>
    </w:p>
    <w:p w14:paraId="138FA4B4" w14:textId="38464259" w:rsidR="00ED116C" w:rsidRDefault="00ED116C" w:rsidP="00ED116C">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 o zahájení zadávacího řízení –</w:t>
      </w:r>
      <w:r w:rsidR="00DA5362" w:rsidRPr="00DA5362">
        <w:t xml:space="preserve"> </w:t>
      </w:r>
      <w:r w:rsidR="00DA5362">
        <w:t>sektorová veřejná zakázka</w:t>
      </w:r>
      <w:r>
        <w:t>:</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06DAA8E8" w:rsidR="00ED116C" w:rsidRDefault="00ED116C" w:rsidP="00ED116C">
      <w:pPr>
        <w:pStyle w:val="Textbezslovn"/>
        <w:tabs>
          <w:tab w:val="left" w:pos="1701"/>
        </w:tabs>
        <w:spacing w:after="0"/>
        <w:ind w:left="1701" w:hanging="964"/>
      </w:pPr>
      <w:r>
        <w:t>Část 1</w:t>
      </w:r>
      <w:r>
        <w:tab/>
        <w:t xml:space="preserve">Oznámení o zahájení zadávacího řízení – </w:t>
      </w:r>
      <w:r w:rsidR="00DA5362">
        <w:t>sektorová veřejná zakázka</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42C5224E" w14:textId="77777777" w:rsidR="00703549" w:rsidRDefault="00ED116C" w:rsidP="00703549">
      <w:pPr>
        <w:pStyle w:val="Textbezslovn"/>
        <w:tabs>
          <w:tab w:val="left" w:pos="1701"/>
        </w:tabs>
        <w:spacing w:after="0"/>
        <w:ind w:left="1701" w:hanging="964"/>
      </w:pPr>
      <w:r>
        <w:t>Část 5</w:t>
      </w:r>
      <w:r>
        <w:tab/>
        <w:t xml:space="preserve">Zvláštní technické podmínky </w:t>
      </w:r>
    </w:p>
    <w:p w14:paraId="32CC4C77" w14:textId="77777777" w:rsidR="00703549" w:rsidRDefault="00703549" w:rsidP="00703549">
      <w:pPr>
        <w:pStyle w:val="Textbezslovn"/>
        <w:tabs>
          <w:tab w:val="left" w:pos="1701"/>
        </w:tabs>
        <w:ind w:left="1701" w:hanging="964"/>
      </w:pPr>
      <w:r w:rsidRPr="00DF28AA">
        <w:t>Část 6</w:t>
      </w:r>
      <w:r w:rsidRPr="00DF28AA">
        <w:tab/>
        <w:t>BIM Protokol</w:t>
      </w: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2D58F9F0" w14:textId="3399F32D" w:rsidR="00ED116C" w:rsidRDefault="00DF28AA" w:rsidP="00F64A7B">
      <w:pPr>
        <w:pStyle w:val="Text1-1"/>
        <w:numPr>
          <w:ilvl w:val="0"/>
          <w:numId w:val="0"/>
        </w:numPr>
        <w:ind w:left="1701" w:hanging="964"/>
      </w:pPr>
      <w:r w:rsidRPr="007B7089">
        <w:t>Část 1</w:t>
      </w:r>
      <w:r>
        <w:tab/>
      </w:r>
      <w:r w:rsidRPr="009B0394">
        <w:t>Dokumentace pro územní rozhodnutí „Modernizace trati Plzeň – Domažlice – st. Hranice SRN, 3. stavba, úsek Stod (mimo) – Domažlice (včetně)“</w:t>
      </w:r>
    </w:p>
    <w:p w14:paraId="49793BFC" w14:textId="1F701021" w:rsidR="005A3D2F" w:rsidRPr="001954B0" w:rsidRDefault="0035531B" w:rsidP="00F64A7B">
      <w:pPr>
        <w:pStyle w:val="Text1-1"/>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w:t>
      </w:r>
      <w:r w:rsidR="00DA5362" w:rsidRPr="00DA5362">
        <w:t xml:space="preserve"> </w:t>
      </w:r>
      <w:r w:rsidR="00DA5362">
        <w:t>sektorová veřejná zakázka</w:t>
      </w:r>
      <w:r w:rsidRPr="001954B0">
        <w:t>,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rsidR="00F073CB">
        <w:rPr>
          <w:rStyle w:val="Hypertextovodkaz"/>
          <w:noProof w:val="0"/>
        </w:rPr>
        <w:t>.</w:t>
      </w:r>
    </w:p>
    <w:p w14:paraId="5BB28FF7" w14:textId="77777777" w:rsidR="005A3D2F" w:rsidRPr="0013496A" w:rsidRDefault="0035531B" w:rsidP="00F64A7B">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25CA915C" w14:textId="2231170F" w:rsidR="001D6E71" w:rsidRDefault="00ED116C" w:rsidP="0035531B">
      <w:pPr>
        <w:pStyle w:val="Text1-1"/>
      </w:pPr>
      <w:r w:rsidRPr="00ED116C">
        <w:t xml:space="preserve">Zadavatel sděluje, že následující části zadávací dokumentace vypracovala osoba odlišná od zadavatele, a to: </w:t>
      </w:r>
    </w:p>
    <w:p w14:paraId="68B11C04" w14:textId="6D8CAF19" w:rsidR="00F64A7B" w:rsidRDefault="00F64A7B" w:rsidP="00F64A7B">
      <w:pPr>
        <w:pStyle w:val="Text1-1"/>
        <w:numPr>
          <w:ilvl w:val="0"/>
          <w:numId w:val="0"/>
        </w:numPr>
        <w:ind w:left="737"/>
      </w:pPr>
      <w:bookmarkStart w:id="11" w:name="_Ref160609988"/>
      <w:r w:rsidRPr="009B0394">
        <w:t>Dokumentace pro územní rozhodnutí „Modernizace trati Plzeň – Domažlice – st. Hranice SRN, 3. stavba, úsek Stod (mimo) – Domažlice (včetně)“, zpracovatel SUDOP PRAHA a.s.</w:t>
      </w:r>
      <w:r>
        <w:t xml:space="preserve"> se sídlem Olšanská </w:t>
      </w:r>
      <w:proofErr w:type="gramStart"/>
      <w:r>
        <w:t>1a</w:t>
      </w:r>
      <w:proofErr w:type="gramEnd"/>
      <w:r>
        <w:t>, 130 80 Praha 3, IČO: 25793349; datum</w:t>
      </w:r>
      <w:r w:rsidRPr="009B0394">
        <w:t xml:space="preserve"> 12/2021</w:t>
      </w:r>
      <w:bookmarkEnd w:id="11"/>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2" w:name="_Toc159407644"/>
      <w:r>
        <w:t>VYSVĚTLENÍ, ZMĚNY</w:t>
      </w:r>
      <w:r w:rsidR="00845C50">
        <w:t xml:space="preserve"> a </w:t>
      </w:r>
      <w:r>
        <w:t>DOPLNĚNÍ ZADÁVACÍ DOKUMENTACE</w:t>
      </w:r>
      <w:bookmarkEnd w:id="12"/>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3" w:name="_Toc159407645"/>
      <w:r>
        <w:t>POŽADAVKY ZADAVATELE NA KVALIFIKACI</w:t>
      </w:r>
      <w:bookmarkEnd w:id="13"/>
    </w:p>
    <w:p w14:paraId="6A76C7A3" w14:textId="6B70154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5362">
        <w:t xml:space="preserve"> sektorová veřejná zakázka </w:t>
      </w:r>
      <w:r w:rsidR="00845C50">
        <w:t>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04C0EBDF" w:rsidR="0035531B" w:rsidRDefault="0035531B" w:rsidP="00CC4380">
      <w:pPr>
        <w:pStyle w:val="Odrka1-2-"/>
      </w:pPr>
      <w:r>
        <w:t xml:space="preserve">potvrzení příslušné </w:t>
      </w:r>
      <w:r w:rsidR="00BD6850">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Pr="000A2041"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F10664">
        <w:t xml:space="preserve">živnostenské </w:t>
      </w:r>
      <w:r>
        <w:t>oprávnění</w:t>
      </w:r>
      <w:r w:rsidR="00BC6D2B">
        <w:t xml:space="preserve"> k </w:t>
      </w:r>
      <w:r>
        <w:t xml:space="preserve">podnikání pro </w:t>
      </w:r>
      <w:r w:rsidRPr="000A2041">
        <w:t xml:space="preserve">následující činnosti: </w:t>
      </w:r>
    </w:p>
    <w:p w14:paraId="1ED849B3" w14:textId="77777777" w:rsidR="001D6E71" w:rsidRPr="000A2041" w:rsidRDefault="001D6E71" w:rsidP="00BD5A0E">
      <w:pPr>
        <w:pStyle w:val="Odrka1-2-"/>
        <w:spacing w:after="0"/>
      </w:pPr>
      <w:r w:rsidRPr="000A2041">
        <w:t>projektovou činnost ve výstavbě</w:t>
      </w:r>
    </w:p>
    <w:p w14:paraId="55A0FBDD" w14:textId="4C0C946C" w:rsidR="007B592C" w:rsidRPr="000A2041" w:rsidRDefault="001D6E71" w:rsidP="00BD5A0E">
      <w:pPr>
        <w:pStyle w:val="Odrka1-2-"/>
        <w:spacing w:after="0"/>
      </w:pPr>
      <w:r w:rsidRPr="000A2041">
        <w:t>geologické práce</w:t>
      </w:r>
      <w:r w:rsidR="00607E41">
        <w:t>.</w:t>
      </w:r>
    </w:p>
    <w:p w14:paraId="47600503" w14:textId="0DB503B9" w:rsidR="0035531B" w:rsidRDefault="00BD5A0E" w:rsidP="00CC4380">
      <w:pPr>
        <w:pStyle w:val="Textbezslovn"/>
        <w:ind w:left="1077"/>
      </w:pPr>
      <w:r w:rsidRPr="000A2041">
        <w:t>Zadavatel dále požaduje předložení oprávnění k projektování a navrhování objektů a zařízení, které jsou součástí činnosti prováděné hornickým způsobem dle § 5 odst. 2 a v rozsahu dle § 3 písm.</w:t>
      </w:r>
      <w:r w:rsidR="00607E41">
        <w:t xml:space="preserve"> i)</w:t>
      </w:r>
      <w:r w:rsidRPr="000A2041">
        <w:t xml:space="preserve"> zákona č. 61/1988 Sb., o hornické činnosti, výbušninách a o státní báňské správě, ve znění pozdějších předpisů.</w:t>
      </w:r>
    </w:p>
    <w:p w14:paraId="49AD27E5" w14:textId="77777777" w:rsidR="0035531B" w:rsidRDefault="0035531B" w:rsidP="00092CC9">
      <w:pPr>
        <w:pStyle w:val="Odrka1-1"/>
      </w:pPr>
      <w:r>
        <w:t>Odborná způsobilost:</w:t>
      </w:r>
    </w:p>
    <w:p w14:paraId="12E053EF" w14:textId="54CDED95" w:rsidR="00BD5A0E" w:rsidRDefault="00BD5A0E" w:rsidP="00BD5A0E">
      <w:pPr>
        <w:pStyle w:val="Odrka1-2-"/>
      </w:pPr>
      <w:r>
        <w:t>Zadavatel požaduje předložení dokladu o autorizaci v rozsahu dle § 5 odst. 3 písm</w:t>
      </w:r>
      <w:r w:rsidRPr="004517F7">
        <w:t xml:space="preserve">. </w:t>
      </w:r>
      <w:r w:rsidRPr="004517F7">
        <w:rPr>
          <w:b/>
        </w:rPr>
        <w:t>a), b), d), e), i) a j)</w:t>
      </w:r>
      <w:r w:rsidR="004517F7" w:rsidRPr="004517F7">
        <w:rPr>
          <w:b/>
        </w:rPr>
        <w:t xml:space="preserve"> </w:t>
      </w:r>
      <w:r w:rsidRPr="004517F7">
        <w:t>zákona č.</w:t>
      </w:r>
      <w:r>
        <w:t xml:space="preserve"> 360/1992 Sb., o výkonu povolání autorizovaných architektů a o výkonu povolání autorizovaných inženýrů a techniků činných ve výstavbě, ve znění pozdějších předpisů.</w:t>
      </w:r>
    </w:p>
    <w:p w14:paraId="0FC06C38" w14:textId="6F76181F" w:rsidR="00BD5A0E" w:rsidRPr="0010191C" w:rsidRDefault="00BD5A0E" w:rsidP="00BD5A0E">
      <w:pPr>
        <w:pStyle w:val="Odrka1-2-"/>
      </w:pPr>
      <w:r w:rsidRPr="0010191C">
        <w:t xml:space="preserve">Zadavatel požaduje předložení osvědčení o odborné způsobilosti koordinátora BOZP na staveništi podle § 14, resp. § 10 odst. 2 zákona č. 309/2006 Sb., o zajištění dalších podmínek bezpečnosti a ochrany zdraví při práci, </w:t>
      </w:r>
      <w:r w:rsidR="00CD1856" w:rsidRPr="0010191C">
        <w:t>ve znění pozdějších předpisů</w:t>
      </w:r>
      <w:r w:rsidR="000E0942" w:rsidRPr="0010191C">
        <w:t>, ve spojení s</w:t>
      </w:r>
      <w:r w:rsidRPr="0010191C">
        <w:t xml:space="preserve"> § 6, 7 a 8 nařízení vlády č. 592/2006 Sb., o podmínkách akreditace a provádění zkoušek z odborné způsobilosti, potvrzujícího úspěšné vykonání zkoušky vydané firmou akreditovanou Minist</w:t>
      </w:r>
      <w:r w:rsidR="00CD1856" w:rsidRPr="0010191C">
        <w:t>erstvem práce a sociálních věcí</w:t>
      </w:r>
      <w:r w:rsidR="008E5D9D" w:rsidRPr="0010191C">
        <w:t xml:space="preserve"> (MPSV)</w:t>
      </w:r>
      <w:r w:rsidRPr="0010191C">
        <w:t>.</w:t>
      </w:r>
    </w:p>
    <w:p w14:paraId="178034E6" w14:textId="77777777" w:rsidR="00BD5A0E" w:rsidRPr="0010191C" w:rsidRDefault="00BD5A0E" w:rsidP="00BD5A0E">
      <w:pPr>
        <w:pStyle w:val="Odrka1-2-"/>
      </w:pPr>
      <w:r w:rsidRPr="0010191C">
        <w:t>Zadavatel požaduje předložení autorizace ke zpracování dokumentace a posudku dle § 19 zák. č. 100/2001 Sb., o posuzování vlivů na životní prostředí, ve znění pozdějších předpisů.</w:t>
      </w:r>
    </w:p>
    <w:p w14:paraId="2C7A2908" w14:textId="39D4B91C" w:rsidR="00BD5A0E" w:rsidRPr="0010191C" w:rsidRDefault="00BD5A0E" w:rsidP="00BD5A0E">
      <w:pPr>
        <w:pStyle w:val="Odrka1-2-"/>
      </w:pPr>
      <w:r w:rsidRPr="0010191C">
        <w:t xml:space="preserve">Zadavatel požaduje předložení osvědčení o odborné způsobilosti podle § 4 písm. </w:t>
      </w:r>
      <w:r w:rsidR="00EE7872" w:rsidRPr="0010191C">
        <w:t>e)</w:t>
      </w:r>
      <w:r w:rsidRPr="0010191C">
        <w:t xml:space="preserv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w:t>
      </w:r>
      <w:r w:rsidR="0010191C" w:rsidRPr="0010191C">
        <w:t xml:space="preserve"> i)</w:t>
      </w:r>
      <w:r w:rsidRPr="0010191C">
        <w:t xml:space="preserve"> zákona č. 61/1988 Sb., o hornické činnosti, výbušninách a o státní báňské správě, ve znění pozdějších předpisů.</w:t>
      </w:r>
    </w:p>
    <w:p w14:paraId="372CCA37" w14:textId="77777777" w:rsidR="00BD5A0E" w:rsidRPr="0010191C" w:rsidRDefault="00BD5A0E" w:rsidP="00BD5A0E">
      <w:pPr>
        <w:pStyle w:val="Odrka1-2-"/>
      </w:pPr>
      <w:r w:rsidRPr="0010191C">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10191C" w:rsidRDefault="00BD5A0E" w:rsidP="00BD5A0E">
      <w:pPr>
        <w:pStyle w:val="Odrka1-2-"/>
      </w:pPr>
      <w:r w:rsidRPr="0010191C">
        <w:t>Zadavatel požaduje předložení pověření k hodnocení nebezpečných vlastností odpadů dle §</w:t>
      </w:r>
      <w:r w:rsidR="001D21EA" w:rsidRPr="0010191C">
        <w:t xml:space="preserve"> 73, resp. § 154 odst. 3, zákona č. 541/2020 Sb., o odpadech</w:t>
      </w:r>
      <w:r w:rsidRPr="0010191C">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1DDEF7B4"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37ECF699" w14:textId="703858A7" w:rsidR="002F6610"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0B29BD">
        <w:t xml:space="preserve">, resp. projektové dokumentace pro vydání společného povolení podle zákona č. 416/2009 Sb., </w:t>
      </w:r>
      <w:r w:rsidR="000B29BD" w:rsidRPr="00EC1519">
        <w:t>o urychlení výstavby dopravní, vodní a energetické infrastruktury a infrastruktury elektronických komunikací (liniový zákon)</w:t>
      </w:r>
      <w:r w:rsidR="000B29BD">
        <w:t xml:space="preserve">, ve znění pozdějších předpisů (dále jen „DUSL“, přičemž pro obě projektové dokumentace pro vydání společného povolení je dále v textu používána společná zkratka </w:t>
      </w:r>
      <w:r w:rsidR="001D19B0">
        <w:t>„</w:t>
      </w:r>
      <w:r w:rsidR="000B29BD">
        <w:t>DUSP/DUSL</w:t>
      </w:r>
      <w:r w:rsidR="001D19B0">
        <w:t>“</w:t>
      </w:r>
      <w:r w:rsidR="000B29BD">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1D19B0">
        <w:t>/DUSL</w:t>
      </w:r>
      <w:r w:rsidR="00103A92">
        <w:t>+PDPS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w:t>
      </w:r>
      <w:r w:rsidR="007D38E4" w:rsidRPr="00B03967">
        <w:t xml:space="preserve">stavby a projektové dokumentace pro vydání stavebního povolení (dále jen „DUR+DSP“) nebo ve stupních dokumentace pro vydání rozhodnutí o umístění stavby a projektové dokumentace pro vydání stavebního povolení a projektové dokumentace pro provádění stavby (dále jen „DUR+DSP+PDPS“) </w:t>
      </w:r>
      <w:r w:rsidR="00B067E0" w:rsidRPr="00B03967">
        <w:t xml:space="preserve">dle </w:t>
      </w:r>
      <w:r w:rsidR="006025F3" w:rsidRPr="00B03967">
        <w:t xml:space="preserve">prováděcích </w:t>
      </w:r>
      <w:r w:rsidR="00B067E0" w:rsidRPr="00B03967">
        <w:t>právních předpisů</w:t>
      </w:r>
      <w:r w:rsidR="00DB5D9B" w:rsidRPr="00B03967">
        <w:rPr>
          <w:rStyle w:val="Znakapoznpodarou"/>
        </w:rPr>
        <w:footnoteReference w:id="1"/>
      </w:r>
      <w:r w:rsidR="00B067E0" w:rsidRPr="00B03967">
        <w:t xml:space="preserve"> </w:t>
      </w:r>
      <w:r w:rsidRPr="00B03967">
        <w:t>pro stavby železničních drah ve smyslu § 5 odst. 1 a § 3 odst. 1 zák. č. 266/1994 Sb., o dráhách, ve znění pozdějších předpisů. Za službu obdobného charakteru, resp. projektové práce spočívající ve zhotovení dokumentace ve stupni DSP nebo DSP+PDPS nebo DUSP</w:t>
      </w:r>
      <w:r w:rsidR="001D19B0" w:rsidRPr="00B03967">
        <w:t>/DUSL</w:t>
      </w:r>
      <w:r w:rsidR="00103A92" w:rsidRPr="00B03967">
        <w:t xml:space="preserve"> nebo DUSP</w:t>
      </w:r>
      <w:r w:rsidR="001D19B0" w:rsidRPr="00B03967">
        <w:t>/DUSL</w:t>
      </w:r>
      <w:r w:rsidR="00103A92" w:rsidRPr="00B03967">
        <w:t>+PDPS</w:t>
      </w:r>
      <w:r w:rsidR="007D38E4" w:rsidRPr="00B03967">
        <w:t xml:space="preserve"> nebo DUR+DSP nebo</w:t>
      </w:r>
      <w:r w:rsidR="007D38E4">
        <w:t xml:space="preserve"> DUR+DSP+PDPS</w:t>
      </w:r>
      <w:r>
        <w:t>, zadavatel považuje rovněž provedení aktualizace dokumentace ve stupni DSP nebo DSP+PDPS nebo DUSP</w:t>
      </w:r>
      <w:r w:rsidR="001D19B0">
        <w:t>/DUSL</w:t>
      </w:r>
      <w:r w:rsidR="00103A92" w:rsidRPr="00103A92">
        <w:t xml:space="preserve"> </w:t>
      </w:r>
      <w:r w:rsidR="00103A92">
        <w:t>nebo DUSP</w:t>
      </w:r>
      <w:r w:rsidR="001D19B0">
        <w:t>/DUSL</w:t>
      </w:r>
      <w:r w:rsidR="00103A92">
        <w:t>+PDPS</w:t>
      </w:r>
      <w:r w:rsidR="007D38E4" w:rsidRPr="007D38E4">
        <w:t xml:space="preserve"> </w:t>
      </w:r>
      <w:r w:rsidR="007D38E4">
        <w:t>nebo DUR+DSP nebo DUR+DSP+PDPS</w:t>
      </w:r>
      <w:r>
        <w:t>.</w:t>
      </w:r>
      <w:r w:rsidR="00A65D0C">
        <w:t xml:space="preserve"> </w:t>
      </w:r>
    </w:p>
    <w:p w14:paraId="2CEA948D" w14:textId="73241DBC" w:rsidR="00392730" w:rsidRDefault="00511E3C" w:rsidP="00392730">
      <w:pPr>
        <w:pStyle w:val="Textbezslovn"/>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vyhl.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w:t>
      </w:r>
    </w:p>
    <w:p w14:paraId="3E51B240" w14:textId="508612D0" w:rsidR="00392730"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5A0B0D">
        <w:t>. a), b), c), d) (dále jen</w:t>
      </w:r>
      <w:r>
        <w:t xml:space="preserve">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51F9A522" w14:textId="32E11E8E" w:rsidR="00392730" w:rsidRPr="0040069E" w:rsidRDefault="00392730">
      <w:pPr>
        <w:pStyle w:val="Odstavec1-1a"/>
        <w:numPr>
          <w:ilvl w:val="0"/>
          <w:numId w:val="14"/>
        </w:numPr>
      </w:pPr>
      <w:r w:rsidRPr="005A0B0D">
        <w:t>zpracování dokumentace ve stupni DSP nebo DSP+PDPS nebo DUSP</w:t>
      </w:r>
      <w:r w:rsidR="00394060" w:rsidRPr="005A0B0D">
        <w:t>/DUSL</w:t>
      </w:r>
      <w:r w:rsidRPr="005A0B0D">
        <w:t xml:space="preserve"> </w:t>
      </w:r>
      <w:r w:rsidR="00103A92" w:rsidRPr="005A0B0D">
        <w:t>nebo DUSP</w:t>
      </w:r>
      <w:r w:rsidR="00394060" w:rsidRPr="005A0B0D">
        <w:t>/DUSL</w:t>
      </w:r>
      <w:r w:rsidR="00103A92" w:rsidRPr="005A0B0D">
        <w:t xml:space="preserve">+PDPS </w:t>
      </w:r>
      <w:r w:rsidR="007D38E4" w:rsidRPr="005A0B0D">
        <w:t xml:space="preserve">nebo DUR+DSP nebo DUR+DSP+PDPS </w:t>
      </w:r>
      <w:r w:rsidRPr="005A0B0D">
        <w:t>pro rekonstrukci</w:t>
      </w:r>
      <w:r w:rsidR="00A47DE5" w:rsidRPr="005A0B0D">
        <w:t>,</w:t>
      </w:r>
      <w:r w:rsidRPr="005A0B0D">
        <w:t xml:space="preserve"> novostavbu </w:t>
      </w:r>
      <w:r w:rsidR="00A47DE5" w:rsidRPr="005A0B0D">
        <w:t xml:space="preserve">nebo opravu </w:t>
      </w:r>
      <w:r w:rsidRPr="005A0B0D">
        <w:t>elektrifikované železniční trati včetně zabezpečovacího zařízení v</w:t>
      </w:r>
      <w:r w:rsidR="00935206" w:rsidRPr="005A0B0D">
        <w:t xml:space="preserve"> souhrnné </w:t>
      </w:r>
      <w:r w:rsidRPr="005A0B0D">
        <w:t xml:space="preserve">délce traťového úseku minimálně </w:t>
      </w:r>
      <w:r w:rsidRPr="005A0B0D">
        <w:rPr>
          <w:b/>
          <w:bCs/>
        </w:rPr>
        <w:t>10 km</w:t>
      </w:r>
      <w:r w:rsidRPr="005A0B0D">
        <w:t xml:space="preserve">, která obsahuje </w:t>
      </w:r>
      <w:r w:rsidRPr="0040069E">
        <w:t>minimálně jednu železniční stanici,</w:t>
      </w:r>
    </w:p>
    <w:p w14:paraId="6180DEA9" w14:textId="2CAC9C23" w:rsidR="00392730" w:rsidRPr="0040069E" w:rsidRDefault="00392730">
      <w:pPr>
        <w:pStyle w:val="Odstavec1-1a"/>
        <w:numPr>
          <w:ilvl w:val="0"/>
          <w:numId w:val="14"/>
        </w:numPr>
      </w:pPr>
      <w:r w:rsidRPr="0040069E">
        <w:t>zpracování dokumentace ve stupni DSP nebo DSP+PDPS nebo DUSP</w:t>
      </w:r>
      <w:r w:rsidR="00394060" w:rsidRPr="0040069E">
        <w:t>/DUSL</w:t>
      </w:r>
      <w:r w:rsidRPr="0040069E">
        <w:t xml:space="preserve"> </w:t>
      </w:r>
      <w:r w:rsidR="00103A92" w:rsidRPr="0040069E">
        <w:t>nebo DUSP</w:t>
      </w:r>
      <w:r w:rsidR="00394060" w:rsidRPr="0040069E">
        <w:t>/DUSL</w:t>
      </w:r>
      <w:r w:rsidR="00103A92" w:rsidRPr="0040069E">
        <w:t xml:space="preserve">+PDPS </w:t>
      </w:r>
      <w:r w:rsidR="007D38E4" w:rsidRPr="0040069E">
        <w:t xml:space="preserve">nebo DUR+DSP nebo DUR+DSP+PDPS </w:t>
      </w:r>
      <w:r w:rsidRPr="0040069E">
        <w:t>pro rekonstrukci</w:t>
      </w:r>
      <w:r w:rsidR="00A47DE5" w:rsidRPr="0040069E">
        <w:t>,</w:t>
      </w:r>
      <w:r w:rsidRPr="0040069E">
        <w:t xml:space="preserve"> novostavbu </w:t>
      </w:r>
      <w:r w:rsidR="00A47DE5" w:rsidRPr="0040069E">
        <w:t xml:space="preserve">nebo opravu </w:t>
      </w:r>
      <w:r w:rsidRPr="0040069E">
        <w:t xml:space="preserve">obsahující alespoň jeden železniční most o minimální délce přemostění </w:t>
      </w:r>
      <w:r w:rsidR="0040069E" w:rsidRPr="0040069E">
        <w:rPr>
          <w:b/>
          <w:bCs/>
        </w:rPr>
        <w:t>100</w:t>
      </w:r>
      <w:r w:rsidRPr="0040069E">
        <w:t xml:space="preserve"> </w:t>
      </w:r>
      <w:r w:rsidRPr="0040069E">
        <w:rPr>
          <w:b/>
          <w:bCs/>
        </w:rPr>
        <w:t>m</w:t>
      </w:r>
      <w:r w:rsidRPr="0040069E">
        <w:t xml:space="preserve">, </w:t>
      </w:r>
    </w:p>
    <w:p w14:paraId="27EAE5D1" w14:textId="137A621E" w:rsidR="00392730" w:rsidRPr="004D15AC" w:rsidRDefault="00392730">
      <w:pPr>
        <w:pStyle w:val="Odstavec1-1a"/>
        <w:numPr>
          <w:ilvl w:val="0"/>
          <w:numId w:val="14"/>
        </w:numPr>
      </w:pPr>
      <w:r w:rsidRPr="004D15AC">
        <w:t>zpracování dokumentace ve stupni DSP nebo DSP+PDPS nebo DUSP</w:t>
      </w:r>
      <w:r w:rsidR="00394060" w:rsidRPr="004D15AC">
        <w:t>/DUSL</w:t>
      </w:r>
      <w:r w:rsidRPr="004D15AC">
        <w:t xml:space="preserve"> </w:t>
      </w:r>
      <w:r w:rsidR="00103A92" w:rsidRPr="004D15AC">
        <w:t>nebo DUSP</w:t>
      </w:r>
      <w:r w:rsidR="00394060" w:rsidRPr="004D15AC">
        <w:t>/DUSL</w:t>
      </w:r>
      <w:r w:rsidR="00103A92" w:rsidRPr="004D15AC">
        <w:t xml:space="preserve">+PDPS </w:t>
      </w:r>
      <w:r w:rsidR="007D38E4" w:rsidRPr="004D15AC">
        <w:t xml:space="preserve">nebo DUR+DSP nebo DUR+DSP+PDPS </w:t>
      </w:r>
      <w:r w:rsidRPr="004D15AC">
        <w:t>pro rekonstrukci</w:t>
      </w:r>
      <w:r w:rsidR="00A47DE5" w:rsidRPr="004D15AC">
        <w:t>,</w:t>
      </w:r>
      <w:r w:rsidRPr="004D15AC">
        <w:t xml:space="preserve"> novostavbu </w:t>
      </w:r>
      <w:r w:rsidR="00A47DE5" w:rsidRPr="004D15AC">
        <w:t xml:space="preserve">nebo opravu </w:t>
      </w:r>
      <w:r w:rsidRPr="004D15AC">
        <w:t xml:space="preserve">obsahující alespoň jeden železniční tunel o minimální délce </w:t>
      </w:r>
      <w:r w:rsidR="00C400AB" w:rsidRPr="004D15AC">
        <w:rPr>
          <w:b/>
          <w:bCs/>
        </w:rPr>
        <w:t>400</w:t>
      </w:r>
      <w:r w:rsidRPr="004D15AC">
        <w:t xml:space="preserve"> </w:t>
      </w:r>
      <w:r w:rsidRPr="004D15AC">
        <w:rPr>
          <w:b/>
          <w:bCs/>
        </w:rPr>
        <w:t>m</w:t>
      </w:r>
      <w:r w:rsidRPr="004D15AC">
        <w:t>,</w:t>
      </w:r>
    </w:p>
    <w:p w14:paraId="797F5665" w14:textId="56484FA7" w:rsidR="00392730" w:rsidRPr="004D15AC" w:rsidRDefault="00392730">
      <w:pPr>
        <w:pStyle w:val="Odstavec1-1a"/>
        <w:numPr>
          <w:ilvl w:val="0"/>
          <w:numId w:val="14"/>
        </w:numPr>
      </w:pPr>
      <w:r w:rsidRPr="004D15AC">
        <w:t xml:space="preserve">zajištění </w:t>
      </w:r>
      <w:r w:rsidR="00D148BC" w:rsidRPr="004D15AC">
        <w:t xml:space="preserve">vydání alespoň nepravomocného </w:t>
      </w:r>
      <w:r w:rsidRPr="004D15AC">
        <w:t xml:space="preserve">stavebního povolení nebo společného povolení, kterým se stavba umisťuje a povoluje, </w:t>
      </w:r>
      <w:r w:rsidR="007278C9" w:rsidRPr="004D15AC">
        <w:t xml:space="preserve">nebo povolení </w:t>
      </w:r>
      <w:r w:rsidR="00DA5362" w:rsidRPr="004D15AC">
        <w:t xml:space="preserve">záměru (povolení </w:t>
      </w:r>
      <w:r w:rsidR="00F51311" w:rsidRPr="004D15AC">
        <w:t xml:space="preserve">stavby </w:t>
      </w:r>
      <w:r w:rsidR="007278C9" w:rsidRPr="004D15AC">
        <w:t>dle zákona č. 283/2021 Sb., stavební zákon, ve znění pozdějších předpisů</w:t>
      </w:r>
      <w:r w:rsidR="00967ACB" w:rsidRPr="004D15AC">
        <w:t>)</w:t>
      </w:r>
      <w:r w:rsidR="007278C9" w:rsidRPr="004D15AC">
        <w:t xml:space="preserve">, </w:t>
      </w:r>
      <w:r w:rsidRPr="004D15AC">
        <w:t>včetně zpracování agendy majetkoprávního vypořádání pro rekonstrukci</w:t>
      </w:r>
      <w:r w:rsidR="00CB14C7" w:rsidRPr="004D15AC">
        <w:t>,</w:t>
      </w:r>
      <w:r w:rsidRPr="004D15AC">
        <w:t xml:space="preserve"> novostavbu </w:t>
      </w:r>
      <w:r w:rsidR="00CB14C7" w:rsidRPr="004D15AC">
        <w:t xml:space="preserve">nebo opravu </w:t>
      </w:r>
      <w:r w:rsidRPr="004D15AC">
        <w:t>železniční trati nebo železniční stanice</w:t>
      </w:r>
      <w:r w:rsidR="004D15AC" w:rsidRPr="004D15AC">
        <w:t xml:space="preserve"> s hodnotou dokumentace nejméně </w:t>
      </w:r>
      <w:r w:rsidR="004D15AC" w:rsidRPr="004D15AC">
        <w:rPr>
          <w:b/>
          <w:bCs/>
        </w:rPr>
        <w:t>100 mil. Kč</w:t>
      </w:r>
      <w:r w:rsidR="004D15AC" w:rsidRPr="004D15AC">
        <w:t xml:space="preserve"> bez DPH.</w:t>
      </w:r>
    </w:p>
    <w:p w14:paraId="252247DF" w14:textId="45BB749C" w:rsidR="00392730" w:rsidRPr="00E332D6" w:rsidRDefault="00392730" w:rsidP="00392730">
      <w:pPr>
        <w:pStyle w:val="Textbezslovn"/>
      </w:pPr>
      <w:r w:rsidRPr="00BA55F4">
        <w:rPr>
          <w:b/>
        </w:rPr>
        <w:t>Každá z činností uvedených pod písm. a), b), c), d)</w:t>
      </w:r>
      <w:r w:rsidR="00BA55F4" w:rsidRPr="00BA55F4">
        <w:rPr>
          <w:b/>
        </w:rPr>
        <w:t xml:space="preserve"> </w:t>
      </w:r>
      <w:r w:rsidRPr="00BA55F4">
        <w:rPr>
          <w:b/>
        </w:rPr>
        <w:t>musí být doložena</w:t>
      </w:r>
      <w:r w:rsidRPr="00392730">
        <w:rPr>
          <w:b/>
        </w:rPr>
        <w:t xml:space="preserve"> alespoň </w:t>
      </w:r>
      <w:r w:rsidR="00BA55F4" w:rsidRPr="00E332D6">
        <w:rPr>
          <w:b/>
        </w:rPr>
        <w:t>v jedné referenční zakázce (významné službě).</w:t>
      </w:r>
    </w:p>
    <w:p w14:paraId="435B6A10" w14:textId="4B8283BB" w:rsidR="00392730" w:rsidRDefault="00392730" w:rsidP="00392730">
      <w:pPr>
        <w:pStyle w:val="Textbezslovn"/>
      </w:pPr>
      <w:r w:rsidRPr="00E332D6">
        <w:t>Parametry, resp. požadavky na obsahovou náplň činností, uvedené výše pod písm. a), b), c), d) lze splnit všechny současně v rámci jedné referenční zakázky (významné služby), ale připouští se i splnění požadavků dle písm. a), b), c), d</w:t>
      </w:r>
      <w:r w:rsidR="00E332D6" w:rsidRPr="00E332D6">
        <w:t xml:space="preserve">) </w:t>
      </w:r>
      <w:r w:rsidRPr="00E332D6">
        <w:t>odděleně v několika referenčních zakázkách. Každá z těchto referenčních zakázek však musí vždy samostatně dosahovat alespoň minimální úrovně všech požadavků dle písm. a) nebo b) nebo c) nebo d) výše, takže požadavky na obsahovou náplň činností uvedených výše pod jednotlivými písm. a) nebo b) nebo c) nebo d) nelze za účelem prokázání technické kvalifikace sčítat z více referenčních zakázek (významných služeb).</w:t>
      </w:r>
      <w:r>
        <w:t xml:space="preserve"> </w:t>
      </w:r>
    </w:p>
    <w:p w14:paraId="2500CE3E" w14:textId="18D0C9E8"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691EE3">
        <w:rPr>
          <w:b/>
          <w:bCs/>
        </w:rPr>
        <w:t>35</w:t>
      </w:r>
      <w:r w:rsidR="00754265">
        <w:rPr>
          <w:b/>
          <w:bCs/>
        </w:rPr>
        <w:t>0 mil.</w:t>
      </w:r>
      <w:r>
        <w:t xml:space="preserve"> </w:t>
      </w:r>
      <w:r w:rsidRPr="00392730">
        <w:rPr>
          <w:b/>
        </w:rPr>
        <w:t>Kč</w:t>
      </w:r>
      <w:r>
        <w:t xml:space="preserve"> bez DPH, přičemž alespoň jedna významná služba musí dosahovat </w:t>
      </w:r>
      <w:r w:rsidR="00656A03">
        <w:t xml:space="preserve">hodnoty </w:t>
      </w:r>
      <w:r>
        <w:t xml:space="preserve">nejméně </w:t>
      </w:r>
      <w:r w:rsidR="00754265">
        <w:rPr>
          <w:b/>
          <w:bCs/>
        </w:rPr>
        <w:t>1</w:t>
      </w:r>
      <w:r w:rsidR="00691EE3">
        <w:rPr>
          <w:b/>
          <w:bCs/>
        </w:rPr>
        <w:t>0</w:t>
      </w:r>
      <w:r w:rsidR="00754265">
        <w:rPr>
          <w:b/>
          <w:bCs/>
        </w:rPr>
        <w:t>0 mil.</w:t>
      </w:r>
      <w:r>
        <w:t xml:space="preserve">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DSP+PDPS nebo DUSP</w:t>
      </w:r>
      <w:r w:rsidR="00CA41FA">
        <w:t>/DUSL</w:t>
      </w:r>
      <w:r w:rsidR="00B067E0">
        <w:t xml:space="preserve">+PDPS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B067E0">
        <w:t>DSP+PDPS nebo DUSP</w:t>
      </w:r>
      <w:r w:rsidR="00CA41FA">
        <w:t>/DUSL</w:t>
      </w:r>
      <w:r w:rsidR="00B067E0">
        <w:t>+PDPS</w:t>
      </w:r>
      <w:r w:rsidR="007D38E4" w:rsidRPr="007D38E4">
        <w:t xml:space="preserve"> </w:t>
      </w:r>
      <w:r w:rsidR="007D38E4">
        <w:t>nebo DUR+DSP nebo DUR+DSP+PDPS</w:t>
      </w:r>
      <w:r w:rsidR="00B067E0">
        <w:t xml:space="preserve">). </w:t>
      </w:r>
    </w:p>
    <w:p w14:paraId="6269E3CC" w14:textId="0DAF5C4D"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CC0ADA">
        <w:t xml:space="preserve">účinném do 31.12.2023 (dále též „starý stavební zákon“) </w:t>
      </w:r>
      <w:r w:rsidR="00F744CC">
        <w:t xml:space="preserve">či ve smyslu </w:t>
      </w:r>
      <w:r w:rsidR="00CC0ADA">
        <w:t xml:space="preserve">§ 6 odst. 1 </w:t>
      </w:r>
      <w:r w:rsidR="00F744CC" w:rsidRPr="00A4043B">
        <w:t>zákona č. 283/2021 Sb., stavební zákon, ve znění pozdějších předpisů</w:t>
      </w:r>
      <w:r w:rsidR="00CC0ADA">
        <w:t xml:space="preserve"> (dále též „nový stavební zákon“)</w:t>
      </w:r>
      <w:r w:rsidRPr="000045F9">
        <w:t>.</w:t>
      </w:r>
    </w:p>
    <w:p w14:paraId="02939F2D" w14:textId="3EFCB9B4" w:rsidR="00656A03" w:rsidRDefault="00656A03" w:rsidP="009968AD">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CC0ADA">
        <w:t xml:space="preserve">starého </w:t>
      </w:r>
      <w:r w:rsidRPr="000045F9">
        <w:t>stavebního zákona</w:t>
      </w:r>
      <w:r w:rsidR="00CC0ADA">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62302BFF"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 xml:space="preserve">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CC0ADA">
        <w:t xml:space="preserve">starého </w:t>
      </w:r>
      <w:r w:rsidR="009968AD" w:rsidRPr="000045F9">
        <w:t xml:space="preserve">stavebního zákona </w:t>
      </w:r>
      <w:r w:rsidR="00CC0ADA">
        <w:t>nebo § 6 odst. 1 nového stavebního zákona</w:t>
      </w:r>
      <w:r w:rsidR="00CC0ADA" w:rsidRPr="000045F9">
        <w:t xml:space="preserve"> </w:t>
      </w:r>
      <w:r w:rsidR="009968AD" w:rsidRPr="000045F9">
        <w:t xml:space="preserve">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009968AD" w:rsidRPr="000045F9">
        <w:t>koleje  a</w:t>
      </w:r>
      <w:proofErr w:type="gramEnd"/>
      <w:r w:rsidR="009968AD" w:rsidRPr="000045F9">
        <w:t>/nebo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2AE1CFF6"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dozor</w:t>
      </w:r>
      <w:r w:rsidR="00D8114B">
        <w:t xml:space="preserve"> projektanta</w:t>
      </w:r>
      <w:r>
        <w:t xml:space="preserve">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ve stupni DSP nebo DSP+PDPS nebo DUSP</w:t>
      </w:r>
      <w:r w:rsidR="00CA41FA">
        <w:t>/DUSL</w:t>
      </w:r>
      <w:r>
        <w:t xml:space="preserve"> </w:t>
      </w:r>
      <w:r w:rsidR="00103A92">
        <w:t>nebo DUSP</w:t>
      </w:r>
      <w:r w:rsidR="00CA41FA">
        <w:t>/DUSL</w:t>
      </w:r>
      <w:r w:rsidR="00103A92">
        <w:t xml:space="preserve">+PDPS </w:t>
      </w:r>
      <w:r w:rsidR="007D38E4">
        <w:t xml:space="preserve">nebo DUR+DSP nebo DUR+DSP+PDPS </w:t>
      </w:r>
      <w:r>
        <w:t>pro stavby železničních drah)</w:t>
      </w:r>
      <w:r w:rsidR="00935206">
        <w:t xml:space="preserve"> s tím, že zakázka jako celek (tj. ohledně dalších činností, např. dozoru</w:t>
      </w:r>
      <w:r w:rsidR="00D8114B">
        <w:t xml:space="preserve"> projektanta</w:t>
      </w:r>
      <w:r w:rsidR="00935206">
        <w:t xml:space="preserve"> při realizaci stavby) dokončena není; zároveň však platí, že nestačí (tj. nepovažuje se za plnění dokončené v požadované době), pokud je v posledních 8 letech dokončena zakázka rozsáhlejšího plnění jako celek (např. dokončen dozor</w:t>
      </w:r>
      <w:r w:rsidR="00D8114B">
        <w:t xml:space="preserve"> projektanta</w:t>
      </w:r>
      <w:r w:rsidR="00935206">
        <w:t xml:space="preserve">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předprojektové přípravy,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52C944AF"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rsidR="00CB14C7">
        <w:t>, zpracování nákladů stavby, zpracování v režimu BIM</w:t>
      </w:r>
      <w:r w:rsidR="00194E9F">
        <w:t>;</w:t>
      </w:r>
    </w:p>
    <w:p w14:paraId="41351DED" w14:textId="1F728484" w:rsidR="00392730" w:rsidRPr="008E3621"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ve stupni DSP nebo DSP+PDPS nebo DUSP</w:t>
      </w:r>
      <w:r w:rsidR="00CA41FA">
        <w:t>/DUSL</w:t>
      </w:r>
      <w:r>
        <w:t xml:space="preserve"> </w:t>
      </w:r>
      <w:r w:rsidR="00103A92">
        <w:t>nebo DUSP</w:t>
      </w:r>
      <w:r w:rsidR="00CA41FA">
        <w:t>/DUSL</w:t>
      </w:r>
      <w:r w:rsidR="00103A92">
        <w:t xml:space="preserve">+PDPS </w:t>
      </w:r>
      <w:r w:rsidR="000E5DB6">
        <w:t xml:space="preserve">nebo DUR+DSP nebo DUR+DSP+PDPS </w:t>
      </w:r>
      <w:r>
        <w:t xml:space="preserve">považuje za dokončenou </w:t>
      </w:r>
      <w:r w:rsidR="00593FAE">
        <w:t xml:space="preserve">definitivním </w:t>
      </w:r>
      <w:r>
        <w:t>předáním DSP nebo DSP+PDPS nebo DUSP</w:t>
      </w:r>
      <w:r w:rsidR="00CA41FA">
        <w:t>/DUSL</w:t>
      </w:r>
      <w:r w:rsidR="00103A92" w:rsidRPr="00103A92">
        <w:t xml:space="preserve"> </w:t>
      </w:r>
      <w:r w:rsidR="00103A92">
        <w:t>nebo DUSP</w:t>
      </w:r>
      <w:r w:rsidR="00CA41FA">
        <w:t>/DUSL</w:t>
      </w:r>
      <w:r w:rsidR="00103A92">
        <w:t>+PDPS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w:t>
      </w:r>
      <w:r w:rsidR="00043B79" w:rsidRPr="006A070D">
        <w:t>územní rozhodnutí, územní souhlas</w:t>
      </w:r>
      <w:r w:rsidR="00043B79">
        <w:t xml:space="preserve">, </w:t>
      </w:r>
      <w:r>
        <w:t>stavební povolení</w:t>
      </w:r>
      <w:r w:rsidR="00043B79">
        <w:t>,</w:t>
      </w:r>
      <w:r>
        <w:t xml:space="preserve"> společné povolení</w:t>
      </w:r>
      <w:r w:rsidR="00414173">
        <w:t xml:space="preserve"> nebo povolení</w:t>
      </w:r>
      <w:r w:rsidR="00F51311">
        <w:t xml:space="preserve"> </w:t>
      </w:r>
      <w:r w:rsidR="00DA5362">
        <w:t xml:space="preserve">záměru (povolení </w:t>
      </w:r>
      <w:r w:rsidR="00F51311">
        <w:t>stavby</w:t>
      </w:r>
      <w:r w:rsidR="00DA5362">
        <w:t>)</w:t>
      </w:r>
      <w:r>
        <w:t xml:space="preserve">, je-li součástí plnění </w:t>
      </w:r>
      <w:r w:rsidRPr="008E3621">
        <w:t xml:space="preserve">zakázky. </w:t>
      </w:r>
      <w:r w:rsidR="00E65BBD" w:rsidRPr="008E3621">
        <w:t>Tento odstavec</w:t>
      </w:r>
      <w:r w:rsidR="00BA3D9D" w:rsidRPr="008E3621">
        <w:t>, resp. odrážka,</w:t>
      </w:r>
      <w:r w:rsidR="00E65BBD" w:rsidRPr="008E3621">
        <w:t xml:space="preserve"> se nevztahuje na službu dle písm. </w:t>
      </w:r>
      <w:r w:rsidR="008E3621" w:rsidRPr="008E3621">
        <w:t>d</w:t>
      </w:r>
      <w:r w:rsidR="00E65BBD" w:rsidRPr="008E3621">
        <w:t>) tohoto článku.</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pPr>
        <w:pStyle w:val="Odstavec1-1a"/>
        <w:numPr>
          <w:ilvl w:val="0"/>
          <w:numId w:val="17"/>
        </w:numPr>
        <w:spacing w:after="0"/>
      </w:pPr>
      <w:r>
        <w:t>společně s jinými dodavateli, a to v rozsahu, v jakém se na plnění zakázky podílel, nebo</w:t>
      </w:r>
    </w:p>
    <w:p w14:paraId="5B9EBB80" w14:textId="2E997A44" w:rsidR="00392730" w:rsidRDefault="00392730">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66A72E5F" w:rsidR="009E1AEE" w:rsidRDefault="009E1AEE" w:rsidP="009E1AEE">
      <w:pPr>
        <w:pStyle w:val="Textbezslovn"/>
      </w:pPr>
      <w:r>
        <w:t>Zadavatel požaduje předložení seznamu odborného personálu dodavatele. Pro každou osobu odborného personálu v níže uvedené funkci</w:t>
      </w:r>
      <w:r w:rsidR="00DE06F4">
        <w:t xml:space="preserve"> </w:t>
      </w:r>
      <w:r>
        <w:t>může být za účelem splnění kvalifikace doložena pouze jedna osoba. Jednotlivé požadavky na kvalifikační kritéria u každé jednotlivé funkce</w:t>
      </w:r>
      <w:r w:rsidR="00DE06F4">
        <w:t xml:space="preserve"> </w:t>
      </w:r>
      <w:r>
        <w:t>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Default="009E1AEE" w:rsidP="009E1AEE">
      <w:pPr>
        <w:pStyle w:val="Textbezslovn"/>
      </w:pPr>
      <w:r>
        <w:t xml:space="preserve">Dodavatel v nabídce </w:t>
      </w:r>
      <w:proofErr w:type="gramStart"/>
      <w:r>
        <w:t>předloží</w:t>
      </w:r>
      <w:proofErr w:type="gramEnd"/>
      <w:r>
        <w:t xml:space="preserve">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7F0A865B" w14:textId="1CA40A1B" w:rsidR="009E1AEE" w:rsidRPr="00891AF6" w:rsidRDefault="00817A33">
      <w:pPr>
        <w:pStyle w:val="Odstavec1-1a"/>
        <w:numPr>
          <w:ilvl w:val="0"/>
          <w:numId w:val="12"/>
        </w:numPr>
        <w:rPr>
          <w:b/>
        </w:rPr>
      </w:pPr>
      <w:r w:rsidRPr="00891AF6">
        <w:rPr>
          <w:b/>
        </w:rPr>
        <w:t>hlavní projektant</w:t>
      </w:r>
      <w:r w:rsidR="003804E2" w:rsidRPr="00891AF6">
        <w:rPr>
          <w:b/>
        </w:rPr>
        <w:t xml:space="preserve"> (HIP)</w:t>
      </w:r>
      <w:r w:rsidR="009E1AEE" w:rsidRPr="00891AF6">
        <w:rPr>
          <w:b/>
        </w:rPr>
        <w:t xml:space="preserve"> </w:t>
      </w:r>
    </w:p>
    <w:p w14:paraId="640DC132" w14:textId="298C0A0F" w:rsidR="009E1AEE" w:rsidRPr="00891AF6" w:rsidRDefault="009E1AEE" w:rsidP="009E1AEE">
      <w:pPr>
        <w:pStyle w:val="Odrka1-2-"/>
      </w:pPr>
      <w:r w:rsidRPr="00891AF6">
        <w:t xml:space="preserve">nejméně 5 let praxe v projektování </w:t>
      </w:r>
      <w:r w:rsidR="00455731" w:rsidRPr="00891AF6">
        <w:t>staveb železničních drah</w:t>
      </w:r>
      <w:r w:rsidRPr="00891AF6">
        <w:t xml:space="preserve">; </w:t>
      </w:r>
    </w:p>
    <w:p w14:paraId="7EB977EC" w14:textId="33680D2A" w:rsidR="009E1AEE" w:rsidRPr="00AE76A4" w:rsidRDefault="009E1AEE" w:rsidP="009E1AEE">
      <w:pPr>
        <w:pStyle w:val="Odrka1-2-"/>
      </w:pPr>
      <w:r w:rsidRPr="00891AF6">
        <w:t xml:space="preserve">autorizace v rozsahu dle § 5 odst. 3 písm. b) zák. č. 360/1992 Sb., o výkonu povolání autorizovaných architektů a o výkonu povolání autorizovaných </w:t>
      </w:r>
      <w:r w:rsidRPr="00AE76A4">
        <w:t xml:space="preserve">inženýrů a techniků činných ve výstavbě, ve znění pozdějších předpisů (dále jen „autorizační zákon“), tedy pro dopravní stavby; </w:t>
      </w:r>
    </w:p>
    <w:p w14:paraId="2C3A93FE" w14:textId="415074FD" w:rsidR="009E1AEE" w:rsidRPr="00AE76A4" w:rsidRDefault="009E1AEE" w:rsidP="009E1AEE">
      <w:pPr>
        <w:pStyle w:val="Odrka1-2-"/>
      </w:pPr>
      <w:r w:rsidRPr="00AE76A4">
        <w:t>prokázat zkušenost s plněním alespoň</w:t>
      </w:r>
      <w:r w:rsidR="00A16220" w:rsidRPr="00AE76A4">
        <w:t xml:space="preserve"> </w:t>
      </w:r>
      <w:r w:rsidR="007A6474" w:rsidRPr="00AE76A4">
        <w:t>jedné zakázky</w:t>
      </w:r>
      <w:r w:rsidRPr="00AE76A4">
        <w:t xml:space="preserve"> na projektové práce </w:t>
      </w:r>
      <w:r w:rsidR="000E1758" w:rsidRPr="00AE76A4">
        <w:t xml:space="preserve">spočívající ve zpracování dokumentace </w:t>
      </w:r>
      <w:r w:rsidRPr="00AE76A4">
        <w:t>pro stavby železničních drah ve stupni DSP nebo DSP+PDPS nebo DUSP</w:t>
      </w:r>
      <w:r w:rsidR="00CA41FA" w:rsidRPr="00AE76A4">
        <w:t>/DUSL</w:t>
      </w:r>
      <w:r w:rsidRPr="00AE76A4">
        <w:t xml:space="preserve"> </w:t>
      </w:r>
      <w:r w:rsidR="00103A92" w:rsidRPr="00AE76A4">
        <w:t>nebo DUSP</w:t>
      </w:r>
      <w:r w:rsidR="00CA41FA" w:rsidRPr="00AE76A4">
        <w:t>/DUSL</w:t>
      </w:r>
      <w:r w:rsidR="00103A92" w:rsidRPr="00AE76A4">
        <w:t xml:space="preserve">+PDPS </w:t>
      </w:r>
      <w:r w:rsidR="000E5DB6" w:rsidRPr="00AE76A4">
        <w:t xml:space="preserve">nebo DUR+DSP nebo DUR+DSP+PDPS </w:t>
      </w:r>
      <w:r w:rsidRPr="00AE76A4">
        <w:t>ve funkci vedoucího týmu</w:t>
      </w:r>
      <w:r w:rsidR="00D148BC" w:rsidRPr="00AE76A4">
        <w:t xml:space="preserve"> </w:t>
      </w:r>
      <w:r w:rsidR="005E49D0" w:rsidRPr="00AE76A4">
        <w:t>nebo zástupce vedoucího týmu</w:t>
      </w:r>
      <w:r w:rsidRPr="00AE76A4">
        <w:t xml:space="preserve">, přičemž </w:t>
      </w:r>
      <w:r w:rsidR="00332F74" w:rsidRPr="00AE76A4">
        <w:t xml:space="preserve">hodnota zakázky </w:t>
      </w:r>
      <w:r w:rsidR="00332F74" w:rsidRPr="00AE76A4">
        <w:rPr>
          <w:rFonts w:cs="Arial"/>
          <w:bCs/>
        </w:rPr>
        <w:t xml:space="preserve">musí činit nejméně </w:t>
      </w:r>
      <w:r w:rsidR="00AE76A4" w:rsidRPr="00AE76A4">
        <w:rPr>
          <w:rFonts w:cs="Arial"/>
          <w:b/>
        </w:rPr>
        <w:t>100</w:t>
      </w:r>
      <w:r w:rsidR="00332F74" w:rsidRPr="00AE76A4">
        <w:rPr>
          <w:rFonts w:cs="Arial"/>
          <w:bCs/>
        </w:rPr>
        <w:t xml:space="preserve"> </w:t>
      </w:r>
      <w:r w:rsidR="00332F74" w:rsidRPr="00AE76A4">
        <w:rPr>
          <w:rFonts w:cs="Arial"/>
          <w:b/>
          <w:bCs/>
        </w:rPr>
        <w:t>mil. Kč</w:t>
      </w:r>
      <w:r w:rsidR="00332F74" w:rsidRPr="00AE76A4">
        <w:rPr>
          <w:rFonts w:cs="Arial"/>
          <w:bCs/>
        </w:rPr>
        <w:t xml:space="preserve"> bez DPH</w:t>
      </w:r>
      <w:r w:rsidR="00332F74" w:rsidRPr="00AE76A4">
        <w:t xml:space="preserve"> a </w:t>
      </w:r>
      <w:r w:rsidRPr="00AE76A4">
        <w:t xml:space="preserve">musí </w:t>
      </w:r>
      <w:r w:rsidR="00332F74" w:rsidRPr="00AE76A4">
        <w:t xml:space="preserve">se </w:t>
      </w:r>
      <w:r w:rsidRPr="00AE76A4">
        <w:t>jednat o zakázk</w:t>
      </w:r>
      <w:r w:rsidR="00332F74" w:rsidRPr="00AE76A4">
        <w:t>u</w:t>
      </w:r>
      <w:r w:rsidRPr="00AE76A4">
        <w:t xml:space="preserve"> dokončen</w:t>
      </w:r>
      <w:r w:rsidR="00332F74" w:rsidRPr="00AE76A4">
        <w:t>ou</w:t>
      </w:r>
      <w:r w:rsidRPr="00AE76A4">
        <w:t>, avšak zadavatel nestanoví maximální lhůtu, ve které musel</w:t>
      </w:r>
      <w:r w:rsidR="00332F74" w:rsidRPr="00AE76A4">
        <w:t>a</w:t>
      </w:r>
      <w:r w:rsidRPr="00AE76A4">
        <w:t xml:space="preserve"> být zakázk</w:t>
      </w:r>
      <w:r w:rsidR="00332F74" w:rsidRPr="00AE76A4">
        <w:t>a</w:t>
      </w:r>
      <w:r w:rsidRPr="00AE76A4">
        <w:t xml:space="preserve"> dokončen</w:t>
      </w:r>
      <w:r w:rsidR="00332F74" w:rsidRPr="00AE76A4">
        <w:t>a</w:t>
      </w:r>
      <w:r w:rsidRPr="00AE76A4">
        <w:t>; pokud byla referovaná činnost součástí rozsáhlejšího plnění pro objednatele služby (např. kromě zpracování projektové dokumentace měl dodavatel vykonávat i dozor</w:t>
      </w:r>
      <w:r w:rsidR="007D3F64" w:rsidRPr="00AE76A4">
        <w:t xml:space="preserve"> projektanta</w:t>
      </w:r>
      <w:r w:rsidRPr="00AE76A4">
        <w:t>) postačí, pokud je dokončeno plněn</w:t>
      </w:r>
      <w:r w:rsidR="00355D2A" w:rsidRPr="00AE76A4">
        <w:t>í</w:t>
      </w:r>
      <w:r w:rsidR="0033063F" w:rsidRPr="00AE76A4">
        <w:t xml:space="preserve"> odpovídající </w:t>
      </w:r>
      <w:r w:rsidR="00857BAC" w:rsidRPr="00AE76A4">
        <w:t xml:space="preserve">zadavatelem stanovené </w:t>
      </w:r>
      <w:r w:rsidR="0033063F" w:rsidRPr="00AE76A4">
        <w:t>definici požadované zkušenosti</w:t>
      </w:r>
      <w:r w:rsidR="00355D2A" w:rsidRPr="00AE76A4">
        <w:t>;</w:t>
      </w:r>
      <w:r w:rsidRPr="00AE76A4">
        <w:t xml:space="preserve">  </w:t>
      </w:r>
    </w:p>
    <w:p w14:paraId="0AF61FD6" w14:textId="77777777" w:rsidR="005E49D0" w:rsidRPr="00181047" w:rsidRDefault="005E49D0">
      <w:pPr>
        <w:pStyle w:val="Odstavec1-1a"/>
        <w:numPr>
          <w:ilvl w:val="0"/>
          <w:numId w:val="12"/>
        </w:numPr>
        <w:rPr>
          <w:b/>
        </w:rPr>
      </w:pPr>
      <w:r w:rsidRPr="00181047">
        <w:rPr>
          <w:b/>
        </w:rPr>
        <w:t xml:space="preserve">zástupce hlavního projektanta  </w:t>
      </w:r>
    </w:p>
    <w:p w14:paraId="1F2FFABC" w14:textId="5B7F5906" w:rsidR="005E49D0" w:rsidRPr="00181047" w:rsidRDefault="005E49D0" w:rsidP="005E49D0">
      <w:pPr>
        <w:pStyle w:val="Odrka1-2-"/>
      </w:pPr>
      <w:r w:rsidRPr="00181047">
        <w:t xml:space="preserve">nejméně 5 let praxe v projektování staveb železničních drah; </w:t>
      </w:r>
    </w:p>
    <w:p w14:paraId="6B35904C" w14:textId="70CBE0D6" w:rsidR="005E49D0" w:rsidRPr="00751B2D" w:rsidRDefault="005E49D0" w:rsidP="005E49D0">
      <w:pPr>
        <w:pStyle w:val="Odrka1-2-"/>
        <w:rPr>
          <w:b/>
        </w:rPr>
      </w:pPr>
      <w:r w:rsidRPr="00181047">
        <w:t xml:space="preserve">autorizace v rozsahu dle § 5 odst. 3 písm. b) </w:t>
      </w:r>
      <w:r w:rsidR="00F45B56" w:rsidRPr="00181047">
        <w:t>autorizačního zákona</w:t>
      </w:r>
      <w:r w:rsidRPr="00181047">
        <w:t xml:space="preserve">, tedy pro </w:t>
      </w:r>
      <w:r w:rsidRPr="00751B2D">
        <w:t>dopravní stavby;</w:t>
      </w:r>
    </w:p>
    <w:p w14:paraId="5E4C4978" w14:textId="4CEAEA91" w:rsidR="009E1AEE" w:rsidRPr="00751B2D" w:rsidRDefault="009E1AEE">
      <w:pPr>
        <w:pStyle w:val="Odstavec1-1a"/>
        <w:numPr>
          <w:ilvl w:val="0"/>
          <w:numId w:val="12"/>
        </w:numPr>
        <w:rPr>
          <w:b/>
        </w:rPr>
      </w:pPr>
      <w:r w:rsidRPr="00751B2D">
        <w:rPr>
          <w:b/>
        </w:rPr>
        <w:t>specialista na železniční svršek a spodek</w:t>
      </w:r>
    </w:p>
    <w:p w14:paraId="5D3774CB" w14:textId="2D6334E4" w:rsidR="00355D2A" w:rsidRPr="00751B2D" w:rsidRDefault="009E1AEE" w:rsidP="00355D2A">
      <w:pPr>
        <w:pStyle w:val="Odrka1-2-"/>
      </w:pPr>
      <w:r w:rsidRPr="00751B2D">
        <w:t xml:space="preserve">nejméně 5 let praxe </w:t>
      </w:r>
      <w:r w:rsidR="00222BAD" w:rsidRPr="00751B2D">
        <w:t xml:space="preserve">v projektování v oboru své specializace </w:t>
      </w:r>
      <w:r w:rsidR="000E1758" w:rsidRPr="00751B2D">
        <w:t>(železniční svršek a spodek)</w:t>
      </w:r>
      <w:r w:rsidRPr="00751B2D">
        <w:t xml:space="preserve">; </w:t>
      </w:r>
    </w:p>
    <w:p w14:paraId="3388847C" w14:textId="77777777" w:rsidR="009E1AEE" w:rsidRPr="00751B2D" w:rsidRDefault="009E1AEE" w:rsidP="00355D2A">
      <w:pPr>
        <w:pStyle w:val="Odrka1-2-"/>
      </w:pPr>
      <w:r w:rsidRPr="00751B2D">
        <w:t xml:space="preserve">autorizace v rozsahu dle § 5 odst. 3 písm. b) autorizačního zákona, tedy pro dopravní stavby; </w:t>
      </w:r>
    </w:p>
    <w:p w14:paraId="174F62BD" w14:textId="77777777" w:rsidR="009E1AEE" w:rsidRPr="00751B2D" w:rsidRDefault="009E1AEE">
      <w:pPr>
        <w:pStyle w:val="Odstavec1-1a"/>
        <w:numPr>
          <w:ilvl w:val="0"/>
          <w:numId w:val="12"/>
        </w:numPr>
        <w:rPr>
          <w:b/>
        </w:rPr>
      </w:pPr>
      <w:r w:rsidRPr="00751B2D">
        <w:rPr>
          <w:b/>
        </w:rPr>
        <w:t>specialista na mostní a inženýrské konstrukce</w:t>
      </w:r>
    </w:p>
    <w:p w14:paraId="18FAF453" w14:textId="77777777" w:rsidR="00355D2A" w:rsidRPr="00751B2D" w:rsidRDefault="009E1AEE" w:rsidP="00355D2A">
      <w:pPr>
        <w:pStyle w:val="Odrka1-2-"/>
      </w:pPr>
      <w:r w:rsidRPr="00751B2D">
        <w:t>nejméně 5 let praxe v projektování v oboru své specializace</w:t>
      </w:r>
      <w:r w:rsidR="000E1758" w:rsidRPr="00751B2D">
        <w:t xml:space="preserve"> (mostní a inženýrské konstrukce)</w:t>
      </w:r>
      <w:r w:rsidRPr="00751B2D">
        <w:t xml:space="preserve">; </w:t>
      </w:r>
    </w:p>
    <w:p w14:paraId="6E7BE1A0" w14:textId="19BEB3F1" w:rsidR="009E1AEE" w:rsidRPr="00751B2D" w:rsidRDefault="009E1AEE" w:rsidP="00355D2A">
      <w:pPr>
        <w:pStyle w:val="Odrka1-2-"/>
      </w:pPr>
      <w:r w:rsidRPr="00751B2D">
        <w:t xml:space="preserve">autorizace v rozsahu dle § 5 odst. 3 písm. d) autorizačního zákona, tedy v oboru mosty a inženýrské konstrukce; </w:t>
      </w:r>
    </w:p>
    <w:p w14:paraId="218BB049" w14:textId="77777777" w:rsidR="009E1AEE" w:rsidRPr="00751B2D" w:rsidRDefault="009E1AEE">
      <w:pPr>
        <w:pStyle w:val="Odstavec1-1a"/>
        <w:numPr>
          <w:ilvl w:val="0"/>
          <w:numId w:val="12"/>
        </w:numPr>
        <w:rPr>
          <w:b/>
        </w:rPr>
      </w:pPr>
      <w:r w:rsidRPr="00751B2D">
        <w:rPr>
          <w:b/>
        </w:rPr>
        <w:t>specialista na pozemní stavby</w:t>
      </w:r>
    </w:p>
    <w:p w14:paraId="40B47FFA" w14:textId="77777777" w:rsidR="00355D2A" w:rsidRPr="00751B2D" w:rsidRDefault="009E1AEE" w:rsidP="00355D2A">
      <w:pPr>
        <w:pStyle w:val="Odrka1-2-"/>
      </w:pPr>
      <w:r w:rsidRPr="00751B2D">
        <w:t>nejméně 5 let praxe v projektování v oboru své specializace</w:t>
      </w:r>
      <w:r w:rsidR="000E1758" w:rsidRPr="00751B2D">
        <w:t xml:space="preserve"> (pozemní stavby)</w:t>
      </w:r>
      <w:r w:rsidRPr="00751B2D">
        <w:t xml:space="preserve">; </w:t>
      </w:r>
    </w:p>
    <w:p w14:paraId="679E6712" w14:textId="77777777" w:rsidR="009E1AEE" w:rsidRPr="00751B2D" w:rsidRDefault="009E1AEE" w:rsidP="00355D2A">
      <w:pPr>
        <w:pStyle w:val="Odrka1-2-"/>
      </w:pPr>
      <w:r w:rsidRPr="00751B2D">
        <w:t>autorizace v rozsahu dle § 5 odst. 3 písm. a) autorizačního zákona, tedy v oboru pozemní stavby;</w:t>
      </w:r>
    </w:p>
    <w:p w14:paraId="42E501CB" w14:textId="77777777" w:rsidR="009E1AEE" w:rsidRPr="00751B2D" w:rsidRDefault="009E1AEE">
      <w:pPr>
        <w:pStyle w:val="Odstavec1-1a"/>
        <w:numPr>
          <w:ilvl w:val="0"/>
          <w:numId w:val="12"/>
        </w:numPr>
        <w:rPr>
          <w:b/>
        </w:rPr>
      </w:pPr>
      <w:r w:rsidRPr="00751B2D">
        <w:rPr>
          <w:b/>
        </w:rPr>
        <w:t>specialista na zabezpečovací zařízení</w:t>
      </w:r>
    </w:p>
    <w:p w14:paraId="3CD7E3D6" w14:textId="5876DF79" w:rsidR="00355D2A" w:rsidRPr="00751B2D" w:rsidRDefault="009E1AEE" w:rsidP="00355D2A">
      <w:pPr>
        <w:pStyle w:val="Odrka1-2-"/>
      </w:pPr>
      <w:r w:rsidRPr="00751B2D">
        <w:t xml:space="preserve">nejméně 5 let praxe </w:t>
      </w:r>
      <w:r w:rsidR="00222BAD" w:rsidRPr="00751B2D">
        <w:t xml:space="preserve">v projektování v oboru své specializace </w:t>
      </w:r>
      <w:r w:rsidR="00503605" w:rsidRPr="00751B2D">
        <w:t>(</w:t>
      </w:r>
      <w:r w:rsidR="00547AD2" w:rsidRPr="00751B2D">
        <w:t xml:space="preserve">železniční </w:t>
      </w:r>
      <w:r w:rsidR="00503605" w:rsidRPr="00751B2D">
        <w:t>zabezpečovací zařízení)</w:t>
      </w:r>
      <w:r w:rsidRPr="00751B2D">
        <w:t>;</w:t>
      </w:r>
    </w:p>
    <w:p w14:paraId="414C64AE" w14:textId="77777777" w:rsidR="009E1AEE" w:rsidRPr="00751B2D" w:rsidRDefault="009E1AEE" w:rsidP="00355D2A">
      <w:pPr>
        <w:pStyle w:val="Odrka1-2-"/>
      </w:pPr>
      <w:r w:rsidRPr="00751B2D">
        <w:t xml:space="preserve">autorizace v rozsahu dle § 5 odst. 3 písm. e) autorizačního zákona, tedy v oboru technologická zařízení staveb; </w:t>
      </w:r>
    </w:p>
    <w:p w14:paraId="2ABF3C2E" w14:textId="77777777" w:rsidR="009E1AEE" w:rsidRPr="00751B2D" w:rsidRDefault="009E1AEE">
      <w:pPr>
        <w:pStyle w:val="Odstavec1-1a"/>
        <w:numPr>
          <w:ilvl w:val="0"/>
          <w:numId w:val="12"/>
        </w:numPr>
        <w:rPr>
          <w:b/>
        </w:rPr>
      </w:pPr>
      <w:r w:rsidRPr="00751B2D">
        <w:rPr>
          <w:b/>
        </w:rPr>
        <w:t>specialista na sdělovací zařízení</w:t>
      </w:r>
    </w:p>
    <w:p w14:paraId="62D75630" w14:textId="4C622842" w:rsidR="00355D2A" w:rsidRPr="00751B2D" w:rsidRDefault="009E1AEE" w:rsidP="00355D2A">
      <w:pPr>
        <w:pStyle w:val="Odrka1-2-"/>
      </w:pPr>
      <w:r w:rsidRPr="00751B2D">
        <w:t xml:space="preserve">nejméně 5 let praxe </w:t>
      </w:r>
      <w:r w:rsidR="00222BAD" w:rsidRPr="00751B2D">
        <w:t xml:space="preserve">v projektování v oboru své specializace </w:t>
      </w:r>
      <w:r w:rsidR="00503605" w:rsidRPr="00751B2D">
        <w:t>(sdělovací zařízení)</w:t>
      </w:r>
      <w:r w:rsidRPr="00751B2D">
        <w:t xml:space="preserve">; </w:t>
      </w:r>
    </w:p>
    <w:p w14:paraId="7A124BAC" w14:textId="77777777" w:rsidR="009E1AEE" w:rsidRPr="00751B2D" w:rsidRDefault="009E1AEE" w:rsidP="00355D2A">
      <w:pPr>
        <w:pStyle w:val="Odrka1-2-"/>
      </w:pPr>
      <w:r w:rsidRPr="00751B2D">
        <w:t xml:space="preserve">autorizace v rozsahu dle § 5 odst. 3 písm. e) autorizačního zákona, tedy v oboru technologická zařízení staveb; </w:t>
      </w:r>
    </w:p>
    <w:p w14:paraId="2AEDF654" w14:textId="77777777" w:rsidR="009E1AEE" w:rsidRPr="00751B2D" w:rsidRDefault="009E1AEE">
      <w:pPr>
        <w:pStyle w:val="Odstavec1-1a"/>
        <w:numPr>
          <w:ilvl w:val="0"/>
          <w:numId w:val="12"/>
        </w:numPr>
        <w:rPr>
          <w:b/>
        </w:rPr>
      </w:pPr>
      <w:r w:rsidRPr="00751B2D">
        <w:rPr>
          <w:b/>
        </w:rPr>
        <w:t>specialista na trakční vedení</w:t>
      </w:r>
    </w:p>
    <w:p w14:paraId="24DCE838" w14:textId="06D904A9" w:rsidR="00355D2A" w:rsidRPr="00751B2D" w:rsidRDefault="009E1AEE" w:rsidP="00355D2A">
      <w:pPr>
        <w:pStyle w:val="Odrka1-2-"/>
      </w:pPr>
      <w:r w:rsidRPr="00751B2D">
        <w:t xml:space="preserve">nejméně 5 let praxe </w:t>
      </w:r>
      <w:r w:rsidR="00222BAD" w:rsidRPr="00751B2D">
        <w:t xml:space="preserve">v projektování v oboru své specializace </w:t>
      </w:r>
      <w:r w:rsidR="00503605" w:rsidRPr="00751B2D">
        <w:t>(trakční vedení)</w:t>
      </w:r>
      <w:r w:rsidRPr="00751B2D">
        <w:t xml:space="preserve">; </w:t>
      </w:r>
    </w:p>
    <w:p w14:paraId="49C57240" w14:textId="77777777" w:rsidR="009E1AEE" w:rsidRPr="00751B2D" w:rsidRDefault="009E1AEE" w:rsidP="00355D2A">
      <w:pPr>
        <w:pStyle w:val="Odrka1-2-"/>
      </w:pPr>
      <w:r w:rsidRPr="00751B2D">
        <w:t xml:space="preserve">autorizace v rozsahu dle § 5 odst. 3 písm. e) autorizačního zákona, tedy v oboru technologická zařízení staveb; </w:t>
      </w:r>
    </w:p>
    <w:p w14:paraId="36BCED26" w14:textId="77777777" w:rsidR="009E1AEE" w:rsidRPr="00751B2D" w:rsidRDefault="009E1AEE">
      <w:pPr>
        <w:pStyle w:val="Odstavec1-1a"/>
        <w:numPr>
          <w:ilvl w:val="0"/>
          <w:numId w:val="12"/>
        </w:numPr>
        <w:rPr>
          <w:b/>
        </w:rPr>
      </w:pPr>
      <w:r w:rsidRPr="00751B2D">
        <w:rPr>
          <w:b/>
        </w:rPr>
        <w:t>specialista na silnoproudou technologii</w:t>
      </w:r>
    </w:p>
    <w:p w14:paraId="774F3C94" w14:textId="6610C3C8" w:rsidR="00355D2A" w:rsidRPr="00751B2D" w:rsidRDefault="009E1AEE" w:rsidP="00355D2A">
      <w:pPr>
        <w:pStyle w:val="Odrka1-2-"/>
      </w:pPr>
      <w:r w:rsidRPr="00751B2D">
        <w:t xml:space="preserve">nejméně 5 let praxe </w:t>
      </w:r>
      <w:r w:rsidR="00222BAD" w:rsidRPr="00751B2D">
        <w:t xml:space="preserve">v projektování v oboru své specializace </w:t>
      </w:r>
      <w:r w:rsidR="00503605" w:rsidRPr="00751B2D">
        <w:t>(silnoproudá technologie)</w:t>
      </w:r>
      <w:r w:rsidRPr="00751B2D">
        <w:t xml:space="preserve">; </w:t>
      </w:r>
    </w:p>
    <w:p w14:paraId="35D3FBEB" w14:textId="77777777" w:rsidR="009E1AEE" w:rsidRPr="00751B2D" w:rsidRDefault="009E1AEE" w:rsidP="00355D2A">
      <w:pPr>
        <w:pStyle w:val="Odrka1-2-"/>
      </w:pPr>
      <w:r w:rsidRPr="00751B2D">
        <w:t xml:space="preserve">autorizace v rozsahu dle § 5 odst. 3 písm. e) autorizačního zákona, tedy v oboru technologická zařízení staveb; </w:t>
      </w:r>
    </w:p>
    <w:p w14:paraId="1DC0228A" w14:textId="77777777" w:rsidR="009E1AEE" w:rsidRPr="00751B2D" w:rsidRDefault="009E1AEE">
      <w:pPr>
        <w:pStyle w:val="Odstavec1-1a"/>
        <w:numPr>
          <w:ilvl w:val="0"/>
          <w:numId w:val="12"/>
        </w:numPr>
        <w:rPr>
          <w:b/>
        </w:rPr>
      </w:pPr>
      <w:r w:rsidRPr="00751B2D">
        <w:rPr>
          <w:b/>
        </w:rPr>
        <w:t>specialista na životní prostředí</w:t>
      </w:r>
    </w:p>
    <w:p w14:paraId="7D2386E7" w14:textId="77777777" w:rsidR="00355D2A" w:rsidRPr="00751B2D" w:rsidRDefault="009E1AEE" w:rsidP="00355D2A">
      <w:pPr>
        <w:pStyle w:val="Odrka1-2-"/>
      </w:pPr>
      <w:r w:rsidRPr="00751B2D">
        <w:t xml:space="preserve">nejméně 5 let praxe v projektování v oboru své specializace </w:t>
      </w:r>
      <w:r w:rsidR="00503605" w:rsidRPr="00751B2D">
        <w:t xml:space="preserve">(životní prostředí) </w:t>
      </w:r>
      <w:r w:rsidRPr="00751B2D">
        <w:t xml:space="preserve">nebo v posuzování vlivů na životní prostředí; </w:t>
      </w:r>
    </w:p>
    <w:p w14:paraId="56FB3D22" w14:textId="77777777" w:rsidR="009E1AEE" w:rsidRPr="00751B2D" w:rsidRDefault="009E1AEE" w:rsidP="00355D2A">
      <w:pPr>
        <w:pStyle w:val="Odrka1-2-"/>
      </w:pPr>
      <w:r w:rsidRPr="00751B2D">
        <w:t>autorizace ke zpracování dokumentace a posudku dle § 19 zák. č. 100/2001 Sb., o posuzování vlivů na životní prostředí, ve znění pozdějších předpisů;</w:t>
      </w:r>
    </w:p>
    <w:p w14:paraId="5F439790" w14:textId="77777777" w:rsidR="009E1AEE" w:rsidRPr="00751B2D" w:rsidRDefault="009E1AEE">
      <w:pPr>
        <w:pStyle w:val="Odstavec1-1a"/>
        <w:numPr>
          <w:ilvl w:val="0"/>
          <w:numId w:val="12"/>
        </w:numPr>
        <w:rPr>
          <w:b/>
        </w:rPr>
      </w:pPr>
      <w:r w:rsidRPr="00751B2D">
        <w:rPr>
          <w:b/>
        </w:rPr>
        <w:t xml:space="preserve">specialista na geotechniku </w:t>
      </w:r>
    </w:p>
    <w:p w14:paraId="73A25338" w14:textId="77777777" w:rsidR="00355D2A" w:rsidRPr="00751B2D" w:rsidRDefault="009E1AEE" w:rsidP="00355D2A">
      <w:pPr>
        <w:pStyle w:val="Odrka1-2-"/>
      </w:pPr>
      <w:r w:rsidRPr="00751B2D">
        <w:t>nejméně 5 let praxe v projektování v oboru své specializace</w:t>
      </w:r>
      <w:r w:rsidR="00503605" w:rsidRPr="00751B2D">
        <w:t xml:space="preserve"> (geotechnika)</w:t>
      </w:r>
      <w:r w:rsidRPr="00751B2D">
        <w:t xml:space="preserve">; </w:t>
      </w:r>
    </w:p>
    <w:p w14:paraId="355F7717" w14:textId="77777777" w:rsidR="009E1AEE" w:rsidRPr="00751B2D" w:rsidRDefault="009E1AEE" w:rsidP="00355D2A">
      <w:pPr>
        <w:pStyle w:val="Odrka1-2-"/>
      </w:pPr>
      <w:r w:rsidRPr="00751B2D">
        <w:t>autorizace v rozsahu dle § 5 odst. 3 písm. i) autorizačního zákona, tedy v oboru geotechnika;</w:t>
      </w:r>
    </w:p>
    <w:p w14:paraId="2A688EFD" w14:textId="77777777" w:rsidR="009E1AEE" w:rsidRPr="00751B2D" w:rsidRDefault="009E1AEE">
      <w:pPr>
        <w:pStyle w:val="Odstavec1-1a"/>
        <w:numPr>
          <w:ilvl w:val="0"/>
          <w:numId w:val="12"/>
        </w:numPr>
        <w:rPr>
          <w:b/>
        </w:rPr>
      </w:pPr>
      <w:r w:rsidRPr="00751B2D">
        <w:rPr>
          <w:b/>
        </w:rPr>
        <w:t xml:space="preserve">specialista na požární bezpečnost </w:t>
      </w:r>
    </w:p>
    <w:p w14:paraId="729FA1C2" w14:textId="77777777" w:rsidR="00355D2A" w:rsidRPr="00751B2D" w:rsidRDefault="009E1AEE" w:rsidP="00355D2A">
      <w:pPr>
        <w:pStyle w:val="Odrka1-2-"/>
      </w:pPr>
      <w:r w:rsidRPr="00751B2D">
        <w:t>nejméně 3 roky praxe v projektování v oboru své specializace</w:t>
      </w:r>
      <w:r w:rsidR="00503605" w:rsidRPr="00751B2D">
        <w:t xml:space="preserve"> (požární bezpečnost)</w:t>
      </w:r>
      <w:r w:rsidRPr="00751B2D">
        <w:t xml:space="preserve">; </w:t>
      </w:r>
    </w:p>
    <w:p w14:paraId="710D84A9" w14:textId="77777777" w:rsidR="009E1AEE" w:rsidRPr="00751B2D" w:rsidRDefault="009E1AEE" w:rsidP="00355D2A">
      <w:pPr>
        <w:pStyle w:val="Odrka1-2-"/>
      </w:pPr>
      <w:r w:rsidRPr="00751B2D">
        <w:t>autorizace v rozsahu dle § 5 odst. 3 písm. j) autorizačního zákona, tedy v oboru požární bezpečnost staveb;</w:t>
      </w:r>
    </w:p>
    <w:p w14:paraId="2EA74AE5" w14:textId="77777777" w:rsidR="009E1AEE" w:rsidRPr="00751B2D" w:rsidRDefault="009E1AEE">
      <w:pPr>
        <w:pStyle w:val="Odstavec1-1a"/>
        <w:numPr>
          <w:ilvl w:val="0"/>
          <w:numId w:val="12"/>
        </w:numPr>
        <w:rPr>
          <w:b/>
        </w:rPr>
      </w:pPr>
      <w:r w:rsidRPr="00751B2D">
        <w:rPr>
          <w:b/>
        </w:rPr>
        <w:t xml:space="preserve">koordinátor BOZP </w:t>
      </w:r>
    </w:p>
    <w:p w14:paraId="534BCC10" w14:textId="77777777" w:rsidR="00355D2A" w:rsidRPr="00982AE8" w:rsidRDefault="009E1AEE" w:rsidP="00355D2A">
      <w:pPr>
        <w:pStyle w:val="Odrka1-2-"/>
      </w:pPr>
      <w:r w:rsidRPr="00982AE8">
        <w:t xml:space="preserve">nejméně 3 roky praxe ve svém oboru; </w:t>
      </w:r>
    </w:p>
    <w:p w14:paraId="1DE05C67" w14:textId="11F8053F" w:rsidR="009E1AEE" w:rsidRPr="00982AE8" w:rsidRDefault="009E1AEE" w:rsidP="00355D2A">
      <w:pPr>
        <w:pStyle w:val="Odrka1-2-"/>
      </w:pPr>
      <w:r w:rsidRPr="00982AE8">
        <w:t xml:space="preserve">osvědčení o odborné způsobilosti koordinátora BOZP na staveništi podle § 14, resp. § 10 odst. 2 zákona č. 309/2006 Sb., o zajištění dalších podmínek bezpečnosti a ochrany zdraví při práci, </w:t>
      </w:r>
      <w:r w:rsidR="00D7668B" w:rsidRPr="00982AE8">
        <w:t>ve znění pozdějších předpisů</w:t>
      </w:r>
      <w:r w:rsidR="0000503C" w:rsidRPr="00982AE8">
        <w:t>, ve spojení s</w:t>
      </w:r>
      <w:r w:rsidRPr="00982AE8">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982AE8" w:rsidRDefault="009E1AEE">
      <w:pPr>
        <w:pStyle w:val="Odstavec1-1a"/>
        <w:numPr>
          <w:ilvl w:val="0"/>
          <w:numId w:val="12"/>
        </w:numPr>
        <w:rPr>
          <w:b/>
        </w:rPr>
      </w:pPr>
      <w:r w:rsidRPr="00982AE8">
        <w:rPr>
          <w:b/>
        </w:rPr>
        <w:t>specialista na inženýrskou činnost</w:t>
      </w:r>
    </w:p>
    <w:p w14:paraId="4FE00FAD" w14:textId="33147FB8" w:rsidR="009E1AEE" w:rsidRPr="00982AE8" w:rsidRDefault="009E1AEE" w:rsidP="00355D2A">
      <w:pPr>
        <w:pStyle w:val="Odrka1-2-"/>
      </w:pPr>
      <w:r w:rsidRPr="00982AE8">
        <w:t xml:space="preserve">nejméně 5 let praxe ve výkonu inženýrské činnosti pro vydání stavebního povolení nebo společného povolení </w:t>
      </w:r>
      <w:r w:rsidR="007278C9" w:rsidRPr="00982AE8">
        <w:t xml:space="preserve">nebo povolení </w:t>
      </w:r>
      <w:r w:rsidR="00DA5362" w:rsidRPr="00982AE8">
        <w:t xml:space="preserve">záměru (povolení </w:t>
      </w:r>
      <w:r w:rsidR="00F51311" w:rsidRPr="00982AE8">
        <w:t>stavby</w:t>
      </w:r>
      <w:r w:rsidR="00DA5362" w:rsidRPr="00982AE8">
        <w:t>)</w:t>
      </w:r>
      <w:r w:rsidR="007278C9" w:rsidRPr="00982AE8">
        <w:t xml:space="preserve">, </w:t>
      </w:r>
      <w:r w:rsidRPr="00982AE8">
        <w:t>včetně majetkoprávní přípravy staveb;</w:t>
      </w:r>
    </w:p>
    <w:p w14:paraId="3E1939F9" w14:textId="77777777" w:rsidR="009E1AEE" w:rsidRPr="00982AE8" w:rsidRDefault="009E1AEE">
      <w:pPr>
        <w:pStyle w:val="Odstavec1-1a"/>
        <w:numPr>
          <w:ilvl w:val="0"/>
          <w:numId w:val="12"/>
        </w:numPr>
        <w:rPr>
          <w:b/>
        </w:rPr>
      </w:pPr>
      <w:r w:rsidRPr="00982AE8">
        <w:rPr>
          <w:b/>
        </w:rPr>
        <w:t>specialista na tunelové stavby</w:t>
      </w:r>
    </w:p>
    <w:p w14:paraId="56C0B4A9" w14:textId="77777777" w:rsidR="00355D2A" w:rsidRPr="00982AE8" w:rsidRDefault="009E1AEE" w:rsidP="00355D2A">
      <w:pPr>
        <w:pStyle w:val="Odrka1-2-"/>
      </w:pPr>
      <w:r w:rsidRPr="00982AE8">
        <w:t>nejméně 5 let praxe v projektování v oboru své specializace</w:t>
      </w:r>
      <w:r w:rsidR="00503605" w:rsidRPr="00982AE8">
        <w:t xml:space="preserve"> (tunelové stavby)</w:t>
      </w:r>
      <w:r w:rsidRPr="00982AE8">
        <w:t xml:space="preserve">; </w:t>
      </w:r>
    </w:p>
    <w:p w14:paraId="39DF907C" w14:textId="18C2FFF0" w:rsidR="009E1AEE" w:rsidRPr="00982AE8" w:rsidRDefault="009E1AEE" w:rsidP="00355D2A">
      <w:pPr>
        <w:pStyle w:val="Odrka1-2-"/>
      </w:pPr>
      <w:r w:rsidRPr="00982AE8">
        <w:t xml:space="preserve">osvědčení o odborné způsobilosti podle § 4 písm. </w:t>
      </w:r>
      <w:r w:rsidR="00982AE8" w:rsidRPr="00982AE8">
        <w:t>e)</w:t>
      </w:r>
      <w:r w:rsidRPr="00982AE8">
        <w:t xml:space="preserv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w:t>
      </w:r>
      <w:r w:rsidR="00982AE8" w:rsidRPr="00982AE8">
        <w:t>i)</w:t>
      </w:r>
      <w:r w:rsidRPr="00982AE8">
        <w:t xml:space="preserve"> zákona č. 61/1988 Sb., o hornické činnosti, výbušninách a o státní báňské správě, ve znění pozdějších předpisů;</w:t>
      </w:r>
    </w:p>
    <w:p w14:paraId="5418D336" w14:textId="08004428" w:rsidR="00CD7B3F" w:rsidRPr="00982AE8" w:rsidRDefault="00CD7B3F">
      <w:pPr>
        <w:pStyle w:val="Odstavec1-1a"/>
        <w:numPr>
          <w:ilvl w:val="0"/>
          <w:numId w:val="12"/>
        </w:numPr>
        <w:rPr>
          <w:b/>
        </w:rPr>
      </w:pPr>
      <w:r w:rsidRPr="00982AE8">
        <w:rPr>
          <w:b/>
        </w:rPr>
        <w:t>Koordinátor</w:t>
      </w:r>
      <w:r w:rsidR="00DD0DD8" w:rsidRPr="00982AE8">
        <w:rPr>
          <w:b/>
        </w:rPr>
        <w:t xml:space="preserve"> BIM</w:t>
      </w:r>
      <w:r w:rsidRPr="00982AE8">
        <w:rPr>
          <w:b/>
        </w:rPr>
        <w:t xml:space="preserve"> </w:t>
      </w:r>
    </w:p>
    <w:p w14:paraId="55CD31C9" w14:textId="0D436BB4" w:rsidR="00CD7B3F" w:rsidRPr="00982AE8" w:rsidRDefault="00CD7B3F" w:rsidP="00CD7B3F">
      <w:pPr>
        <w:pStyle w:val="Odrka1-2-"/>
      </w:pPr>
      <w:r w:rsidRPr="00982AE8">
        <w:t xml:space="preserve">nejméně 3 roky praxe </w:t>
      </w:r>
      <w:r w:rsidR="00483B35" w:rsidRPr="00982AE8">
        <w:t>v</w:t>
      </w:r>
      <w:r w:rsidRPr="00982AE8">
        <w:t xml:space="preserve"> projektování </w:t>
      </w:r>
      <w:r w:rsidR="00566FB4" w:rsidRPr="00982AE8">
        <w:t xml:space="preserve">staveb </w:t>
      </w:r>
      <w:r w:rsidRPr="00982AE8">
        <w:t>v pozici vedoucího týmu nebo nejméně 5 let praxe v projektování staveb</w:t>
      </w:r>
      <w:r w:rsidR="00566FB4" w:rsidRPr="00982AE8">
        <w:t xml:space="preserve"> v pozici projektanta nebo </w:t>
      </w:r>
      <w:r w:rsidR="008E52BE" w:rsidRPr="00982AE8">
        <w:t xml:space="preserve">nejméně </w:t>
      </w:r>
      <w:r w:rsidR="00566FB4" w:rsidRPr="00982AE8">
        <w:t xml:space="preserve">2 roky praxe v pozici Koordinátora </w:t>
      </w:r>
      <w:r w:rsidR="00DD0DD8" w:rsidRPr="00982AE8">
        <w:t xml:space="preserve">BIM </w:t>
      </w:r>
      <w:r w:rsidR="00566FB4" w:rsidRPr="00982AE8">
        <w:t>při provádění staveb</w:t>
      </w:r>
      <w:r w:rsidRPr="00982AE8">
        <w:t>;</w:t>
      </w:r>
    </w:p>
    <w:p w14:paraId="3BFBDF69" w14:textId="1C150BEF" w:rsidR="00CD7B3F" w:rsidRPr="00982AE8" w:rsidRDefault="0028572B" w:rsidP="009D3B8A">
      <w:pPr>
        <w:pStyle w:val="Odrka1-2-"/>
      </w:pPr>
      <w:r w:rsidRPr="00982AE8">
        <w:t xml:space="preserve">prokázat </w:t>
      </w:r>
      <w:r w:rsidR="00CD7B3F" w:rsidRPr="00982AE8">
        <w:t xml:space="preserve">zkušenost s plněním alespoň </w:t>
      </w:r>
      <w:r w:rsidR="00A65BE6" w:rsidRPr="00982AE8">
        <w:t>jedné</w:t>
      </w:r>
      <w:r w:rsidR="00CD7B3F" w:rsidRPr="00982AE8">
        <w:t xml:space="preserve"> zakázk</w:t>
      </w:r>
      <w:r w:rsidR="00A65BE6" w:rsidRPr="00982AE8">
        <w:t>y</w:t>
      </w:r>
      <w:r w:rsidR="00CD7B3F" w:rsidRPr="00982AE8">
        <w:t xml:space="preserve"> na projektové práce </w:t>
      </w:r>
      <w:r w:rsidR="00A65BE6" w:rsidRPr="00982AE8">
        <w:t xml:space="preserve">spočívající ve zpracování dokumentace </w:t>
      </w:r>
      <w:r w:rsidR="00566FB4" w:rsidRPr="00982AE8">
        <w:t>v některém z následujících stupňů:</w:t>
      </w:r>
      <w:r w:rsidR="00A65BE6" w:rsidRPr="00982AE8">
        <w:t xml:space="preserve"> dokumentace pro vydání rozhodnutí o umístění stavby</w:t>
      </w:r>
      <w:r w:rsidR="000D4352" w:rsidRPr="00982AE8">
        <w:t xml:space="preserve"> (dále jen „DUR“</w:t>
      </w:r>
      <w:r w:rsidR="00A65BE6" w:rsidRPr="00982AE8">
        <w:t>)</w:t>
      </w:r>
      <w:r w:rsidR="00566FB4" w:rsidRPr="00982AE8">
        <w:t>, DUSP</w:t>
      </w:r>
      <w:r w:rsidR="000E6B02" w:rsidRPr="00982AE8">
        <w:t xml:space="preserve">, </w:t>
      </w:r>
      <w:r w:rsidR="00566FB4" w:rsidRPr="00982AE8">
        <w:t>DUSL,</w:t>
      </w:r>
      <w:r w:rsidR="00A65BE6" w:rsidRPr="00982AE8">
        <w:t xml:space="preserve"> DSP</w:t>
      </w:r>
      <w:r w:rsidR="00566FB4" w:rsidRPr="00982AE8">
        <w:t xml:space="preserve"> </w:t>
      </w:r>
      <w:r w:rsidR="000E6B02" w:rsidRPr="00982AE8">
        <w:t xml:space="preserve">nebo </w:t>
      </w:r>
      <w:r w:rsidR="00566FB4" w:rsidRPr="00982AE8">
        <w:t>PDPS, a to</w:t>
      </w:r>
      <w:r w:rsidR="00A65BE6" w:rsidRPr="00982AE8">
        <w:t xml:space="preserve"> </w:t>
      </w:r>
      <w:r w:rsidR="00CD7B3F" w:rsidRPr="00982AE8">
        <w:t>v</w:t>
      </w:r>
      <w:r w:rsidR="000E6B02" w:rsidRPr="00982AE8">
        <w:t xml:space="preserve"> pozici</w:t>
      </w:r>
      <w:r w:rsidR="00CD7B3F" w:rsidRPr="00982AE8">
        <w:t xml:space="preserve"> vedoucího týmu nebo projektanta</w:t>
      </w:r>
      <w:r w:rsidRPr="00982AE8">
        <w:t xml:space="preserve"> nebo Koordinátora BIM</w:t>
      </w:r>
      <w:r w:rsidR="00CD7B3F" w:rsidRPr="00982AE8">
        <w:t xml:space="preserve">, </w:t>
      </w:r>
      <w:r w:rsidRPr="00982AE8">
        <w:t xml:space="preserve">nebo prokázání zkušenosti s plněním alespoň jedné zakázky v pozici Koordinátora BIM při provádění stavby, </w:t>
      </w:r>
      <w:r w:rsidR="00566FB4" w:rsidRPr="00982AE8">
        <w:t xml:space="preserve">jejichž </w:t>
      </w:r>
      <w:r w:rsidR="00CD7B3F" w:rsidRPr="00982AE8">
        <w:t xml:space="preserve">náplní činnosti </w:t>
      </w:r>
      <w:r w:rsidRPr="00982AE8">
        <w:t xml:space="preserve">(u všech výše uvedených pozic) </w:t>
      </w:r>
      <w:r w:rsidR="00CD7B3F" w:rsidRPr="00982AE8">
        <w:t xml:space="preserve">byla tvorba a koordinace </w:t>
      </w:r>
      <w:r w:rsidR="009D3B8A" w:rsidRPr="00982AE8">
        <w:t>I</w:t>
      </w:r>
      <w:r w:rsidR="00CD7B3F" w:rsidRPr="00982AE8">
        <w:t>nformační</w:t>
      </w:r>
      <w:r w:rsidR="00566FB4" w:rsidRPr="00982AE8">
        <w:t>ho</w:t>
      </w:r>
      <w:r w:rsidR="00CD7B3F" w:rsidRPr="00982AE8">
        <w:t xml:space="preserve"> model</w:t>
      </w:r>
      <w:r w:rsidR="00566FB4" w:rsidRPr="00982AE8">
        <w:t>u</w:t>
      </w:r>
      <w:r w:rsidR="00CD7B3F" w:rsidRPr="00982AE8">
        <w:t xml:space="preserve"> </w:t>
      </w:r>
      <w:r w:rsidR="009D3B8A" w:rsidRPr="00982AE8">
        <w:t>stavby</w:t>
      </w:r>
      <w:r w:rsidR="00CD7B3F" w:rsidRPr="00982AE8">
        <w:t xml:space="preserve"> na úrovni řízení procesů se zaměřením na zajištění vztahů mezi objednatelem a zhotovitelem, </w:t>
      </w:r>
      <w:r w:rsidRPr="00982AE8">
        <w:t>tzn. že</w:t>
      </w:r>
      <w:r w:rsidR="00CD7B3F" w:rsidRPr="00982AE8">
        <w:t xml:space="preserve"> předmětné </w:t>
      </w:r>
      <w:r w:rsidRPr="00982AE8">
        <w:t xml:space="preserve">doložené </w:t>
      </w:r>
      <w:r w:rsidR="00CD7B3F" w:rsidRPr="00982AE8">
        <w:t xml:space="preserve">práce byly zpracované jako souhrn všech dokumentů zahrnujících grafické a negrafické informace v digitální podobě pořízené prostřednictvím systémů a dalších softwarových nástrojů organizovaných tak, aby reprezentovaly </w:t>
      </w:r>
      <w:r w:rsidRPr="00982AE8">
        <w:t xml:space="preserve">zpracování dokumentace stavby v příslušném stupni nebo </w:t>
      </w:r>
      <w:r w:rsidR="00566FB4" w:rsidRPr="00982AE8">
        <w:rPr>
          <w:rFonts w:ascii="Verdana" w:hAnsi="Verdana"/>
        </w:rPr>
        <w:t xml:space="preserve">stavbu </w:t>
      </w:r>
      <w:r w:rsidRPr="00982AE8">
        <w:rPr>
          <w:rFonts w:ascii="Verdana" w:hAnsi="Verdana"/>
        </w:rPr>
        <w:t xml:space="preserve">při jejím provádění </w:t>
      </w:r>
      <w:r w:rsidR="00CD7B3F" w:rsidRPr="00982AE8">
        <w:t>jako celek, přičemž se musí jednat o zakázk</w:t>
      </w:r>
      <w:r w:rsidR="00454B28" w:rsidRPr="00982AE8">
        <w:t>u</w:t>
      </w:r>
      <w:r w:rsidR="00CD7B3F" w:rsidRPr="00982AE8">
        <w:t xml:space="preserve"> dokončen</w:t>
      </w:r>
      <w:r w:rsidR="00454B28" w:rsidRPr="00982AE8">
        <w:t>ou</w:t>
      </w:r>
      <w:r w:rsidR="00CD7B3F" w:rsidRPr="00982AE8">
        <w:t>, avšak zadavatel nestanoví maximální lhůtu, ve které musel</w:t>
      </w:r>
      <w:r w:rsidR="00454B28" w:rsidRPr="00982AE8">
        <w:t>a</w:t>
      </w:r>
      <w:r w:rsidR="00CD7B3F" w:rsidRPr="00982AE8">
        <w:t xml:space="preserve"> být zakázk</w:t>
      </w:r>
      <w:r w:rsidR="00454B28" w:rsidRPr="00982AE8">
        <w:t>a</w:t>
      </w:r>
      <w:r w:rsidR="00CD7B3F" w:rsidRPr="00982AE8">
        <w:t xml:space="preserve"> dokončen</w:t>
      </w:r>
      <w:r w:rsidR="00454B28" w:rsidRPr="00982AE8">
        <w:t>a</w:t>
      </w:r>
      <w:r w:rsidR="00CD7B3F" w:rsidRPr="00982AE8">
        <w:t>;</w:t>
      </w:r>
    </w:p>
    <w:p w14:paraId="48B68E7E" w14:textId="144144F0" w:rsidR="00CD7B3F" w:rsidRPr="00982AE8" w:rsidRDefault="008217F2">
      <w:pPr>
        <w:pStyle w:val="Odstavec1-1a"/>
        <w:numPr>
          <w:ilvl w:val="0"/>
          <w:numId w:val="12"/>
        </w:numPr>
        <w:rPr>
          <w:b/>
        </w:rPr>
      </w:pPr>
      <w:r w:rsidRPr="00982AE8">
        <w:rPr>
          <w:b/>
        </w:rPr>
        <w:t>M</w:t>
      </w:r>
      <w:r w:rsidR="00CD7B3F" w:rsidRPr="00982AE8">
        <w:rPr>
          <w:b/>
        </w:rPr>
        <w:t xml:space="preserve">anažer informací </w:t>
      </w:r>
    </w:p>
    <w:p w14:paraId="7DA6CE09" w14:textId="26FE5AB2" w:rsidR="00CD7B3F" w:rsidRPr="00982AE8" w:rsidRDefault="00CD7B3F" w:rsidP="00CD7B3F">
      <w:pPr>
        <w:pStyle w:val="Odrka1-2-"/>
      </w:pPr>
      <w:r w:rsidRPr="00982AE8">
        <w:t>nejméně 5 let praxe v projektování staveb</w:t>
      </w:r>
      <w:r w:rsidR="00566FB4" w:rsidRPr="00982AE8">
        <w:t xml:space="preserve"> v pozici projektanta nebo </w:t>
      </w:r>
      <w:r w:rsidR="008E52BE" w:rsidRPr="00982AE8">
        <w:t xml:space="preserve">nejméně </w:t>
      </w:r>
      <w:r w:rsidR="00566FB4" w:rsidRPr="00982AE8">
        <w:t xml:space="preserve">2 roky praxe při zpracování a tvorbě Digitálního modelu stavby, jež byl součástí Informačního modelu </w:t>
      </w:r>
      <w:r w:rsidR="009D3B8A" w:rsidRPr="00982AE8">
        <w:t>stavby</w:t>
      </w:r>
      <w:r w:rsidR="00566FB4" w:rsidRPr="00982AE8">
        <w:t xml:space="preserve"> při provádění staveb</w:t>
      </w:r>
      <w:r w:rsidRPr="00982AE8">
        <w:t>;</w:t>
      </w:r>
    </w:p>
    <w:p w14:paraId="033B3C24" w14:textId="00BEE7C9" w:rsidR="00CD7B3F" w:rsidRPr="00982AE8" w:rsidRDefault="0028572B" w:rsidP="00CD7B3F">
      <w:pPr>
        <w:pStyle w:val="Odrka1-2-"/>
      </w:pPr>
      <w:r w:rsidRPr="00982AE8">
        <w:t xml:space="preserve">prokázat </w:t>
      </w:r>
      <w:r w:rsidR="00CD7B3F" w:rsidRPr="00982AE8">
        <w:t xml:space="preserve">zkušenost s plněním alespoň </w:t>
      </w:r>
      <w:r w:rsidR="004928D2" w:rsidRPr="00982AE8">
        <w:t>jedné</w:t>
      </w:r>
      <w:r w:rsidR="00CD7B3F" w:rsidRPr="00982AE8">
        <w:t xml:space="preserve"> zakázk</w:t>
      </w:r>
      <w:r w:rsidR="004928D2" w:rsidRPr="00982AE8">
        <w:t>y</w:t>
      </w:r>
      <w:r w:rsidR="00CD7B3F" w:rsidRPr="00982AE8">
        <w:t xml:space="preserve"> na projektové práce </w:t>
      </w:r>
      <w:r w:rsidR="004928D2" w:rsidRPr="00982AE8">
        <w:t xml:space="preserve">spočívající ve zpracování dokumentace </w:t>
      </w:r>
      <w:r w:rsidR="00566FB4" w:rsidRPr="00982AE8">
        <w:t xml:space="preserve">v některém z následujících stupňů: </w:t>
      </w:r>
      <w:r w:rsidR="004928D2" w:rsidRPr="00982AE8">
        <w:t>DUR</w:t>
      </w:r>
      <w:r w:rsidR="00566FB4" w:rsidRPr="00982AE8">
        <w:t>, DUSP</w:t>
      </w:r>
      <w:r w:rsidR="008217F2" w:rsidRPr="00982AE8">
        <w:t xml:space="preserve">, </w:t>
      </w:r>
      <w:r w:rsidR="00566FB4" w:rsidRPr="00982AE8">
        <w:t>DUSL,</w:t>
      </w:r>
      <w:r w:rsidR="004928D2" w:rsidRPr="00982AE8">
        <w:t xml:space="preserve"> DSP</w:t>
      </w:r>
      <w:r w:rsidR="008217F2" w:rsidRPr="00982AE8">
        <w:t xml:space="preserve"> nebo</w:t>
      </w:r>
      <w:r w:rsidR="00312518" w:rsidRPr="00982AE8">
        <w:t xml:space="preserve"> PDPS, a to</w:t>
      </w:r>
      <w:r w:rsidR="004928D2" w:rsidRPr="00982AE8">
        <w:t xml:space="preserve"> </w:t>
      </w:r>
      <w:r w:rsidR="00CD7B3F" w:rsidRPr="00982AE8">
        <w:t>v</w:t>
      </w:r>
      <w:r w:rsidR="002112C7" w:rsidRPr="00982AE8">
        <w:t xml:space="preserve"> pozici</w:t>
      </w:r>
      <w:r w:rsidR="00CD7B3F" w:rsidRPr="00982AE8">
        <w:t xml:space="preserve"> projektanta</w:t>
      </w:r>
      <w:r w:rsidR="002112C7" w:rsidRPr="00982AE8">
        <w:t xml:space="preserve"> nebo Manažera informací</w:t>
      </w:r>
      <w:r w:rsidR="00CD7B3F" w:rsidRPr="00982AE8">
        <w:t xml:space="preserve">, </w:t>
      </w:r>
      <w:r w:rsidR="002112C7" w:rsidRPr="00982AE8">
        <w:t>nebo prokázání zkušeností s plněním alespoň jedné zakázky v pozici člena týmu zhotovitele stavby při provádění stavby, jejichž</w:t>
      </w:r>
      <w:r w:rsidR="00CD7B3F" w:rsidRPr="00982AE8">
        <w:t xml:space="preserve"> náplní činnosti </w:t>
      </w:r>
      <w:r w:rsidR="002112C7" w:rsidRPr="00982AE8">
        <w:t xml:space="preserve">(u všech výše uvedených pozic) </w:t>
      </w:r>
      <w:r w:rsidR="00312518" w:rsidRPr="00982AE8">
        <w:t xml:space="preserve">bylo zpracování a tvorba Digitálního modelu stavby, jež byl součástí Informačního modelu </w:t>
      </w:r>
      <w:r w:rsidR="009D3B8A" w:rsidRPr="00982AE8">
        <w:t>stavby</w:t>
      </w:r>
      <w:r w:rsidR="00312518" w:rsidRPr="00982AE8">
        <w:t xml:space="preserve">, </w:t>
      </w:r>
      <w:r w:rsidR="002112C7" w:rsidRPr="00982AE8">
        <w:t>tzn. že</w:t>
      </w:r>
      <w:r w:rsidR="00CD7B3F" w:rsidRPr="00982AE8">
        <w:t xml:space="preserve"> předmětné </w:t>
      </w:r>
      <w:r w:rsidR="002112C7" w:rsidRPr="00982AE8">
        <w:t xml:space="preserve">doložené </w:t>
      </w:r>
      <w:r w:rsidR="00CD7B3F" w:rsidRPr="00982AE8">
        <w:t xml:space="preserve">práce byly zpracované jako souhrn všech dokumentů zahrnujících grafické a negrafické informace v digitální podobě pořízené prostřednictvím systémů a dalších softwarových nástrojů organizovaných tak, aby reprezentovaly </w:t>
      </w:r>
      <w:r w:rsidR="002112C7" w:rsidRPr="00982AE8">
        <w:t xml:space="preserve">zpracování dokumentace stavby v příslušném stupni nebo </w:t>
      </w:r>
      <w:r w:rsidR="00312518" w:rsidRPr="00982AE8">
        <w:rPr>
          <w:rFonts w:ascii="Verdana" w:hAnsi="Verdana"/>
        </w:rPr>
        <w:t xml:space="preserve">stavbu </w:t>
      </w:r>
      <w:r w:rsidR="002112C7" w:rsidRPr="00982AE8">
        <w:rPr>
          <w:rFonts w:ascii="Verdana" w:hAnsi="Verdana"/>
        </w:rPr>
        <w:t xml:space="preserve">při jejím provádění </w:t>
      </w:r>
      <w:r w:rsidR="00CD7B3F" w:rsidRPr="00982AE8">
        <w:t>jako celek, přičemž se musí jednat o zakázk</w:t>
      </w:r>
      <w:r w:rsidR="00454B28" w:rsidRPr="00982AE8">
        <w:t xml:space="preserve">u </w:t>
      </w:r>
      <w:r w:rsidR="00CD7B3F" w:rsidRPr="00982AE8">
        <w:t>dokončen</w:t>
      </w:r>
      <w:r w:rsidR="00454B28" w:rsidRPr="00982AE8">
        <w:t>ou</w:t>
      </w:r>
      <w:r w:rsidR="00CD7B3F" w:rsidRPr="00982AE8">
        <w:t>, avšak zadavatel nestanoví maximální lhůtu, ve kte</w:t>
      </w:r>
      <w:r w:rsidR="00CE2274" w:rsidRPr="00982AE8">
        <w:t>ré musel</w:t>
      </w:r>
      <w:r w:rsidR="00454B28" w:rsidRPr="00982AE8">
        <w:t>a</w:t>
      </w:r>
      <w:r w:rsidR="00CE2274" w:rsidRPr="00982AE8">
        <w:t xml:space="preserve"> být zakázk</w:t>
      </w:r>
      <w:r w:rsidR="00454B28" w:rsidRPr="00982AE8">
        <w:t>a</w:t>
      </w:r>
      <w:r w:rsidR="00CE2274" w:rsidRPr="00982AE8">
        <w:t xml:space="preserve"> dokončen</w:t>
      </w:r>
      <w:r w:rsidR="00454B28" w:rsidRPr="00982AE8">
        <w:t>a</w:t>
      </w:r>
      <w:r w:rsidR="00C52720" w:rsidRPr="00982AE8">
        <w:t>.</w:t>
      </w:r>
    </w:p>
    <w:p w14:paraId="446AC155" w14:textId="57C56531"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koordinací</w:t>
      </w:r>
      <w:r w:rsidR="00E872F8">
        <w:t xml:space="preserve"> při zpracování dokumentace</w:t>
      </w:r>
      <w:r w:rsidR="00AD0714" w:rsidRPr="00AD0714">
        <w:t>.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w:t>
      </w:r>
      <w:r w:rsidR="00A4043B">
        <w:t xml:space="preserve">a ve smyslu § 14 písm. c) </w:t>
      </w:r>
      <w:r w:rsidR="00A4043B" w:rsidRPr="00A4043B">
        <w:t xml:space="preserve">zákona č. 283/2021 Sb., stavební zákon, ve znění pozdějších předpisů, </w:t>
      </w:r>
      <w:r w:rsidR="00AD0714" w:rsidRPr="00AD0714">
        <w:t>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3EE7D12" w14:textId="72F63947" w:rsidR="001C5386" w:rsidRDefault="001C5386" w:rsidP="001C5386">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02049CBA" w14:textId="77777777" w:rsidR="009E1AEE" w:rsidRPr="00783826" w:rsidRDefault="009E1AEE" w:rsidP="009E1AEE">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w:t>
      </w:r>
      <w:r w:rsidRPr="00783826">
        <w:t>stanovených v Příloze č. 5 a 6 těchto Pokynů.</w:t>
      </w:r>
    </w:p>
    <w:p w14:paraId="05FD4D10" w14:textId="7222D23A" w:rsidR="009E1AEE" w:rsidRPr="00783826" w:rsidRDefault="009E1AEE" w:rsidP="009E1AEE">
      <w:pPr>
        <w:pStyle w:val="Textbezslovn"/>
      </w:pPr>
      <w:r w:rsidRPr="00783826">
        <w:t xml:space="preserve">Zadavatel si vyhrazuje právo ověřit pravdivost údajů o zkušenostech </w:t>
      </w:r>
      <w:r w:rsidR="00817A33" w:rsidRPr="00783826">
        <w:t>hlavního projektanta</w:t>
      </w:r>
      <w:r w:rsidR="00AD0714" w:rsidRPr="00783826">
        <w:t xml:space="preserve"> (HIP)</w:t>
      </w:r>
      <w:r w:rsidR="003D7882" w:rsidRPr="00783826">
        <w:t xml:space="preserve">, </w:t>
      </w:r>
      <w:r w:rsidR="004F7E61" w:rsidRPr="00783826">
        <w:t>K</w:t>
      </w:r>
      <w:r w:rsidR="003D7882" w:rsidRPr="00783826">
        <w:t>oordinátora</w:t>
      </w:r>
      <w:r w:rsidR="00245D44" w:rsidRPr="00783826">
        <w:t xml:space="preserve"> BIM</w:t>
      </w:r>
      <w:r w:rsidR="00783826" w:rsidRPr="00783826">
        <w:t xml:space="preserve"> a</w:t>
      </w:r>
      <w:r w:rsidR="003D7882" w:rsidRPr="00783826">
        <w:t xml:space="preserve"> </w:t>
      </w:r>
      <w:r w:rsidR="00245D44" w:rsidRPr="00783826">
        <w:t>M</w:t>
      </w:r>
      <w:r w:rsidR="003D7882" w:rsidRPr="00783826">
        <w:t>anažera informací</w:t>
      </w:r>
      <w:r w:rsidR="00783826" w:rsidRPr="00783826">
        <w:t>,</w:t>
      </w:r>
      <w:r w:rsidRPr="00783826">
        <w:t xml:space="preserve">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p>
    <w:p w14:paraId="618208D9" w14:textId="77777777" w:rsidR="009E1AEE" w:rsidRDefault="009E1AEE" w:rsidP="009E1AEE">
      <w:pPr>
        <w:pStyle w:val="Textbezslovn"/>
      </w:pPr>
      <w:r w:rsidRPr="00783826">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w:t>
      </w:r>
      <w:r>
        <w:t xml:space="preserve">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 xml:space="preserve">o prokázání jeho kvalifikace, a to i prostřednictvím jiné osoby, nahrazující doklady vydané orgány veřejné správy nebo třetími stranami na formuláři zpřístupněném v informačním systému e-Certis.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55092147"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CF343DB" w14:textId="541BA3FB"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rsidR="00916A2E">
        <w:t xml:space="preserve"> </w:t>
      </w:r>
    </w:p>
    <w:p w14:paraId="7B7F1833" w14:textId="436EC04E"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5D04F17" w14:textId="131FCBB7" w:rsidR="006C21E8" w:rsidRPr="00B2309B" w:rsidRDefault="00FC46E4" w:rsidP="006C21E8">
      <w:pPr>
        <w:pStyle w:val="Odrka1-1"/>
      </w:pPr>
      <w:r w:rsidRPr="00B2309B">
        <w:t>Informace k doložení osvědčení o odborné způsobilosti k projektování a navrhování objektů a zařízení, které jsou součástí činností prováděných hornickým způsobem,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w:t>
      </w:r>
    </w:p>
    <w:p w14:paraId="7B5C0277" w14:textId="0DCC8AE9" w:rsidR="006C21E8" w:rsidRPr="00B2309B" w:rsidRDefault="006C21E8" w:rsidP="006E0CBF">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13D7883E" w14:textId="7AF9C330" w:rsidR="006C21E8"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4E0FD3E" w:rsidR="0035531B" w:rsidRDefault="0031435A" w:rsidP="0006499F">
      <w:pPr>
        <w:pStyle w:val="Textbezslovn"/>
      </w:pPr>
      <w:r>
        <w:t xml:space="preserve">Dodavatel může technickou kvalifikaci nebo profesní způsobilost s výjimkou kritéria podle § 77 odst. 1 ZZVZ prokázat prostřednictvím jiných osob. </w:t>
      </w:r>
      <w:r w:rsidR="0035531B">
        <w:t xml:space="preserve"> </w:t>
      </w:r>
      <w:r w:rsidR="00232412">
        <w:t xml:space="preserve">Za jiné osoby považuje zadavatel jak poddodavatele, tak i osoby, které s dodavatelem </w:t>
      </w:r>
      <w:proofErr w:type="gramStart"/>
      <w:r w:rsidR="00232412">
        <w:t>tvoří</w:t>
      </w:r>
      <w:proofErr w:type="gramEnd"/>
      <w:r w:rsidR="00232412">
        <w:t xml:space="preserve">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0B5E841" w14:textId="52BB52C1" w:rsidR="0035531B" w:rsidRDefault="0035531B" w:rsidP="00A066DE">
      <w:pPr>
        <w:pStyle w:val="Odrka1-2-"/>
      </w:pPr>
      <w:r>
        <w:t xml:space="preserve">Požadavek ohledně </w:t>
      </w:r>
      <w:r w:rsidR="00CB6AC6">
        <w:t xml:space="preserve">předložení smlouvy nebo potvrzení o její existenci, jejímž obsahem je závazek </w:t>
      </w:r>
      <w:r>
        <w:t>jiné osoby</w:t>
      </w:r>
      <w:r w:rsidR="00CB6AC6">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Pr="0006499F">
        <w:rPr>
          <w:rStyle w:val="Tun9b"/>
        </w:rPr>
        <w:t>.</w:t>
      </w:r>
      <w:r>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723FEC18"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xml:space="preserve">,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xml:space="preserve">. Toto omezení se nevztahuje na osoby, které s dodavatelem </w:t>
      </w:r>
      <w:proofErr w:type="gramStart"/>
      <w:r w:rsidR="00A066DE" w:rsidRPr="00A066DE">
        <w:t>tvoří</w:t>
      </w:r>
      <w:proofErr w:type="gramEnd"/>
      <w:r w:rsidR="00A066DE" w:rsidRPr="00A066DE">
        <w:t xml:space="preserve">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14" w:name="_Toc159407646"/>
      <w:r>
        <w:t>DALŠÍ INFORMACE/DOKUMENTY PŘEDKLÁDANÉ DODAVATELEM</w:t>
      </w:r>
      <w:r w:rsidR="00092CC9">
        <w:t xml:space="preserve"> v </w:t>
      </w:r>
      <w:r>
        <w:t>NABÍDCE</w:t>
      </w:r>
      <w:bookmarkEnd w:id="14"/>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48D2E4A2"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w:t>
      </w:r>
      <w:r w:rsidR="00CD5995">
        <w:rPr>
          <w:lang w:eastAsia="cs-CZ"/>
        </w:rPr>
        <w:t>s mezinárodními sankcemi</w:t>
      </w:r>
      <w:r w:rsidR="00EC1E58">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w:t>
      </w:r>
      <w:proofErr w:type="gramStart"/>
      <w:r>
        <w:t>doloží</w:t>
      </w:r>
      <w:proofErr w:type="gramEnd"/>
      <w:r>
        <w:t xml:space="preserve"> kopií smlouvy či jiného dokumentu, ze kterého bude daná skutečnost vyplývat, který přiloží k Příloze č. 3 těchto Pokynů.</w:t>
      </w:r>
    </w:p>
    <w:p w14:paraId="42CC087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r w:rsidR="0035531B">
        <w:t>.</w:t>
      </w:r>
    </w:p>
    <w:p w14:paraId="3825A898" w14:textId="77777777" w:rsidR="0035531B" w:rsidRPr="00F46702" w:rsidRDefault="0035531B" w:rsidP="0035531B">
      <w:pPr>
        <w:pStyle w:val="Text1-1"/>
        <w:rPr>
          <w:rStyle w:val="Tun9b"/>
          <w:b w:val="0"/>
          <w:bCs/>
        </w:rPr>
      </w:pPr>
      <w:r w:rsidRPr="00F46702">
        <w:rPr>
          <w:rStyle w:val="Tun9b"/>
          <w:b w:val="0"/>
          <w:bCs/>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14BCDECE" w:rsidR="00465FD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součet Ceny za </w:t>
      </w:r>
      <w:r w:rsidRPr="001D1DEC">
        <w:t xml:space="preserve">zpracování </w:t>
      </w:r>
      <w:r w:rsidR="00D6552D" w:rsidRPr="001D1DEC">
        <w:t>DUSL</w:t>
      </w:r>
      <w:r w:rsidR="001D1DEC" w:rsidRPr="001D1DEC">
        <w:t xml:space="preserve"> </w:t>
      </w:r>
      <w:r w:rsidR="00774789" w:rsidRPr="001D1DEC">
        <w:t>a</w:t>
      </w:r>
      <w:r w:rsidR="00774789">
        <w:t xml:space="preserve"> PDPS </w:t>
      </w:r>
      <w:r>
        <w:t xml:space="preserve">bez DPH a Ceny za výkon dozoru </w:t>
      </w:r>
      <w:r w:rsidR="007D3F64">
        <w:t xml:space="preserve">projektanta </w:t>
      </w:r>
      <w:r>
        <w:t>bez DPH;</w:t>
      </w:r>
    </w:p>
    <w:p w14:paraId="7CD6FE8B" w14:textId="77777777" w:rsidR="00465FDD" w:rsidRDefault="00465FDD" w:rsidP="00F348C0">
      <w:pPr>
        <w:pStyle w:val="Odrka1-2-"/>
      </w:pPr>
      <w:r>
        <w:t>do Přílohy č. 4 závazného vzoru smlouvy s názvem Rozpis Ceny Díla:</w:t>
      </w:r>
    </w:p>
    <w:p w14:paraId="5EF0244A" w14:textId="66BB4329" w:rsidR="00465FDD" w:rsidRDefault="00465FDD" w:rsidP="00F348C0">
      <w:pPr>
        <w:pStyle w:val="Odrka1-3"/>
        <w:numPr>
          <w:ilvl w:val="0"/>
          <w:numId w:val="0"/>
        </w:numPr>
        <w:ind w:left="1531"/>
      </w:pPr>
      <w:r>
        <w:t xml:space="preserve">Cenu za </w:t>
      </w:r>
      <w:r w:rsidRPr="001D1DEC">
        <w:t xml:space="preserve">zpracování </w:t>
      </w:r>
      <w:r w:rsidR="00D6552D" w:rsidRPr="001D1DEC">
        <w:t xml:space="preserve">DUSL </w:t>
      </w:r>
      <w:r w:rsidRPr="001D1DEC">
        <w:t>a PDPS podle členění na základní a dodatečné služby, cenu za výkon dozoru</w:t>
      </w:r>
      <w:r w:rsidR="007D3F64" w:rsidRPr="001D1DEC">
        <w:t xml:space="preserve"> projektanta</w:t>
      </w:r>
      <w:r w:rsidRPr="001D1DEC">
        <w:t xml:space="preserve">, dále Cenu Díla dle členění na Cenu za zpracování </w:t>
      </w:r>
      <w:r w:rsidR="00D6552D" w:rsidRPr="001D1DEC">
        <w:t xml:space="preserve">DUSL </w:t>
      </w:r>
      <w:r w:rsidR="00774789" w:rsidRPr="001D1DEC">
        <w:t xml:space="preserve">a PDPS </w:t>
      </w:r>
      <w:r w:rsidRPr="001D1DEC">
        <w:t xml:space="preserve">bez DPH a Cenu za výkon dozoru </w:t>
      </w:r>
      <w:r w:rsidR="007D3F64" w:rsidRPr="001D1DEC">
        <w:t xml:space="preserve">projektanta </w:t>
      </w:r>
      <w:r w:rsidRPr="001D1DEC">
        <w:t xml:space="preserve">bez DPH a </w:t>
      </w:r>
      <w:r w:rsidR="008F0019" w:rsidRPr="001D1DEC">
        <w:t>r</w:t>
      </w:r>
      <w:r w:rsidRPr="001D1DEC">
        <w:t>ozpis jednotlivých položek</w:t>
      </w:r>
      <w:r>
        <w:t xml:space="preserve">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dozoru </w:t>
      </w:r>
      <w:r w:rsidR="007D3F64">
        <w:t xml:space="preserve">projektanta </w:t>
      </w:r>
      <w:r>
        <w:t>je tvořena násobkem jednotkové ceny (tj. průměrné hodinové sazby za výkon dozoru</w:t>
      </w:r>
      <w:r w:rsidR="007D3F64">
        <w:t xml:space="preserve"> projektanta</w:t>
      </w:r>
      <w:r>
        <w:t xml:space="preserve">) a v Příloze č. 4 závazného vzoru smlouvy </w:t>
      </w:r>
      <w:r w:rsidR="00665A29">
        <w:t xml:space="preserve">zadavatelem </w:t>
      </w:r>
      <w:r>
        <w:t xml:space="preserve">stanovené pracnosti (tj. množství hodin). </w:t>
      </w:r>
    </w:p>
    <w:p w14:paraId="3DAD0639" w14:textId="77777777" w:rsidR="0035531B" w:rsidRDefault="00465FDD" w:rsidP="00465FDD">
      <w:pPr>
        <w:pStyle w:val="Odrka1-1"/>
      </w:pPr>
      <w:r>
        <w:t xml:space="preserve">V případě nabídky podávané </w:t>
      </w:r>
      <w:proofErr w:type="gramStart"/>
      <w:r>
        <w:t>fyzickou</w:t>
      </w:r>
      <w:proofErr w:type="gramEnd"/>
      <w:r>
        <w:t xml:space="preserve">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5" w:name="_Toc159407647"/>
      <w:r>
        <w:t>JAZYK NABÍDEK</w:t>
      </w:r>
      <w:r w:rsidR="008F0019" w:rsidRPr="008F0019">
        <w:t xml:space="preserve"> </w:t>
      </w:r>
      <w:r w:rsidR="008F0019">
        <w:t>A KOMUNIKAČNÍ JAZYK</w:t>
      </w:r>
      <w:bookmarkEnd w:id="15"/>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55C9B752"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w:t>
      </w:r>
      <w:proofErr w:type="gramStart"/>
      <w:r>
        <w:t>předloží</w:t>
      </w:r>
      <w:proofErr w:type="gramEnd"/>
      <w: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16" w:name="_Toc159407648"/>
      <w:r>
        <w:t>OBSAH</w:t>
      </w:r>
      <w:r w:rsidR="00845C50">
        <w:t xml:space="preserve"> a </w:t>
      </w:r>
      <w:r>
        <w:t>PODÁVÁNÍ NABÍDEK</w:t>
      </w:r>
      <w:bookmarkEnd w:id="16"/>
    </w:p>
    <w:p w14:paraId="5CBC6A67" w14:textId="0E5CCC83"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w:t>
      </w:r>
      <w:proofErr w:type="gramStart"/>
      <w:r w:rsidRPr="00F348C0">
        <w:t>doručí</w:t>
      </w:r>
      <w:proofErr w:type="gramEnd"/>
      <w:r w:rsidRPr="00F348C0">
        <w:t xml:space="preserve"> do konce lhůty pro podání nabídek stanovené v oznámení o zahájení zadávacího řízení –</w:t>
      </w:r>
      <w:r w:rsidR="00DA5362" w:rsidRPr="00DA5362">
        <w:t xml:space="preserve"> </w:t>
      </w:r>
      <w:r w:rsidR="00DA5362">
        <w:t>sektorová veřejná zakázka</w:t>
      </w:r>
      <w:r w:rsidRPr="00F348C0">
        <w:t xml:space="preserve">,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51644FF4" w:rsidR="00F348C0" w:rsidRDefault="00F348C0" w:rsidP="00A47DE5">
      <w:pPr>
        <w:pStyle w:val="Text1-1"/>
      </w:pPr>
      <w:r w:rsidRPr="00F348C0">
        <w:t xml:space="preserve">Dodavatel </w:t>
      </w:r>
      <w:proofErr w:type="gramStart"/>
      <w:r w:rsidRPr="00F348C0">
        <w:t>předloží</w:t>
      </w:r>
      <w:proofErr w:type="gramEnd"/>
      <w:r w:rsidRPr="00F348C0">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7A1862">
        <w:t>1</w:t>
      </w:r>
      <w:r w:rsidR="00EF47C8" w:rsidRPr="00163717">
        <w:t xml:space="preserve"> odst. 2 a 3 vyhl. č. </w:t>
      </w:r>
      <w:r w:rsidR="007A1862">
        <w:t>345</w:t>
      </w:r>
      <w:r w:rsidR="00EF47C8" w:rsidRPr="00163717">
        <w:t>/20</w:t>
      </w:r>
      <w:r w:rsidR="007A1862">
        <w:t>23</w:t>
      </w:r>
      <w:r w:rsidR="00EF47C8"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77557012" w:rsidR="009B7E95" w:rsidRDefault="009B7E95" w:rsidP="00F348C0">
      <w:pPr>
        <w:pStyle w:val="Odrka1-1"/>
      </w:pPr>
      <w:r w:rsidRPr="00010882">
        <w:rPr>
          <w:lang w:eastAsia="cs-CZ"/>
        </w:rPr>
        <w:t xml:space="preserve">Čestné prohlášení o splnění podmínek v souvislosti </w:t>
      </w:r>
      <w:r w:rsidR="00CD5995">
        <w:rPr>
          <w:lang w:eastAsia="cs-CZ"/>
        </w:rPr>
        <w:t>s mezinárodními sankcemi</w:t>
      </w:r>
      <w:r w:rsidR="0037744B">
        <w:rPr>
          <w:lang w:eastAsia="cs-CZ"/>
        </w:rPr>
        <w:t xml:space="preserve">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16078153"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t>tvoří</w:t>
      </w:r>
      <w:proofErr w:type="gramEnd"/>
      <w: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7" w:name="_Toc159407649"/>
      <w:r>
        <w:t>POŽADAVKY NA ZPRACOVÁNÍ NABÍDKOVÉ CENY</w:t>
      </w:r>
      <w:bookmarkEnd w:id="17"/>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w:t>
      </w:r>
      <w:proofErr w:type="gramStart"/>
      <w:r>
        <w:t>VLOŽÍ</w:t>
      </w:r>
      <w:proofErr w:type="gramEnd"/>
      <w:r>
        <w:t xml:space="preserve">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w:t>
      </w:r>
      <w:proofErr w:type="gramStart"/>
      <w:r>
        <w:t>VLOŽÍ</w:t>
      </w:r>
      <w:proofErr w:type="gramEnd"/>
      <w:r>
        <w:t xml:space="preserve"> ZHOTOVITEL]" korun českých</w:t>
      </w:r>
    </w:p>
    <w:p w14:paraId="0B613851" w14:textId="732F65C0"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w:t>
      </w:r>
      <w:r w:rsidR="00D6552D" w:rsidRPr="005B15C7">
        <w:t>DUSL</w:t>
      </w:r>
      <w:r w:rsidR="00D6552D">
        <w:t xml:space="preserve"> </w:t>
      </w:r>
      <w:r w:rsidR="00040961">
        <w:t xml:space="preserve">a PDPS </w:t>
      </w:r>
      <w:r>
        <w:t xml:space="preserve">bez DPH a celkové Ceny za výkon dozoru </w:t>
      </w:r>
      <w:r w:rsidR="001675E3">
        <w:t xml:space="preserve">projektanta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8" w:name="_Toc159407650"/>
      <w:r>
        <w:t>VARIANTY NABÍDKY</w:t>
      </w:r>
      <w:bookmarkEnd w:id="18"/>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9" w:name="_Toc159407651"/>
      <w:r>
        <w:t>OTEVÍRÁNÍ NABÍDEK</w:t>
      </w:r>
      <w:bookmarkEnd w:id="19"/>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20" w:name="_Toc159407652"/>
      <w:r>
        <w:t>POSOUZENÍ SPLNĚNÍ PODMÍNEK ÚČASTI</w:t>
      </w:r>
      <w:bookmarkEnd w:id="20"/>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1" w:name="_Toc159407653"/>
      <w:r>
        <w:t>HODNOCENÍ NABÍDEK</w:t>
      </w:r>
      <w:bookmarkEnd w:id="21"/>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66A1BA97" w:rsidR="00804D39" w:rsidRPr="00307641" w:rsidRDefault="007B030C"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19145C4D" w:rsidR="00804D39" w:rsidRPr="00833899" w:rsidRDefault="005B15C7"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7</w:t>
            </w:r>
            <w:r w:rsidR="00804D39" w:rsidRPr="00804D39">
              <w:rPr>
                <w:sz w:val="16"/>
                <w:szCs w:val="16"/>
              </w:rPr>
              <w:t>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6AFEDA22" w:rsidR="00804D39" w:rsidRPr="00804D39" w:rsidRDefault="005B15C7"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Pr>
                <w:b w:val="0"/>
                <w:sz w:val="16"/>
                <w:szCs w:val="16"/>
              </w:rPr>
              <w:t>3</w:t>
            </w:r>
            <w:r w:rsidR="00804D39" w:rsidRPr="00804D39">
              <w:rPr>
                <w:b w:val="0"/>
                <w:sz w:val="16"/>
                <w:szCs w:val="16"/>
              </w:rPr>
              <w:t>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6E1F490A"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w:t>
      </w:r>
      <w:r w:rsidRPr="005B15C7">
        <w:t xml:space="preserve">zpracování </w:t>
      </w:r>
      <w:r w:rsidR="00D6552D" w:rsidRPr="005B15C7">
        <w:t xml:space="preserve">DUSL </w:t>
      </w:r>
      <w:r w:rsidR="00040961" w:rsidRPr="005B15C7">
        <w:t>a PDPS</w:t>
      </w:r>
      <w:r w:rsidR="00040961">
        <w:t xml:space="preserve"> </w:t>
      </w:r>
      <w:r>
        <w:t xml:space="preserve">bez DPH a celkové Ceny za výkon dozoru </w:t>
      </w:r>
      <w:r w:rsidR="001675E3">
        <w:t xml:space="preserve">projektanta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47604988" w:rsidR="003A2C23" w:rsidRDefault="003A2C23" w:rsidP="00B77110">
      <w:pPr>
        <w:pStyle w:val="Text1-1"/>
        <w:numPr>
          <w:ilvl w:val="0"/>
          <w:numId w:val="0"/>
        </w:numPr>
        <w:spacing w:before="240"/>
        <w:ind w:left="737"/>
      </w:pPr>
      <w:r>
        <w:t>Takto získaný počet bodů bude vynásoben koeficientem 0,</w:t>
      </w:r>
      <w:r w:rsidR="005B15C7">
        <w:t>7</w:t>
      </w:r>
      <w:r>
        <w:t xml:space="preserve">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70B33816" w:rsidR="00B77110" w:rsidRPr="00B77110" w:rsidRDefault="00B77110" w:rsidP="00BF3817">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1F873F3" w:rsidR="00B77110" w:rsidRPr="00B77110" w:rsidRDefault="00320B33" w:rsidP="00320B33">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115DC052" w:rsidR="00B77110" w:rsidRPr="00B77110" w:rsidRDefault="00D96B3F" w:rsidP="00103A92">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ve funkci vedoucího </w:t>
            </w:r>
            <w:r w:rsidRPr="00041387">
              <w:rPr>
                <w:rFonts w:cs="Arial"/>
                <w:bCs/>
              </w:rPr>
              <w:t>týmu</w:t>
            </w:r>
            <w:r w:rsidR="00041387" w:rsidRPr="00041387">
              <w:t xml:space="preserve"> nebo zástupce vedoucího týmu</w:t>
            </w:r>
            <w:r w:rsidR="00D148BC">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262228" w:rsidRPr="00541A30">
              <w:rPr>
                <w:rFonts w:cs="Arial"/>
                <w:b/>
              </w:rPr>
              <w:t>1</w:t>
            </w:r>
            <w:r w:rsidR="00262228">
              <w:rPr>
                <w:rFonts w:cs="Arial"/>
                <w:b/>
              </w:rPr>
              <w:t>0</w:t>
            </w:r>
            <w:r w:rsidR="00262228" w:rsidRPr="00541A30">
              <w:rPr>
                <w:rFonts w:cs="Arial"/>
                <w:b/>
              </w:rPr>
              <w:t>0 mil. 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B77110" w:rsidRDefault="00B77110" w:rsidP="00631EAA">
            <w:pPr>
              <w:rPr>
                <w:rFonts w:cs="Arial"/>
                <w:bCs/>
              </w:rPr>
            </w:pPr>
            <w:r w:rsidRPr="00262228">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44EC5AB9" w:rsidR="00B77110" w:rsidRPr="00B77110" w:rsidRDefault="00D96B3F" w:rsidP="008024CD">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ve svém oboru (železniční svršek a spodek)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262228" w:rsidRPr="00541A30">
              <w:rPr>
                <w:rFonts w:cs="Arial"/>
                <w:b/>
              </w:rPr>
              <w:t>1</w:t>
            </w:r>
            <w:r w:rsidR="00262228">
              <w:rPr>
                <w:rFonts w:cs="Arial"/>
                <w:b/>
              </w:rPr>
              <w:t>0</w:t>
            </w:r>
            <w:r w:rsidR="00262228" w:rsidRPr="00541A30">
              <w:rPr>
                <w:rFonts w:cs="Arial"/>
                <w:b/>
              </w:rPr>
              <w:t>0 mil. Kč</w:t>
            </w:r>
            <w:r w:rsidR="00262228" w:rsidRPr="00B77110">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0D43E676" w:rsidR="00B77110" w:rsidRPr="00B77110" w:rsidRDefault="00B77110" w:rsidP="00D148BC">
            <w:pPr>
              <w:rPr>
                <w:rFonts w:cs="Arial"/>
                <w:bCs/>
              </w:rPr>
            </w:pPr>
            <w:r w:rsidRPr="00B77110">
              <w:rPr>
                <w:rFonts w:cs="Arial"/>
                <w:bCs/>
              </w:rPr>
              <w:t xml:space="preserve"> </w:t>
            </w:r>
            <w:r w:rsidR="00D148BC">
              <w:rPr>
                <w:rFonts w:cs="Arial"/>
                <w:bCs/>
              </w:rPr>
              <w:t>3</w:t>
            </w:r>
          </w:p>
        </w:tc>
      </w:tr>
      <w:tr w:rsidR="00B77110" w:rsidRPr="00465F4C" w14:paraId="5088010D" w14:textId="77777777" w:rsidTr="00262228">
        <w:trPr>
          <w:trHeight w:val="5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0A31417F" w14:textId="77777777" w:rsidR="00B77110" w:rsidRPr="00B77110" w:rsidRDefault="00B77110" w:rsidP="00631EAA">
            <w:pPr>
              <w:rPr>
                <w:rFonts w:cs="Arial"/>
                <w:bCs/>
              </w:rPr>
            </w:pPr>
            <w:r w:rsidRPr="00262228">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14:paraId="1EAA68E0" w14:textId="33EA7D82" w:rsidR="00B77110" w:rsidRPr="00B77110" w:rsidRDefault="00D96B3F" w:rsidP="00CA5133">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ve svém oboru (mostní a inženýrské konstrukce) ve funkci</w:t>
            </w:r>
            <w:r w:rsidRPr="00B77110">
              <w:rPr>
                <w:rFonts w:cs="Arial"/>
                <w:bCs/>
              </w:rPr>
              <w:t xml:space="preserve"> 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262228" w:rsidRPr="00541A30">
              <w:rPr>
                <w:rFonts w:cs="Arial"/>
                <w:b/>
              </w:rPr>
              <w:t>1</w:t>
            </w:r>
            <w:r w:rsidR="00262228">
              <w:rPr>
                <w:rFonts w:cs="Arial"/>
                <w:b/>
              </w:rPr>
              <w:t>0</w:t>
            </w:r>
            <w:r w:rsidR="00262228" w:rsidRPr="00541A30">
              <w:rPr>
                <w:rFonts w:cs="Arial"/>
                <w:b/>
              </w:rPr>
              <w:t>0 mil. Kč</w:t>
            </w:r>
            <w:r w:rsidR="00262228" w:rsidRPr="00B77110">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right w:val="single" w:sz="4" w:space="0" w:color="auto"/>
            </w:tcBorders>
            <w:shd w:val="clear" w:color="auto" w:fill="auto"/>
            <w:vAlign w:val="center"/>
            <w:hideMark/>
          </w:tcPr>
          <w:p w14:paraId="0A8614A6" w14:textId="4FAE9B1F" w:rsidR="00B77110" w:rsidRPr="00B77110" w:rsidRDefault="00D96B3F" w:rsidP="00CA5133">
            <w:pPr>
              <w:rPr>
                <w:rFonts w:cs="Arial"/>
                <w:bCs/>
              </w:rPr>
            </w:pPr>
            <w:r w:rsidRPr="00B77110">
              <w:rPr>
                <w:rFonts w:cs="Arial"/>
                <w:bCs/>
              </w:rPr>
              <w:t>1 bod za každou zakázku</w:t>
            </w:r>
          </w:p>
        </w:tc>
        <w:tc>
          <w:tcPr>
            <w:tcW w:w="1560" w:type="dxa"/>
            <w:tcBorders>
              <w:top w:val="single" w:sz="4" w:space="0" w:color="auto"/>
              <w:left w:val="nil"/>
              <w:right w:val="single" w:sz="4" w:space="0" w:color="auto"/>
            </w:tcBorders>
            <w:shd w:val="clear" w:color="auto" w:fill="auto"/>
            <w:vAlign w:val="center"/>
            <w:hideMark/>
          </w:tcPr>
          <w:p w14:paraId="6B8460F1" w14:textId="76F7C390" w:rsidR="00B77110" w:rsidRPr="00B77110" w:rsidRDefault="00D148BC" w:rsidP="00A80B49">
            <w:pPr>
              <w:rPr>
                <w:rFonts w:cs="Arial"/>
                <w:bCs/>
              </w:rPr>
            </w:pPr>
            <w:r>
              <w:rPr>
                <w:rFonts w:cs="Arial"/>
                <w:bCs/>
              </w:rPr>
              <w:t>3</w:t>
            </w:r>
          </w:p>
        </w:tc>
      </w:tr>
      <w:tr w:rsidR="00B77110" w:rsidRPr="00465F4C" w14:paraId="70772108" w14:textId="77777777" w:rsidTr="00262228">
        <w:trPr>
          <w:trHeight w:val="565"/>
        </w:trPr>
        <w:tc>
          <w:tcPr>
            <w:tcW w:w="1843" w:type="dxa"/>
            <w:tcBorders>
              <w:top w:val="single" w:sz="4" w:space="0" w:color="auto"/>
              <w:left w:val="single" w:sz="4" w:space="0" w:color="auto"/>
              <w:bottom w:val="single" w:sz="4" w:space="0" w:color="auto"/>
              <w:right w:val="single" w:sz="4" w:space="0" w:color="auto"/>
            </w:tcBorders>
          </w:tcPr>
          <w:p w14:paraId="276F7735" w14:textId="77777777" w:rsidR="00B77110" w:rsidRPr="00B77110" w:rsidRDefault="00B77110" w:rsidP="00631EAA">
            <w:pPr>
              <w:rPr>
                <w:rFonts w:cs="Arial"/>
                <w:bCs/>
              </w:rPr>
            </w:pPr>
            <w:r w:rsidRPr="00262228">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7A3CF11C" w14:textId="46CFCE74" w:rsidR="00B77110" w:rsidRPr="00B77110" w:rsidRDefault="00D96B3F"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 xml:space="preserve">ve svém oboru (zabezpečovací zařízení)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262228" w:rsidRPr="00541A30">
              <w:rPr>
                <w:rFonts w:cs="Arial"/>
                <w:b/>
              </w:rPr>
              <w:t>1</w:t>
            </w:r>
            <w:r w:rsidR="00262228">
              <w:rPr>
                <w:rFonts w:cs="Arial"/>
                <w:b/>
              </w:rPr>
              <w:t>0</w:t>
            </w:r>
            <w:r w:rsidR="00262228" w:rsidRPr="00541A30">
              <w:rPr>
                <w:rFonts w:cs="Arial"/>
                <w:b/>
              </w:rPr>
              <w:t>0 mil. Kč</w:t>
            </w:r>
            <w:r w:rsidR="00262228" w:rsidRPr="00B77110">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0EFABC9B" w14:textId="51244EE9"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44223C7B" w14:textId="008E4256" w:rsidR="00B77110" w:rsidRPr="00B77110" w:rsidDel="00DA194B" w:rsidRDefault="00D148BC" w:rsidP="00631EAA">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0258A00E" w:rsidR="00B77110" w:rsidRDefault="00B77110" w:rsidP="00B77110">
      <w:pPr>
        <w:pStyle w:val="Text1-1"/>
        <w:numPr>
          <w:ilvl w:val="0"/>
          <w:numId w:val="0"/>
        </w:numPr>
        <w:ind w:left="737"/>
      </w:pPr>
      <w:r>
        <w:t>Dodavatel může u každé funkce člena odborného personálu dodavatele</w:t>
      </w:r>
      <w:r w:rsidR="00DA30B0">
        <w:t xml:space="preserve"> </w:t>
      </w:r>
      <w:r>
        <w:t>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16336521"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roofErr w:type="gramStart"/>
      <w:r>
        <w:t>Určí</w:t>
      </w:r>
      <w:proofErr w:type="gramEnd"/>
      <w:r>
        <w:t xml:space="preserve">-li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3A2E6147"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V případě, že byla zakázka součástí rozsáhlejšího plnění pro objednatele služby (např. kromě zpracování projektové dokumentace měl dodavatel vykonávat i dozor</w:t>
      </w:r>
      <w:r w:rsidR="009E1958">
        <w:t xml:space="preserve"> projektanta</w:t>
      </w:r>
      <w:r>
        <w:t xml:space="preserve">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E10A14">
        <w:rPr>
          <w:rFonts w:cs="Calibri"/>
        </w:rPr>
        <w:t>/DUSL</w:t>
      </w:r>
      <w:r w:rsidR="005B3E86" w:rsidRPr="00B77110">
        <w:rPr>
          <w:rFonts w:cs="Arial"/>
          <w:bCs/>
        </w:rPr>
        <w:t xml:space="preserve"> </w:t>
      </w:r>
      <w:r w:rsidR="005B3E86">
        <w:t>nebo DUSP</w:t>
      </w:r>
      <w:r w:rsidR="00E10A14">
        <w:t>/DUSL</w:t>
      </w:r>
      <w:r w:rsidR="005B3E86">
        <w:t>+PDPS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dozoru</w:t>
      </w:r>
      <w:r w:rsidR="009E1958">
        <w:t xml:space="preserve"> projektanta</w:t>
      </w:r>
      <w:r w:rsidR="005B3E86">
        <w:t xml:space="preserve">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dozor</w:t>
      </w:r>
      <w:r w:rsidR="009E1958">
        <w:t xml:space="preserve"> projektanta</w:t>
      </w:r>
      <w:r w:rsidR="005B3E86">
        <w:t xml:space="preserve">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Obdobným způsobem je nutno naplnit i parametr ceny</w:t>
      </w:r>
      <w:r w:rsidR="00BF3817">
        <w:t>, takže</w:t>
      </w:r>
      <w:r>
        <w:t xml:space="preserv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7EEA36A3"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t>, zpracování nákladů stavby, zpracování v režimu BIM;</w:t>
      </w:r>
    </w:p>
    <w:p w14:paraId="5B32AD35" w14:textId="3F66C906"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w:t>
      </w:r>
      <w:r w:rsidR="00E10A14">
        <w:t>/DUSL</w:t>
      </w:r>
      <w:r>
        <w:t xml:space="preserve"> nebo DUSP</w:t>
      </w:r>
      <w:r w:rsidR="00E10A14">
        <w:t>/DUSL</w:t>
      </w:r>
      <w:r>
        <w:t xml:space="preserve">+PDPS </w:t>
      </w:r>
      <w:r w:rsidR="000E5DB6">
        <w:t xml:space="preserve">nebo DUR+DSP nebo DUR+DSP+PDPS </w:t>
      </w:r>
      <w:r>
        <w:t xml:space="preserve">považuje za dokončenou </w:t>
      </w:r>
      <w:r w:rsidR="00593FAE">
        <w:t xml:space="preserve">definitivním </w:t>
      </w:r>
      <w:r>
        <w:t>předáním DSP nebo DSP+PDPS nebo DUSP</w:t>
      </w:r>
      <w:r w:rsidR="00E10A14">
        <w:t>/DUSL</w:t>
      </w:r>
      <w:r w:rsidRPr="00103A92">
        <w:t xml:space="preserve"> </w:t>
      </w:r>
      <w:r>
        <w:t>nebo DUSP</w:t>
      </w:r>
      <w:r w:rsidR="00E10A14">
        <w:t>/DUSL</w:t>
      </w:r>
      <w:r>
        <w:t>+PDPS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w:t>
      </w:r>
      <w:r w:rsidR="00AD0CC3">
        <w:t xml:space="preserve">územní rozhodnutí, územní souhlas, </w:t>
      </w:r>
      <w:r>
        <w:t>stavební povolení</w:t>
      </w:r>
      <w:r w:rsidR="00AD0CC3">
        <w:t>,</w:t>
      </w:r>
      <w:r>
        <w:t xml:space="preserve"> společné povolení</w:t>
      </w:r>
      <w:r w:rsidR="005E7ADE">
        <w:t xml:space="preserve"> nebo povolení </w:t>
      </w:r>
      <w:r w:rsidR="00DA5362">
        <w:t xml:space="preserve">záměru (povolení </w:t>
      </w:r>
      <w:r w:rsidR="00C60FCF">
        <w:t>stavby</w:t>
      </w:r>
      <w:r w:rsidR="00DA5362">
        <w:t>)</w:t>
      </w:r>
      <w:r>
        <w:t xml:space="preserve">,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0E6C85D4"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 xml:space="preserve">zadavatel zjistí, že </w:t>
      </w:r>
      <w:proofErr w:type="gramStart"/>
      <w:r w:rsidR="00526554">
        <w:t>d</w:t>
      </w:r>
      <w:r w:rsidR="00580BF5">
        <w:t>odavatel  předlož</w:t>
      </w:r>
      <w:r w:rsidR="00526554">
        <w:t>il</w:t>
      </w:r>
      <w:proofErr w:type="gramEnd"/>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xml:space="preserve">. Takto dosažené body se přepočtou tak, že nejlepší nabídka, tj. nabídka dodavatele s nejvyšším bodovým hodnocením, </w:t>
      </w:r>
      <w:proofErr w:type="gramStart"/>
      <w:r>
        <w:t>obdrží</w:t>
      </w:r>
      <w:proofErr w:type="gramEnd"/>
      <w:r>
        <w:t xml:space="preserve">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7366B4FA" w:rsidR="00B77110" w:rsidRDefault="00B77110" w:rsidP="00B77110">
      <w:pPr>
        <w:pStyle w:val="Text1-1"/>
        <w:numPr>
          <w:ilvl w:val="0"/>
          <w:numId w:val="0"/>
        </w:numPr>
        <w:ind w:left="737"/>
      </w:pPr>
      <w:r>
        <w:t>Takto získaný počet bodů bude vynásoben koeficientem 0,</w:t>
      </w:r>
      <w:r w:rsidR="00000FA1">
        <w:t>3</w:t>
      </w:r>
      <w:r>
        <w:t xml:space="preserve">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2" w:name="_Toc159407654"/>
      <w:r>
        <w:t>ZRUŠENÍ ZADÁVACÍHO ŘÍZENÍ</w:t>
      </w:r>
      <w:bookmarkEnd w:id="22"/>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19F2A56D" w14:textId="0CC10CF5" w:rsidR="00985546" w:rsidRDefault="00985546" w:rsidP="00B77110">
      <w:pPr>
        <w:pStyle w:val="Text1-1"/>
      </w:pPr>
      <w:r w:rsidRPr="00514105">
        <w:t>Zadavatel si mimo jiné vyhrazuje právo zrušit zadávací řízení v případě, že k hodnocení připadnou pouze nabídky s nabídkovou cenou převyšující nejvyšší přípustnou nabídkovou cenu uvedenou v čl. 5.3 těchto Pokynů.</w:t>
      </w:r>
    </w:p>
    <w:p w14:paraId="2695622F" w14:textId="77777777" w:rsidR="0035531B" w:rsidRDefault="0035531B" w:rsidP="007038DC">
      <w:pPr>
        <w:pStyle w:val="Nadpis1-1"/>
      </w:pPr>
      <w:bookmarkStart w:id="23" w:name="_Toc159407655"/>
      <w:r>
        <w:t>UZAVŘENÍ SMLOUVY</w:t>
      </w:r>
      <w:bookmarkEnd w:id="23"/>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63434A7C"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 xml:space="preserve">např. </w:t>
      </w:r>
      <w:proofErr w:type="gramStart"/>
      <w:r w:rsidR="00A965D3">
        <w:t>nepředloží</w:t>
      </w:r>
      <w:proofErr w:type="gramEnd"/>
      <w:r w:rsidR="00A965D3">
        <w:t xml:space="preserve">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C864B07"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 xml:space="preserve">záruku vybraný dodavatel </w:t>
      </w:r>
      <w:proofErr w:type="gramStart"/>
      <w:r>
        <w:t>předloží</w:t>
      </w:r>
      <w:proofErr w:type="gramEnd"/>
      <w:r>
        <w:t xml:space="preserve">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2DFAF334" w14:textId="153CD324"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0879D03F" w:rsidR="00572F04" w:rsidRDefault="00572F04" w:rsidP="00572F04">
      <w:pPr>
        <w:pStyle w:val="Odrka1-1"/>
      </w:pPr>
      <w:r>
        <w:t xml:space="preserve">kopie </w:t>
      </w:r>
      <w:r w:rsidR="00285F49">
        <w:t xml:space="preserve">dokladu </w:t>
      </w:r>
      <w:r w:rsidR="00285F49" w:rsidRPr="00B118B5">
        <w:t>o úspěšném složení zkoušky z odborné způsobilosti k výkonu činností v</w:t>
      </w:r>
      <w:r w:rsidR="00285F49">
        <w:t> </w:t>
      </w:r>
      <w:r w:rsidR="00285F49" w:rsidRPr="00B118B5">
        <w:t>elektrotechnice</w:t>
      </w:r>
      <w:r w:rsidR="00285F49">
        <w:t xml:space="preserve"> pro osobu znalou pro řízení činnosti dle § 19 odst. 2 zák. 250/2021 Sb., </w:t>
      </w:r>
      <w:r w:rsidR="00285F49" w:rsidRPr="008979C9">
        <w:t>o bezpečnosti práce v souvislosti s provozem vyhrazených technických zařízení a o změně souvisejících zákonů</w:t>
      </w:r>
      <w:r w:rsidR="00285F49">
        <w:t xml:space="preserve">, </w:t>
      </w:r>
      <w:r w:rsidR="009B0DB1">
        <w:t xml:space="preserve">resp. pro vedoucího elektrotechnika dle § 7 nařízení vlády </w:t>
      </w:r>
      <w:r w:rsidR="009B0DB1" w:rsidRPr="00705E91">
        <w:t>č. 194/2022 Sb., o požadavcích na odbornou způsobilost k výkonu činnosti na elektrických zařízeních a na odbornou způsobilost v elektrotechnice</w:t>
      </w:r>
      <w:r w:rsidR="009B0DB1">
        <w:t xml:space="preserve">, </w:t>
      </w:r>
      <w:r w:rsidR="00285F49">
        <w:t xml:space="preserve">nebo </w:t>
      </w:r>
      <w:r>
        <w:t xml:space="preserve">dokladu o elektrotechnické kvalifikaci při činnostech na </w:t>
      </w:r>
      <w:r w:rsidR="009B0DB1">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4436A3CE" w:rsidR="0035531B" w:rsidRDefault="00572F04" w:rsidP="00572F04">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r w:rsidR="00B035B6">
        <w: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 xml:space="preserve">Zadavatel u vybraného dodavatele </w:t>
      </w:r>
      <w:proofErr w:type="gramStart"/>
      <w:r w:rsidRPr="00572F04">
        <w:t>ověří</w:t>
      </w:r>
      <w:proofErr w:type="gramEnd"/>
      <w:r w:rsidRPr="00572F04">
        <w:t xml:space="preserve">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66238319" w:rsidR="00BE22EE" w:rsidRDefault="00BE22EE"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D02DDF">
        <w:t>čl. 8.9</w:t>
      </w:r>
      <w:r w:rsidR="00BF6E6C" w:rsidRPr="00D02DDF">
        <w:t xml:space="preserve"> </w:t>
      </w:r>
      <w:r w:rsidRPr="00D02DDF">
        <w:t>těchto</w:t>
      </w:r>
      <w:r>
        <w:t xml:space="preserve"> Pokynů ve vztahu k této jiné osobě.</w:t>
      </w:r>
    </w:p>
    <w:p w14:paraId="187B794F" w14:textId="77777777" w:rsidR="0035531B" w:rsidRDefault="0035531B" w:rsidP="00B77C6D">
      <w:pPr>
        <w:pStyle w:val="Nadpis1-1"/>
      </w:pPr>
      <w:bookmarkStart w:id="24" w:name="_Toc159407656"/>
      <w:r>
        <w:t>OCHRANA INFORMACÍ</w:t>
      </w:r>
      <w:bookmarkEnd w:id="24"/>
    </w:p>
    <w:p w14:paraId="53E99C8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5" w:name="_Toc159407657"/>
      <w:r>
        <w:t>ZADÁVACÍ LHŮTA</w:t>
      </w:r>
      <w:r w:rsidR="00845C50">
        <w:t xml:space="preserve"> </w:t>
      </w:r>
      <w:r w:rsidR="00092CC9">
        <w:t>A</w:t>
      </w:r>
      <w:r w:rsidR="00845C50">
        <w:t> </w:t>
      </w:r>
      <w:r>
        <w:t>JISTOTA ZA NABÍDKU</w:t>
      </w:r>
      <w:bookmarkEnd w:id="25"/>
    </w:p>
    <w:p w14:paraId="6E8A0614" w14:textId="7D9F4DCF" w:rsidR="0035531B" w:rsidRDefault="00A965D3"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401830FD" w14:textId="3051B543"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2E3EBD">
        <w:rPr>
          <w:b/>
          <w:bCs/>
        </w:rPr>
        <w:t>6 800 000,-</w:t>
      </w:r>
      <w:r>
        <w:t xml:space="preserve"> </w:t>
      </w:r>
      <w:r w:rsidRPr="00B035B6">
        <w:rPr>
          <w:b/>
        </w:rPr>
        <w:t xml:space="preserve">Kč </w:t>
      </w:r>
      <w:r>
        <w:t xml:space="preserve">(slovy: </w:t>
      </w:r>
      <w:r w:rsidR="002E3EBD">
        <w:t>Šest milionu osm set tisíc</w:t>
      </w:r>
      <w:r>
        <w:t xml:space="preserve"> 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27D06C43"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635566" w:rsidRPr="00E66226">
        <w:t>30007-22307011/0710, Česká národní banka se sídlem Na Příkopě 28, 115 03 Praha 1</w:t>
      </w:r>
      <w:r w:rsidR="00635566">
        <w:t>, variabilní symbol 5323520023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5E361801" w:rsidR="0035531B" w:rsidRDefault="00A965D3"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6" w:name="_Toc59538672"/>
      <w:bookmarkStart w:id="27" w:name="_Toc61510465"/>
      <w:bookmarkStart w:id="28" w:name="_Toc159407658"/>
      <w:r>
        <w:t>SOCIÁLNĚ A ENVIRO</w:t>
      </w:r>
      <w:r w:rsidR="007C1CD8">
        <w:t>N</w:t>
      </w:r>
      <w:r>
        <w:t>MENTÁLNĚ ODPOVĚDNÉ ZADÁVÁNÍ, INOVACE</w:t>
      </w:r>
      <w:bookmarkEnd w:id="26"/>
      <w:bookmarkEnd w:id="27"/>
      <w:bookmarkEnd w:id="28"/>
    </w:p>
    <w:p w14:paraId="3A388A57" w14:textId="2D7D5AD2"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423AD4">
      <w:pPr>
        <w:pStyle w:val="Odrka1-1"/>
      </w:pPr>
      <w:r>
        <w:t>studentské exkurze</w:t>
      </w:r>
    </w:p>
    <w:p w14:paraId="2626617D" w14:textId="775CDC2A" w:rsidR="00BA197A" w:rsidRDefault="00423AD4" w:rsidP="00136BBF">
      <w:pPr>
        <w:pStyle w:val="Odrka1-1"/>
      </w:pPr>
      <w:r w:rsidRPr="0060254E">
        <w:t>recyklaci kameniva vyzískávaného z kolejového lože</w:t>
      </w:r>
    </w:p>
    <w:p w14:paraId="4859BAB1" w14:textId="40772B3F" w:rsidR="00423AD4" w:rsidRDefault="00302811" w:rsidP="00136BBF">
      <w:pPr>
        <w:pStyle w:val="Odrka1-1"/>
      </w:pPr>
      <w:r>
        <w:t xml:space="preserve">majetkoprávní vypořádání </w:t>
      </w:r>
      <w:r w:rsidR="008217CE">
        <w:t>vedené v majetkoprávní aplikaci</w:t>
      </w:r>
      <w:r>
        <w:t xml:space="preserve"> </w:t>
      </w:r>
    </w:p>
    <w:p w14:paraId="5348ACCB" w14:textId="6F95CA57" w:rsidR="008217CE" w:rsidRDefault="008217CE" w:rsidP="00136BBF">
      <w:pPr>
        <w:pStyle w:val="Odrka1-1"/>
      </w:pPr>
      <w:r w:rsidRPr="007E1B88">
        <w:t xml:space="preserve">využití metody BIM jako souhrnu všech dokumentů zahrnujících grafické a negrafické informace vztahující se k </w:t>
      </w:r>
      <w:r w:rsidR="001D2108">
        <w:t>d</w:t>
      </w:r>
      <w:r w:rsidRPr="007E1B88">
        <w:t xml:space="preserve">ílu v digitální podobě </w:t>
      </w:r>
      <w:r>
        <w:t xml:space="preserve">a </w:t>
      </w:r>
      <w:r w:rsidRPr="007E1B88">
        <w:t xml:space="preserve">pořízených prostřednictvím systémů a dalších softwarových nástrojů organizovaných tak, aby reprezentovaly předmět </w:t>
      </w:r>
      <w:r w:rsidR="001D2108">
        <w:t>d</w:t>
      </w:r>
      <w:r w:rsidRPr="007E1B88">
        <w:t>íla</w:t>
      </w:r>
    </w:p>
    <w:p w14:paraId="23D25BD6" w14:textId="7E02834C"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C310CD">
        <w:t>článku 4</w:t>
      </w:r>
      <w:r w:rsidR="00980909" w:rsidRPr="00C310CD">
        <w:t xml:space="preserve">.7 </w:t>
      </w:r>
      <w:r w:rsidRPr="00C310CD">
        <w:t>závazného</w:t>
      </w:r>
      <w:r>
        <w:t xml:space="preserve"> vzoru smlouvy, který je dílem 2 zadávací dokumentace</w:t>
      </w:r>
      <w:r w:rsidR="00980909">
        <w:t>.</w:t>
      </w:r>
    </w:p>
    <w:p w14:paraId="7FD7782A" w14:textId="6A8C2FA1" w:rsidR="004D33A0" w:rsidRDefault="004D33A0" w:rsidP="004D33A0">
      <w:pPr>
        <w:pStyle w:val="Nadpis1-1"/>
        <w:jc w:val="both"/>
      </w:pPr>
      <w:bookmarkStart w:id="29" w:name="_Toc102380477"/>
      <w:bookmarkStart w:id="30" w:name="_Toc103683200"/>
      <w:bookmarkStart w:id="31" w:name="_Toc103932243"/>
      <w:bookmarkStart w:id="32" w:name="_Toc159407659"/>
      <w:r>
        <w:t xml:space="preserve">Další zadávací podmínky v návaznosti na </w:t>
      </w:r>
      <w:bookmarkEnd w:id="29"/>
      <w:bookmarkEnd w:id="30"/>
      <w:bookmarkEnd w:id="31"/>
      <w:r w:rsidR="00CC7F60">
        <w:t>MEZINÁRODNÍ sankce, zákaz zadání veřejné zakázky</w:t>
      </w:r>
      <w:bookmarkEnd w:id="32"/>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pPr>
        <w:pStyle w:val="Text1-1"/>
        <w:numPr>
          <w:ilvl w:val="0"/>
          <w:numId w:val="18"/>
        </w:numPr>
      </w:pPr>
      <w:r>
        <w:t>jakýkoli ruský státní příslušník, fyzická osoba s bydlištěm v Rusku nebo právnická osoba, subjekt či orgán usazené v Rusku</w:t>
      </w:r>
      <w:r w:rsidR="00D42474">
        <w:t>,</w:t>
      </w:r>
    </w:p>
    <w:p w14:paraId="4132B277" w14:textId="65B8C065" w:rsidR="00D42474" w:rsidRDefault="00D42474">
      <w:pPr>
        <w:pStyle w:val="Text1-1"/>
        <w:numPr>
          <w:ilvl w:val="0"/>
          <w:numId w:val="1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pPr>
        <w:pStyle w:val="Text1-1"/>
        <w:numPr>
          <w:ilvl w:val="0"/>
          <w:numId w:val="1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6F7A52F3" w:rsidR="00D42474" w:rsidRDefault="00D42474" w:rsidP="00D42474">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441DE">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441DE">
        <w:t xml:space="preserve">; </w:t>
      </w:r>
      <w:r w:rsidR="00E441DE">
        <w:rPr>
          <w:rStyle w:val="normaltextrun"/>
          <w:rFonts w:ascii="Verdana" w:hAnsi="Verdana"/>
          <w:shd w:val="clear" w:color="auto" w:fill="FFFFFF"/>
        </w:rPr>
        <w:t xml:space="preserve">dle čl. 2 </w:t>
      </w:r>
      <w:r w:rsidR="00E441DE">
        <w:rPr>
          <w:rStyle w:val="normaltextrun"/>
          <w:rFonts w:ascii="Verdana" w:hAnsi="Verdana"/>
          <w:bCs/>
          <w:shd w:val="clear" w:color="auto" w:fill="FFFFFF"/>
        </w:rPr>
        <w:t>nařízení Rady (ES) č. 765/2006</w:t>
      </w:r>
      <w:r w:rsidR="00E441D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441DE">
        <w:rPr>
          <w:rStyle w:val="normaltextrun"/>
          <w:rFonts w:ascii="Verdana" w:hAnsi="Verdana"/>
          <w:bdr w:val="none" w:sz="0" w:space="0" w:color="auto" w:frame="1"/>
        </w:rPr>
        <w:t xml:space="preserve">dle čl. 2 </w:t>
      </w:r>
      <w:r w:rsidR="00E441DE">
        <w:rPr>
          <w:rStyle w:val="normaltextrun"/>
          <w:rFonts w:ascii="Verdana" w:hAnsi="Verdana"/>
          <w:bCs/>
          <w:bdr w:val="none" w:sz="0" w:space="0" w:color="auto" w:frame="1"/>
        </w:rPr>
        <w:t>nařízení Rady (EU) č. 208/2014</w:t>
      </w:r>
      <w:r w:rsidR="00E441D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441D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3" w:name="_Toc159407660"/>
      <w:r>
        <w:t>PŘÍLOHY TĚCHTO POKYNŮ</w:t>
      </w:r>
      <w:bookmarkEnd w:id="33"/>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51277543"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515265">
        <w:rPr>
          <w:lang w:eastAsia="cs-CZ"/>
        </w:rPr>
        <w:t>s mezinárodními sankcemi</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7DE1387E" w14:textId="7D92E3AF"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5A20B72C" w14:textId="4D12572A" w:rsidR="0035531B" w:rsidRDefault="0035531B" w:rsidP="008C27CC">
      <w:pPr>
        <w:pStyle w:val="Textbezslovn"/>
        <w:spacing w:after="0"/>
      </w:pPr>
      <w:r>
        <w:t>Správa železni</w:t>
      </w:r>
      <w:r w:rsidR="00040961">
        <w:t>c</w:t>
      </w:r>
      <w:r>
        <w:t>,</w:t>
      </w:r>
      <w:r w:rsidR="00F67ED4">
        <w:t xml:space="preserve"> </w:t>
      </w:r>
      <w:r>
        <w:t>státní organizace</w:t>
      </w:r>
    </w:p>
    <w:p w14:paraId="16B268A0" w14:textId="00C00887" w:rsidR="00AC6613" w:rsidRDefault="00AC6613">
      <w:pPr>
        <w:rPr>
          <w:rFonts w:asciiTheme="majorHAnsi" w:hAnsiTheme="majorHAnsi"/>
          <w:b/>
          <w:caps/>
          <w:sz w:val="22"/>
        </w:rPr>
      </w:pPr>
    </w:p>
    <w:p w14:paraId="12B786BB" w14:textId="77777777" w:rsidR="000751BA" w:rsidRDefault="000751BA">
      <w:pPr>
        <w:rPr>
          <w:rFonts w:asciiTheme="majorHAnsi" w:hAnsiTheme="majorHAnsi"/>
          <w:b/>
          <w:caps/>
          <w:sz w:val="22"/>
        </w:rPr>
      </w:pPr>
      <w:r>
        <w:br w:type="page"/>
      </w:r>
    </w:p>
    <w:p w14:paraId="4BB57F52" w14:textId="1F86D574" w:rsidR="0035531B" w:rsidRDefault="0035531B" w:rsidP="00FE4333">
      <w:pPr>
        <w:pStyle w:val="Nadpisbezsl1-1"/>
      </w:pPr>
      <w:r w:rsidRPr="00FE4333">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162CD668" w:rsidR="0035531B" w:rsidRDefault="00903C3A" w:rsidP="00903C3A">
      <w:pPr>
        <w:pStyle w:val="Textbezslovn"/>
        <w:ind w:left="0"/>
      </w:pPr>
      <w:r>
        <w:t>Dodavatel uvede informaci, zda je kótován na burze cenných papírů [</w:t>
      </w:r>
      <w:r w:rsidRPr="003B7529">
        <w:rPr>
          <w:highlight w:val="yellow"/>
        </w:rPr>
        <w:t xml:space="preserve">Ano/Ne DOPLNÍ </w:t>
      </w:r>
      <w:r w:rsidRPr="00564DDD">
        <w:rPr>
          <w:highlight w:val="yellow"/>
        </w:rPr>
        <w:t>DODAVATEL</w:t>
      </w:r>
      <w:r>
        <w:t>]</w:t>
      </w:r>
    </w:p>
    <w:p w14:paraId="0E0B427F" w14:textId="218DC328" w:rsidR="006A540D" w:rsidRDefault="006A540D" w:rsidP="006A540D">
      <w:pPr>
        <w:pStyle w:val="Textbezslovn"/>
        <w:ind w:left="0"/>
      </w:pPr>
      <w:r w:rsidRPr="006A6AF2">
        <w:t xml:space="preserve">Řádně jsme se seznámili se zněním zadávacích podmínek veřejné zakázky s názvem </w:t>
      </w:r>
      <w:r w:rsidR="00BD23C8" w:rsidRPr="00DF7289">
        <w:rPr>
          <w:b/>
          <w:bCs/>
        </w:rPr>
        <w:t xml:space="preserve">„Modernizace trati Plzeň – Domažlice – </w:t>
      </w:r>
      <w:proofErr w:type="gramStart"/>
      <w:r w:rsidR="00BD23C8" w:rsidRPr="00DF7289">
        <w:rPr>
          <w:b/>
          <w:bCs/>
        </w:rPr>
        <w:t>st.hranice</w:t>
      </w:r>
      <w:proofErr w:type="gramEnd"/>
      <w:r w:rsidR="00BD23C8" w:rsidRPr="00DF7289">
        <w:rPr>
          <w:b/>
          <w:bCs/>
        </w:rPr>
        <w:t xml:space="preserve"> SRN, 3. stavba, úsek Stod (mimo) – Domažlice (včetně)“</w:t>
      </w:r>
      <w:r w:rsidR="00BD23C8">
        <w:rPr>
          <w:b/>
          <w:bCs/>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5607EA70"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9E1958" w:rsidRPr="009E1958">
              <w:rPr>
                <w:b/>
              </w:rPr>
              <w:t xml:space="preserve"> projektanta</w:t>
            </w:r>
            <w:r w:rsidRPr="009E1958">
              <w:rPr>
                <w:b/>
              </w:rPr>
              <w:t>)</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08B9BE75"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(cena bez </w:t>
            </w:r>
            <w:r w:rsidRPr="009E1958">
              <w:rPr>
                <w:b/>
              </w:rPr>
              <w:t>dozoru</w:t>
            </w:r>
            <w:r w:rsidR="009E1958" w:rsidRPr="009E1958">
              <w:rPr>
                <w:b/>
              </w:rPr>
              <w:t xml:space="preserve"> projektanta</w:t>
            </w:r>
            <w:r w:rsidRPr="009E1958">
              <w:rPr>
                <w:b/>
              </w:rPr>
              <w:t>)</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AC6613" w:rsidRPr="00EE3C5F" w14:paraId="6A6021EF" w14:textId="77777777" w:rsidTr="00AC6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Default="00AC6613" w:rsidP="00A40426">
            <w:pPr>
              <w:rPr>
                <w:b/>
                <w:sz w:val="16"/>
                <w:szCs w:val="16"/>
              </w:rPr>
            </w:pPr>
            <w:r w:rsidRPr="00EE3C5F">
              <w:rPr>
                <w:b/>
                <w:sz w:val="16"/>
                <w:szCs w:val="16"/>
              </w:rPr>
              <w:t>Funkce</w:t>
            </w:r>
          </w:p>
          <w:p w14:paraId="5ABB8BEE" w14:textId="5CAD8290" w:rsidR="00AC6613" w:rsidRPr="00EE3C5F" w:rsidRDefault="00AC6613"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AC6613" w:rsidRPr="00EE3C5F"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C6613" w:rsidRPr="00454716" w14:paraId="6077F5BF"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C218833"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65C7DB8A"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02660E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398EB1A8"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5E2A8D30"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05101AA2"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273F8EEB" w14:textId="77777777" w:rsidTr="00AC66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454716" w:rsidRDefault="00AC661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AC6613" w:rsidRPr="00454716"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 xml:space="preserve">tento sloupec proškrtne, nevyplní nebo jinak </w:t>
      </w:r>
      <w:proofErr w:type="gramStart"/>
      <w:r w:rsidR="007E6155" w:rsidRPr="007E6155">
        <w:t>označí</w:t>
      </w:r>
      <w:proofErr w:type="gramEnd"/>
      <w:r w:rsidR="007E6155" w:rsidRPr="007E6155">
        <w:t>,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proofErr w:type="gramStart"/>
      <w:r w:rsidR="00564BCA" w:rsidRPr="0042061D">
        <w:rPr>
          <w:sz w:val="16"/>
          <w:szCs w:val="16"/>
        </w:rPr>
        <w:t>Určí</w:t>
      </w:r>
      <w:proofErr w:type="gramEnd"/>
      <w:r w:rsidR="00564BCA" w:rsidRPr="0042061D">
        <w:rPr>
          <w:sz w:val="16"/>
          <w:szCs w:val="16"/>
        </w:rPr>
        <w:t>-li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pPr>
        <w:pStyle w:val="Odstavec1-1a"/>
        <w:numPr>
          <w:ilvl w:val="0"/>
          <w:numId w:val="11"/>
        </w:numPr>
      </w:pPr>
      <w:r>
        <w:t>Příjmení: [</w:t>
      </w:r>
      <w:r w:rsidRPr="00DE6A35">
        <w:rPr>
          <w:b/>
          <w:highlight w:val="yellow"/>
        </w:rPr>
        <w:t>DOPLNÍ DODAVATEL</w:t>
      </w:r>
      <w:r>
        <w:t>]</w:t>
      </w:r>
    </w:p>
    <w:p w14:paraId="29EC71CC" w14:textId="77777777" w:rsidR="0035531B" w:rsidRDefault="0035531B">
      <w:pPr>
        <w:pStyle w:val="Odstavec1-1a"/>
        <w:numPr>
          <w:ilvl w:val="0"/>
          <w:numId w:val="11"/>
        </w:numPr>
      </w:pPr>
      <w:r>
        <w:t>Jméno: [</w:t>
      </w:r>
      <w:r w:rsidRPr="00DE6A35">
        <w:rPr>
          <w:b/>
          <w:highlight w:val="yellow"/>
        </w:rPr>
        <w:t>DOPLNÍ DODAVATEL</w:t>
      </w:r>
      <w:r>
        <w:t>]</w:t>
      </w:r>
    </w:p>
    <w:p w14:paraId="6ED6719A" w14:textId="77777777" w:rsidR="0035531B" w:rsidRDefault="0035531B">
      <w:pPr>
        <w:pStyle w:val="Odstavec1-1a"/>
        <w:numPr>
          <w:ilvl w:val="0"/>
          <w:numId w:val="11"/>
        </w:numPr>
      </w:pPr>
      <w:r>
        <w:t>Datum narození: [</w:t>
      </w:r>
      <w:r w:rsidRPr="00833899">
        <w:rPr>
          <w:highlight w:val="yellow"/>
        </w:rPr>
        <w:t>DOPLNÍ DODAVATEL</w:t>
      </w:r>
      <w:r>
        <w:t>]</w:t>
      </w:r>
    </w:p>
    <w:p w14:paraId="33D120A0" w14:textId="77777777" w:rsidR="0035531B" w:rsidRDefault="0035531B">
      <w:pPr>
        <w:pStyle w:val="Odstavec1-1a"/>
        <w:numPr>
          <w:ilvl w:val="0"/>
          <w:numId w:val="11"/>
        </w:numPr>
      </w:pPr>
      <w:r>
        <w:t>Kontaktní pracovní adresa (včetně pracovní tel/e-mail): [</w:t>
      </w:r>
      <w:r w:rsidRPr="00833899">
        <w:rPr>
          <w:highlight w:val="yellow"/>
        </w:rPr>
        <w:t>DOPLNÍ DODAVATEL</w:t>
      </w:r>
      <w:r>
        <w:t>]</w:t>
      </w:r>
    </w:p>
    <w:p w14:paraId="78DD6161" w14:textId="0893EB70" w:rsidR="0035531B" w:rsidRDefault="0035531B">
      <w:pPr>
        <w:pStyle w:val="Odstavec1-1a"/>
        <w:numPr>
          <w:ilvl w:val="0"/>
          <w:numId w:val="11"/>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pPr>
        <w:pStyle w:val="Odstavec1-1a"/>
        <w:numPr>
          <w:ilvl w:val="0"/>
          <w:numId w:val="11"/>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pPr>
        <w:pStyle w:val="Odstavec1-1a"/>
        <w:numPr>
          <w:ilvl w:val="0"/>
          <w:numId w:val="11"/>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pPr>
        <w:pStyle w:val="Odstavec1-1a"/>
        <w:numPr>
          <w:ilvl w:val="0"/>
          <w:numId w:val="11"/>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pPr>
        <w:pStyle w:val="Odstavec1-1a"/>
        <w:numPr>
          <w:ilvl w:val="0"/>
          <w:numId w:val="11"/>
        </w:numPr>
      </w:pPr>
      <w:r w:rsidRPr="00833899">
        <w:t>Hlavní kvalifikace: [</w:t>
      </w:r>
      <w:r w:rsidRPr="00833899">
        <w:rPr>
          <w:highlight w:val="yellow"/>
        </w:rPr>
        <w:t>DOPLNÍ DODAVATEL</w:t>
      </w:r>
      <w:r w:rsidRPr="00833899">
        <w:t>]</w:t>
      </w:r>
    </w:p>
    <w:p w14:paraId="5AE1F22C" w14:textId="77777777" w:rsidR="0035531B" w:rsidRDefault="0035531B">
      <w:pPr>
        <w:pStyle w:val="Odstavec1-1a"/>
        <w:numPr>
          <w:ilvl w:val="0"/>
          <w:numId w:val="11"/>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pPr>
        <w:pStyle w:val="Odstavec1-1a"/>
        <w:numPr>
          <w:ilvl w:val="0"/>
          <w:numId w:val="11"/>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pPr>
        <w:pStyle w:val="Odstavec1-1a"/>
        <w:numPr>
          <w:ilvl w:val="0"/>
          <w:numId w:val="11"/>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pPr>
        <w:pStyle w:val="Odstavec1-1a"/>
        <w:numPr>
          <w:ilvl w:val="0"/>
          <w:numId w:val="11"/>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56849239" w:rsidR="0035531B" w:rsidRDefault="00543F07">
      <w:pPr>
        <w:pStyle w:val="Odstavec1-1a"/>
        <w:numPr>
          <w:ilvl w:val="0"/>
          <w:numId w:val="11"/>
        </w:numPr>
      </w:pPr>
      <w:r w:rsidRPr="00543F07">
        <w:rPr>
          <w:b/>
        </w:rPr>
        <w:t xml:space="preserve">Zkušenosti </w:t>
      </w:r>
      <w:r w:rsidRPr="00543F07">
        <w:t>s plněním zakázek u funkce</w:t>
      </w:r>
      <w:r w:rsidRPr="00543F07">
        <w:rPr>
          <w:b/>
        </w:rPr>
        <w:t xml:space="preserve"> </w:t>
      </w:r>
      <w:r w:rsidR="008217CE">
        <w:rPr>
          <w:b/>
        </w:rPr>
        <w:t>hlavního projektanta</w:t>
      </w:r>
      <w:r w:rsidRPr="00543F07">
        <w:rPr>
          <w:b/>
        </w:rPr>
        <w:t xml:space="preserve"> </w:t>
      </w:r>
      <w:r w:rsidR="00AD0714">
        <w:rPr>
          <w:b/>
        </w:rPr>
        <w:t>(HIP)</w:t>
      </w:r>
      <w:r w:rsidR="00BC49C0">
        <w:rPr>
          <w:b/>
        </w:rPr>
        <w:t xml:space="preserve">, </w:t>
      </w:r>
      <w:r w:rsidR="008C27CC" w:rsidRPr="00BD23C8">
        <w:rPr>
          <w:b/>
        </w:rPr>
        <w:t>K</w:t>
      </w:r>
      <w:r w:rsidR="00BC49C0" w:rsidRPr="00BD23C8">
        <w:rPr>
          <w:b/>
        </w:rPr>
        <w:t>oordinátora</w:t>
      </w:r>
      <w:r w:rsidR="00B36D02" w:rsidRPr="00BD23C8">
        <w:rPr>
          <w:b/>
        </w:rPr>
        <w:t xml:space="preserve"> BIM</w:t>
      </w:r>
      <w:r w:rsidR="00BC49C0" w:rsidRPr="00BD23C8">
        <w:rPr>
          <w:b/>
        </w:rPr>
        <w:t xml:space="preserve">, </w:t>
      </w:r>
      <w:r w:rsidR="00B36D02" w:rsidRPr="00BD23C8">
        <w:rPr>
          <w:b/>
        </w:rPr>
        <w:t>M</w:t>
      </w:r>
      <w:r w:rsidR="00BC49C0" w:rsidRPr="00BD23C8">
        <w:rPr>
          <w:b/>
        </w:rPr>
        <w:t>anažera informací</w:t>
      </w:r>
      <w:r w:rsidR="00AD0714" w:rsidRPr="00BD23C8">
        <w:rPr>
          <w:b/>
        </w:rPr>
        <w:t xml:space="preserve"> </w:t>
      </w:r>
      <w:r w:rsidRPr="00BD23C8">
        <w:rPr>
          <w:b/>
        </w:rPr>
        <w:t>za účelem</w:t>
      </w:r>
      <w:r w:rsidRPr="00543F07">
        <w:rPr>
          <w:b/>
        </w:rPr>
        <w:t xml:space="preserve">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6EC05064" w:rsidR="00C6339C" w:rsidRPr="00543F07" w:rsidRDefault="00C6339C" w:rsidP="009E1958">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w:t>
            </w:r>
            <w:r w:rsidRPr="00AD3B77">
              <w:rPr>
                <w:sz w:val="16"/>
                <w:szCs w:val="16"/>
              </w:rPr>
              <w:t>dozoru</w:t>
            </w:r>
            <w:r w:rsidR="00E33B76" w:rsidRPr="00AD3B77">
              <w:rPr>
                <w:sz w:val="16"/>
                <w:szCs w:val="16"/>
              </w:rPr>
              <w:t xml:space="preserve"> </w:t>
            </w:r>
            <w:r w:rsidR="009E1958">
              <w:rPr>
                <w:sz w:val="16"/>
                <w:szCs w:val="16"/>
              </w:rPr>
              <w:t xml:space="preserve">projektanta </w:t>
            </w:r>
            <w:r w:rsidR="00E33B76" w:rsidRPr="00AD3B77">
              <w:rPr>
                <w:sz w:val="16"/>
                <w:szCs w:val="16"/>
              </w:rPr>
              <w:t xml:space="preserve">(vyplňuje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1EA5BA26" w:rsidR="00452F69" w:rsidRPr="00833899" w:rsidRDefault="00543F07" w:rsidP="00035828">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w:t>
            </w:r>
            <w:r w:rsidR="00672DAE">
              <w:rPr>
                <w:sz w:val="16"/>
                <w:szCs w:val="16"/>
              </w:rPr>
              <w:t>např.</w:t>
            </w:r>
            <w:r w:rsidRPr="00543F07">
              <w:rPr>
                <w:sz w:val="16"/>
                <w:szCs w:val="16"/>
              </w:rPr>
              <w:t xml:space="preserve">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F228E3" w14:paraId="6AA7D15E" w14:textId="77777777" w:rsidTr="00F228E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F228E3" w:rsidRDefault="0079069D" w:rsidP="00E33B76">
            <w:pPr>
              <w:rPr>
                <w:b w:val="0"/>
                <w:sz w:val="16"/>
                <w:szCs w:val="16"/>
              </w:rPr>
            </w:pPr>
            <w:r w:rsidRPr="00F228E3">
              <w:rPr>
                <w:b w:val="0"/>
                <w:sz w:val="16"/>
                <w:szCs w:val="16"/>
              </w:rPr>
              <w:t>Vykonávaná funkce/pozice a p</w:t>
            </w:r>
            <w:r w:rsidR="00543F07" w:rsidRPr="00F228E3">
              <w:rPr>
                <w:b w:val="0"/>
                <w:sz w:val="16"/>
                <w:szCs w:val="16"/>
              </w:rPr>
              <w:t>opis pracovních činností vykonávaných členem odb</w:t>
            </w:r>
            <w:r w:rsidR="00E33B76" w:rsidRPr="00F228E3">
              <w:rPr>
                <w:b w:val="0"/>
                <w:sz w:val="16"/>
                <w:szCs w:val="16"/>
              </w:rPr>
              <w:t>orného</w:t>
            </w:r>
            <w:r w:rsidR="00543F07" w:rsidRPr="00F228E3">
              <w:rPr>
                <w:b w:val="0"/>
                <w:sz w:val="16"/>
                <w:szCs w:val="16"/>
              </w:rPr>
              <w:t xml:space="preserve"> </w:t>
            </w:r>
            <w:proofErr w:type="gramStart"/>
            <w:r w:rsidR="00543F07" w:rsidRPr="00F228E3">
              <w:rPr>
                <w:b w:val="0"/>
                <w:sz w:val="16"/>
                <w:szCs w:val="16"/>
              </w:rPr>
              <w:t>personálu - v</w:t>
            </w:r>
            <w:proofErr w:type="gramEnd"/>
            <w:r w:rsidR="00543F07" w:rsidRPr="00F228E3">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237F6DE6" w14:textId="77777777" w:rsidR="00452F69" w:rsidRPr="00F228E3"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F228E3">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5CEA6EAE" w:rsidR="0035531B" w:rsidRPr="001950C2" w:rsidRDefault="0035531B">
      <w:pPr>
        <w:pStyle w:val="Odstavec1-1a"/>
        <w:numPr>
          <w:ilvl w:val="0"/>
          <w:numId w:val="11"/>
        </w:numPr>
      </w:pPr>
      <w:r w:rsidRPr="00452F69">
        <w:rPr>
          <w:b/>
        </w:rPr>
        <w:t>Odborná způsobilost</w:t>
      </w:r>
      <w:r>
        <w:t xml:space="preserve"> podle zvláštních právních předpisů: oprávnění</w:t>
      </w:r>
      <w:r w:rsidR="00BC6D2B">
        <w:t xml:space="preserve"> k </w:t>
      </w:r>
      <w:r>
        <w:t xml:space="preserve">výkonu vybraných činností ve výstavbě </w:t>
      </w:r>
      <w:r w:rsidR="00FF4E61">
        <w:t>č</w:t>
      </w:r>
      <w:r>
        <w:t xml:space="preserve">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pPr>
        <w:pStyle w:val="Odstavec1-1a"/>
        <w:numPr>
          <w:ilvl w:val="0"/>
          <w:numId w:val="11"/>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pPr>
        <w:pStyle w:val="Textbezslovn"/>
        <w:numPr>
          <w:ilvl w:val="0"/>
          <w:numId w:val="13"/>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w:t>
      </w:r>
      <w:proofErr w:type="gramStart"/>
      <w:r w:rsidRPr="0042061D">
        <w:rPr>
          <w:sz w:val="16"/>
          <w:szCs w:val="16"/>
        </w:rPr>
        <w:t>Určí</w:t>
      </w:r>
      <w:proofErr w:type="gramEnd"/>
      <w:r w:rsidRPr="0042061D">
        <w:rPr>
          <w:sz w:val="16"/>
          <w:szCs w:val="16"/>
        </w:rPr>
        <w:t>-li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43D35EBE" w:rsidR="00746A3A" w:rsidRPr="00543F07" w:rsidRDefault="00746A3A" w:rsidP="009E1958">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dozoru</w:t>
            </w:r>
            <w:r w:rsidR="009E1958">
              <w:rPr>
                <w:sz w:val="16"/>
                <w:szCs w:val="16"/>
              </w:rPr>
              <w:t xml:space="preserve"> projektanta</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1EE676C4" w:rsidR="00746A3A" w:rsidRPr="00833899" w:rsidRDefault="00746A3A" w:rsidP="009E1958">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proofErr w:type="gramStart"/>
            <w:r>
              <w:rPr>
                <w:b w:val="0"/>
                <w:sz w:val="16"/>
                <w:szCs w:val="16"/>
              </w:rPr>
              <w:t xml:space="preserve">dodavatele </w:t>
            </w:r>
            <w:r w:rsidRPr="0042061D">
              <w:rPr>
                <w:b w:val="0"/>
                <w:sz w:val="16"/>
                <w:szCs w:val="16"/>
              </w:rPr>
              <w:t>- v</w:t>
            </w:r>
            <w:proofErr w:type="gramEnd"/>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20E174B"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138974C9" w14:textId="587DA004" w:rsidR="00D42474" w:rsidRDefault="00D42474">
      <w:r>
        <w:br w:type="page"/>
      </w:r>
    </w:p>
    <w:p w14:paraId="2E1ECFEA" w14:textId="77777777" w:rsidR="00D42474" w:rsidRDefault="00D42474" w:rsidP="00D42474">
      <w:pPr>
        <w:pStyle w:val="Nadpisbezsl1-1"/>
      </w:pPr>
      <w:r>
        <w:t>Příloha č. 10</w:t>
      </w:r>
    </w:p>
    <w:p w14:paraId="6F1B118E" w14:textId="14518474" w:rsidR="00D42474" w:rsidRPr="00964860" w:rsidRDefault="00D42474" w:rsidP="00D42474">
      <w:pPr>
        <w:pStyle w:val="Nadpisbezsl1-2"/>
      </w:pPr>
      <w:r w:rsidRPr="00010882">
        <w:rPr>
          <w:lang w:eastAsia="cs-CZ"/>
        </w:rPr>
        <w:t xml:space="preserve">Čestné prohlášení o splnění podmínek v souvislosti </w:t>
      </w:r>
      <w:r w:rsidR="00515265">
        <w:rPr>
          <w:lang w:eastAsia="cs-CZ"/>
        </w:rPr>
        <w:t>s mezinárodními sankcemi</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20FF91F1" w14:textId="77777777" w:rsidR="00D42474" w:rsidRPr="00833899" w:rsidRDefault="00D42474" w:rsidP="00D42474">
      <w:pPr>
        <w:pStyle w:val="Textbezslovn"/>
        <w:ind w:left="0"/>
      </w:pPr>
      <w:r w:rsidRPr="00833899">
        <w:t>společnost zapsaná v obchodním rejstříku vedeném [</w:t>
      </w:r>
      <w:r w:rsidRPr="00833899">
        <w:rPr>
          <w:highlight w:val="yellow"/>
        </w:rPr>
        <w:t>DOPLNÍ DODAVATEL</w:t>
      </w:r>
      <w:r w:rsidRPr="00833899">
        <w:t>],</w:t>
      </w:r>
    </w:p>
    <w:p w14:paraId="078E7D35" w14:textId="77777777" w:rsidR="00D42474" w:rsidRPr="00833899" w:rsidRDefault="00D42474" w:rsidP="00D42474">
      <w:pPr>
        <w:pStyle w:val="Textbezslovn"/>
        <w:ind w:left="0"/>
      </w:pPr>
      <w:r w:rsidRPr="00833899">
        <w:t>spisová značka [</w:t>
      </w:r>
      <w:r w:rsidRPr="00833899">
        <w:rPr>
          <w:highlight w:val="yellow"/>
        </w:rPr>
        <w:t>DOPLNÍ DODAVATEL</w:t>
      </w:r>
      <w:r w:rsidRPr="00833899">
        <w:t>]</w:t>
      </w:r>
    </w:p>
    <w:p w14:paraId="006605A4" w14:textId="77777777" w:rsidR="00D42474" w:rsidRPr="00833899" w:rsidRDefault="00D42474" w:rsidP="00D42474">
      <w:pPr>
        <w:pStyle w:val="Textbezslovn"/>
        <w:ind w:left="0"/>
      </w:pPr>
      <w:r w:rsidRPr="00833899">
        <w:t>zastoupená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7336C4A1"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8A159F" w:rsidRPr="00DF7289">
        <w:rPr>
          <w:b/>
          <w:bCs/>
        </w:rPr>
        <w:t xml:space="preserve">„Modernizace trati Plzeň – Domažlice – </w:t>
      </w:r>
      <w:proofErr w:type="gramStart"/>
      <w:r w:rsidR="008A159F" w:rsidRPr="00DF7289">
        <w:rPr>
          <w:b/>
          <w:bCs/>
        </w:rPr>
        <w:t>st.hranice</w:t>
      </w:r>
      <w:proofErr w:type="gramEnd"/>
      <w:r w:rsidR="008A159F" w:rsidRPr="00DF7289">
        <w:rPr>
          <w:b/>
          <w:bCs/>
        </w:rPr>
        <w:t xml:space="preserve"> SRN, 3. stavba, úsek Stod (mimo) – Domažlice (včetně)“</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0AD0CA9" w:rsidR="00A965D3" w:rsidRPr="00A965D3" w:rsidRDefault="00A965D3">
      <w:pPr>
        <w:pStyle w:val="Odstavecseseznamem"/>
        <w:numPr>
          <w:ilvl w:val="0"/>
          <w:numId w:val="1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58680D">
        <w:rPr>
          <w:rFonts w:eastAsia="Calibri" w:cs="Times New Roman"/>
          <w:b/>
        </w:rPr>
        <w:t>nejsou</w:t>
      </w:r>
      <w:r w:rsidRPr="00BE68D3">
        <w:rPr>
          <w:rFonts w:eastAsia="Calibri" w:cs="Times New Roman"/>
        </w:rPr>
        <w:t xml:space="preserve">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53AF20" w:rsidR="00D42474" w:rsidRPr="007F769F" w:rsidRDefault="00D42474">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rsidR="00D97EE6">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6D4882">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96E0F6" w14:textId="77777777" w:rsidR="006D4882" w:rsidRDefault="006D4882" w:rsidP="00962258">
      <w:pPr>
        <w:spacing w:after="0" w:line="240" w:lineRule="auto"/>
      </w:pPr>
      <w:r>
        <w:separator/>
      </w:r>
    </w:p>
  </w:endnote>
  <w:endnote w:type="continuationSeparator" w:id="0">
    <w:p w14:paraId="140DA17E" w14:textId="77777777" w:rsidR="006D4882" w:rsidRDefault="006D488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2295" w14:paraId="3852A48B" w14:textId="77777777" w:rsidTr="00EB46E5">
      <w:tc>
        <w:tcPr>
          <w:tcW w:w="1361" w:type="dxa"/>
          <w:tcMar>
            <w:left w:w="0" w:type="dxa"/>
            <w:right w:w="0" w:type="dxa"/>
          </w:tcMar>
          <w:vAlign w:val="bottom"/>
        </w:tcPr>
        <w:p w14:paraId="137C5680" w14:textId="7E758545" w:rsidR="00DB2295" w:rsidRPr="00B8518B" w:rsidRDefault="00DB229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6D8D">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6D8D">
            <w:rPr>
              <w:rStyle w:val="slostrnky"/>
              <w:noProof/>
            </w:rPr>
            <w:t>50</w:t>
          </w:r>
          <w:r w:rsidRPr="00B8518B">
            <w:rPr>
              <w:rStyle w:val="slostrnky"/>
            </w:rPr>
            <w:fldChar w:fldCharType="end"/>
          </w:r>
        </w:p>
      </w:tc>
      <w:tc>
        <w:tcPr>
          <w:tcW w:w="284" w:type="dxa"/>
          <w:shd w:val="clear" w:color="auto" w:fill="auto"/>
          <w:tcMar>
            <w:left w:w="0" w:type="dxa"/>
            <w:right w:w="0" w:type="dxa"/>
          </w:tcMar>
        </w:tcPr>
        <w:p w14:paraId="240F2DFD" w14:textId="77777777" w:rsidR="00DB2295" w:rsidRDefault="00DB2295" w:rsidP="00B8518B">
          <w:pPr>
            <w:pStyle w:val="Zpat"/>
          </w:pPr>
        </w:p>
      </w:tc>
      <w:tc>
        <w:tcPr>
          <w:tcW w:w="425" w:type="dxa"/>
          <w:shd w:val="clear" w:color="auto" w:fill="auto"/>
          <w:tcMar>
            <w:left w:w="0" w:type="dxa"/>
            <w:right w:w="0" w:type="dxa"/>
          </w:tcMar>
        </w:tcPr>
        <w:p w14:paraId="7564134E" w14:textId="77777777" w:rsidR="00DB2295" w:rsidRDefault="00DB2295" w:rsidP="00B8518B">
          <w:pPr>
            <w:pStyle w:val="Zpat"/>
          </w:pPr>
        </w:p>
      </w:tc>
      <w:tc>
        <w:tcPr>
          <w:tcW w:w="8505" w:type="dxa"/>
        </w:tcPr>
        <w:p w14:paraId="1B4593B8" w14:textId="72A02E0C" w:rsidR="00DB2295" w:rsidRDefault="00DB2295" w:rsidP="00EB46E5">
          <w:pPr>
            <w:pStyle w:val="Zpat0"/>
          </w:pPr>
          <w:r w:rsidRPr="008F2D5B">
            <w:t>„Modernizace</w:t>
          </w:r>
          <w:r w:rsidRPr="003C0A6F">
            <w:t xml:space="preserve"> trati Plzeň – Domažlice – </w:t>
          </w:r>
          <w:proofErr w:type="gramStart"/>
          <w:r w:rsidRPr="003C0A6F">
            <w:t>st.hranice</w:t>
          </w:r>
          <w:proofErr w:type="gramEnd"/>
          <w:r w:rsidRPr="003C0A6F">
            <w:t xml:space="preserve"> SRN, 3. stavba, úsek Stod (mimo) – Domažlice (včetně)“</w:t>
          </w:r>
        </w:p>
        <w:p w14:paraId="5740C166" w14:textId="77777777" w:rsidR="00DB2295" w:rsidRDefault="00DB2295"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DB2295" w:rsidRDefault="00DB2295" w:rsidP="00392730">
          <w:pPr>
            <w:pStyle w:val="Zpat0"/>
          </w:pPr>
          <w:r>
            <w:t xml:space="preserve">Část 2 – </w:t>
          </w:r>
          <w:r w:rsidRPr="0035531B">
            <w:rPr>
              <w:caps/>
            </w:rPr>
            <w:t>Pokyny pro dodavatele</w:t>
          </w:r>
        </w:p>
        <w:p w14:paraId="737706F4" w14:textId="77777777" w:rsidR="00DB2295" w:rsidRDefault="00DB2295" w:rsidP="00392730">
          <w:pPr>
            <w:pStyle w:val="Zpat0"/>
          </w:pPr>
        </w:p>
      </w:tc>
    </w:tr>
  </w:tbl>
  <w:p w14:paraId="557F4388" w14:textId="77777777" w:rsidR="00DB2295" w:rsidRPr="00B8518B" w:rsidRDefault="00DB22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1E5B6" w14:textId="77777777" w:rsidR="00DB2295" w:rsidRPr="00B8518B" w:rsidRDefault="00DB2295" w:rsidP="00460660">
    <w:pPr>
      <w:pStyle w:val="Zpat"/>
      <w:rPr>
        <w:sz w:val="2"/>
        <w:szCs w:val="2"/>
      </w:rPr>
    </w:pPr>
  </w:p>
  <w:p w14:paraId="70C621D3" w14:textId="587CB2C6" w:rsidR="00DB2295" w:rsidRPr="00460660" w:rsidRDefault="00DB229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76AB9E" w14:textId="77777777" w:rsidR="006D4882" w:rsidRDefault="006D4882" w:rsidP="00962258">
      <w:pPr>
        <w:spacing w:after="0" w:line="240" w:lineRule="auto"/>
      </w:pPr>
      <w:r>
        <w:separator/>
      </w:r>
    </w:p>
  </w:footnote>
  <w:footnote w:type="continuationSeparator" w:id="0">
    <w:p w14:paraId="50EFB6F9" w14:textId="77777777" w:rsidR="006D4882" w:rsidRDefault="006D4882" w:rsidP="00962258">
      <w:pPr>
        <w:spacing w:after="0" w:line="240" w:lineRule="auto"/>
      </w:pPr>
      <w:r>
        <w:continuationSeparator/>
      </w:r>
    </w:p>
  </w:footnote>
  <w:footnote w:id="1">
    <w:p w14:paraId="14FDFE7A" w14:textId="2AC6E061" w:rsidR="00DB2295" w:rsidRDefault="00DB2295" w:rsidP="00A51C91">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7680484" w14:textId="5802DE5F" w:rsidR="00DB2295" w:rsidRDefault="00DB2295"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DB2295" w:rsidRPr="00EB54C9" w:rsidRDefault="00DB2295"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DB2295" w:rsidRDefault="00DB2295"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DB2295" w:rsidRDefault="00DB2295"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DB2295" w:rsidRDefault="00DB229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DB2295" w:rsidRDefault="00DB229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DB2295" w:rsidRDefault="00DB229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DB2295" w:rsidRDefault="00DB2295"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A536AE7" w14:textId="77777777" w:rsidR="00DB2295" w:rsidRDefault="00DB2295"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2295" w14:paraId="40E70905" w14:textId="77777777" w:rsidTr="00C02D0A">
      <w:trPr>
        <w:trHeight w:hRule="exact" w:val="454"/>
      </w:trPr>
      <w:tc>
        <w:tcPr>
          <w:tcW w:w="1361" w:type="dxa"/>
          <w:tcMar>
            <w:top w:w="57" w:type="dxa"/>
            <w:left w:w="0" w:type="dxa"/>
            <w:right w:w="0" w:type="dxa"/>
          </w:tcMar>
        </w:tcPr>
        <w:p w14:paraId="157A32E1" w14:textId="77777777" w:rsidR="00DB2295" w:rsidRPr="00B8518B" w:rsidRDefault="00DB2295" w:rsidP="00523EA7">
          <w:pPr>
            <w:pStyle w:val="Zpat"/>
            <w:rPr>
              <w:rStyle w:val="slostrnky"/>
            </w:rPr>
          </w:pPr>
        </w:p>
      </w:tc>
      <w:tc>
        <w:tcPr>
          <w:tcW w:w="3458" w:type="dxa"/>
          <w:shd w:val="clear" w:color="auto" w:fill="auto"/>
          <w:tcMar>
            <w:top w:w="57" w:type="dxa"/>
            <w:left w:w="0" w:type="dxa"/>
            <w:right w:w="0" w:type="dxa"/>
          </w:tcMar>
        </w:tcPr>
        <w:p w14:paraId="0BFEA660" w14:textId="77777777" w:rsidR="00DB2295" w:rsidRDefault="00DB2295" w:rsidP="00523EA7">
          <w:pPr>
            <w:pStyle w:val="Zpat"/>
          </w:pPr>
        </w:p>
      </w:tc>
      <w:tc>
        <w:tcPr>
          <w:tcW w:w="5698" w:type="dxa"/>
          <w:shd w:val="clear" w:color="auto" w:fill="auto"/>
          <w:tcMar>
            <w:top w:w="57" w:type="dxa"/>
            <w:left w:w="0" w:type="dxa"/>
            <w:right w:w="0" w:type="dxa"/>
          </w:tcMar>
        </w:tcPr>
        <w:p w14:paraId="43417309" w14:textId="77777777" w:rsidR="00DB2295" w:rsidRPr="00D6163D" w:rsidRDefault="00DB2295" w:rsidP="00D6163D">
          <w:pPr>
            <w:pStyle w:val="Druhdokumentu"/>
          </w:pPr>
        </w:p>
      </w:tc>
    </w:tr>
  </w:tbl>
  <w:p w14:paraId="7A51DC1B" w14:textId="77777777" w:rsidR="00DB2295" w:rsidRPr="00D6163D" w:rsidRDefault="00DB22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B2295" w14:paraId="6BBBB51F" w14:textId="77777777" w:rsidTr="00B22106">
      <w:trPr>
        <w:trHeight w:hRule="exact" w:val="936"/>
      </w:trPr>
      <w:tc>
        <w:tcPr>
          <w:tcW w:w="1361" w:type="dxa"/>
          <w:tcMar>
            <w:left w:w="0" w:type="dxa"/>
            <w:right w:w="0" w:type="dxa"/>
          </w:tcMar>
        </w:tcPr>
        <w:p w14:paraId="7B49BEA5" w14:textId="77777777" w:rsidR="00DB2295" w:rsidRPr="00B8518B" w:rsidRDefault="00DB2295" w:rsidP="00FC6389">
          <w:pPr>
            <w:pStyle w:val="Zpat"/>
            <w:rPr>
              <w:rStyle w:val="slostrnky"/>
            </w:rPr>
          </w:pPr>
        </w:p>
      </w:tc>
      <w:tc>
        <w:tcPr>
          <w:tcW w:w="3458" w:type="dxa"/>
          <w:shd w:val="clear" w:color="auto" w:fill="auto"/>
          <w:tcMar>
            <w:left w:w="0" w:type="dxa"/>
            <w:right w:w="0" w:type="dxa"/>
          </w:tcMar>
        </w:tcPr>
        <w:p w14:paraId="5723BA86" w14:textId="77777777" w:rsidR="00DB2295" w:rsidRDefault="00DB2295" w:rsidP="00FC6389">
          <w:pPr>
            <w:pStyle w:val="Zpat"/>
          </w:pPr>
        </w:p>
      </w:tc>
      <w:tc>
        <w:tcPr>
          <w:tcW w:w="5756" w:type="dxa"/>
          <w:shd w:val="clear" w:color="auto" w:fill="auto"/>
          <w:tcMar>
            <w:left w:w="0" w:type="dxa"/>
            <w:right w:w="0" w:type="dxa"/>
          </w:tcMar>
        </w:tcPr>
        <w:p w14:paraId="10B786D1" w14:textId="77777777" w:rsidR="00DB2295" w:rsidRPr="00D6163D" w:rsidRDefault="00DB2295" w:rsidP="00FC6389">
          <w:pPr>
            <w:pStyle w:val="Druhdokumentu"/>
          </w:pPr>
        </w:p>
      </w:tc>
    </w:tr>
    <w:tr w:rsidR="00DB2295" w14:paraId="68D9FA2A" w14:textId="77777777" w:rsidTr="00B22106">
      <w:trPr>
        <w:trHeight w:hRule="exact" w:val="936"/>
      </w:trPr>
      <w:tc>
        <w:tcPr>
          <w:tcW w:w="1361" w:type="dxa"/>
          <w:tcMar>
            <w:left w:w="0" w:type="dxa"/>
            <w:right w:w="0" w:type="dxa"/>
          </w:tcMar>
        </w:tcPr>
        <w:p w14:paraId="1B20651E" w14:textId="77777777" w:rsidR="00DB2295" w:rsidRPr="00B8518B" w:rsidRDefault="00DB2295" w:rsidP="00FC6389">
          <w:pPr>
            <w:pStyle w:val="Zpat"/>
            <w:rPr>
              <w:rStyle w:val="slostrnky"/>
            </w:rPr>
          </w:pPr>
        </w:p>
      </w:tc>
      <w:tc>
        <w:tcPr>
          <w:tcW w:w="3458" w:type="dxa"/>
          <w:shd w:val="clear" w:color="auto" w:fill="auto"/>
          <w:tcMar>
            <w:left w:w="0" w:type="dxa"/>
            <w:right w:w="0" w:type="dxa"/>
          </w:tcMar>
        </w:tcPr>
        <w:p w14:paraId="44D3F74E" w14:textId="77777777" w:rsidR="00DB2295" w:rsidRDefault="00DB2295" w:rsidP="00FC6389">
          <w:pPr>
            <w:pStyle w:val="Zpat"/>
          </w:pPr>
        </w:p>
      </w:tc>
      <w:tc>
        <w:tcPr>
          <w:tcW w:w="5756" w:type="dxa"/>
          <w:shd w:val="clear" w:color="auto" w:fill="auto"/>
          <w:tcMar>
            <w:left w:w="0" w:type="dxa"/>
            <w:right w:w="0" w:type="dxa"/>
          </w:tcMar>
        </w:tcPr>
        <w:p w14:paraId="12C34926" w14:textId="77777777" w:rsidR="00DB2295" w:rsidRPr="00D6163D" w:rsidRDefault="00DB2295" w:rsidP="00FC6389">
          <w:pPr>
            <w:pStyle w:val="Druhdokumentu"/>
          </w:pPr>
        </w:p>
      </w:tc>
    </w:tr>
  </w:tbl>
  <w:p w14:paraId="0D5F026A" w14:textId="77777777" w:rsidR="00DB2295" w:rsidRPr="00D6163D" w:rsidRDefault="00DB2295"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DB2295" w:rsidRPr="00460660" w:rsidRDefault="00DB229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07CEAD8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3177B2"/>
    <w:multiLevelType w:val="hybridMultilevel"/>
    <w:tmpl w:val="E182DA1C"/>
    <w:lvl w:ilvl="0" w:tplc="B69E61D6">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31900269">
    <w:abstractNumId w:val="4"/>
  </w:num>
  <w:num w:numId="2" w16cid:durableId="1367675378">
    <w:abstractNumId w:val="1"/>
  </w:num>
  <w:num w:numId="3" w16cid:durableId="1205101750">
    <w:abstractNumId w:val="15"/>
  </w:num>
  <w:num w:numId="4" w16cid:durableId="178399234">
    <w:abstractNumId w:val="3"/>
  </w:num>
  <w:num w:numId="5" w16cid:durableId="1519200260">
    <w:abstractNumId w:val="0"/>
  </w:num>
  <w:num w:numId="6" w16cid:durableId="117066020">
    <w:abstractNumId w:val="7"/>
  </w:num>
  <w:num w:numId="7" w16cid:durableId="325089796">
    <w:abstractNumId w:val="12"/>
  </w:num>
  <w:num w:numId="8" w16cid:durableId="1779595708">
    <w:abstractNumId w:val="8"/>
  </w:num>
  <w:num w:numId="9" w16cid:durableId="1507086852">
    <w:abstractNumId w:val="17"/>
  </w:num>
  <w:num w:numId="10" w16cid:durableId="593708949">
    <w:abstractNumId w:val="14"/>
  </w:num>
  <w:num w:numId="11" w16cid:durableId="16095839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1226868">
    <w:abstractNumId w:val="9"/>
  </w:num>
  <w:num w:numId="13" w16cid:durableId="1774011906">
    <w:abstractNumId w:val="11"/>
  </w:num>
  <w:num w:numId="14" w16cid:durableId="277228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39504390">
    <w:abstractNumId w:val="10"/>
  </w:num>
  <w:num w:numId="16" w16cid:durableId="1662543581">
    <w:abstractNumId w:val="13"/>
  </w:num>
  <w:num w:numId="17" w16cid:durableId="1207059656">
    <w:abstractNumId w:val="2"/>
  </w:num>
  <w:num w:numId="18" w16cid:durableId="1170484530">
    <w:abstractNumId w:val="16"/>
  </w:num>
  <w:num w:numId="19" w16cid:durableId="470564425">
    <w:abstractNumId w:val="5"/>
  </w:num>
  <w:num w:numId="20" w16cid:durableId="1825126522">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FA1"/>
    <w:rsid w:val="0000503C"/>
    <w:rsid w:val="00005CDA"/>
    <w:rsid w:val="0001060D"/>
    <w:rsid w:val="000156A7"/>
    <w:rsid w:val="000174E8"/>
    <w:rsid w:val="00017F3C"/>
    <w:rsid w:val="0002092B"/>
    <w:rsid w:val="00020AF4"/>
    <w:rsid w:val="00024660"/>
    <w:rsid w:val="00026001"/>
    <w:rsid w:val="0002621B"/>
    <w:rsid w:val="00026D0B"/>
    <w:rsid w:val="00027375"/>
    <w:rsid w:val="00030A34"/>
    <w:rsid w:val="0003366C"/>
    <w:rsid w:val="000338E9"/>
    <w:rsid w:val="00035828"/>
    <w:rsid w:val="000359B9"/>
    <w:rsid w:val="00040961"/>
    <w:rsid w:val="00041387"/>
    <w:rsid w:val="00041EC8"/>
    <w:rsid w:val="00043B79"/>
    <w:rsid w:val="00043EF5"/>
    <w:rsid w:val="000466BC"/>
    <w:rsid w:val="00047AB6"/>
    <w:rsid w:val="000513F4"/>
    <w:rsid w:val="00053304"/>
    <w:rsid w:val="0006499F"/>
    <w:rsid w:val="0006588D"/>
    <w:rsid w:val="00067936"/>
    <w:rsid w:val="00067A5E"/>
    <w:rsid w:val="00067EE3"/>
    <w:rsid w:val="000719BB"/>
    <w:rsid w:val="00072A65"/>
    <w:rsid w:val="00072C1E"/>
    <w:rsid w:val="000751BA"/>
    <w:rsid w:val="00075902"/>
    <w:rsid w:val="00075E50"/>
    <w:rsid w:val="0008290B"/>
    <w:rsid w:val="000837C7"/>
    <w:rsid w:val="000839DD"/>
    <w:rsid w:val="000843C3"/>
    <w:rsid w:val="000869AE"/>
    <w:rsid w:val="00087825"/>
    <w:rsid w:val="000929B6"/>
    <w:rsid w:val="00092CC9"/>
    <w:rsid w:val="00096E5B"/>
    <w:rsid w:val="00097DD8"/>
    <w:rsid w:val="000A087A"/>
    <w:rsid w:val="000A2041"/>
    <w:rsid w:val="000A5F00"/>
    <w:rsid w:val="000A7644"/>
    <w:rsid w:val="000A7D7C"/>
    <w:rsid w:val="000B29BD"/>
    <w:rsid w:val="000B46AF"/>
    <w:rsid w:val="000B4EB8"/>
    <w:rsid w:val="000B5D4D"/>
    <w:rsid w:val="000B5EBA"/>
    <w:rsid w:val="000B676B"/>
    <w:rsid w:val="000C3DEC"/>
    <w:rsid w:val="000C41F2"/>
    <w:rsid w:val="000C7AE3"/>
    <w:rsid w:val="000D06A9"/>
    <w:rsid w:val="000D1296"/>
    <w:rsid w:val="000D22C4"/>
    <w:rsid w:val="000D27D1"/>
    <w:rsid w:val="000D3580"/>
    <w:rsid w:val="000D4352"/>
    <w:rsid w:val="000D493F"/>
    <w:rsid w:val="000D5E72"/>
    <w:rsid w:val="000D60A6"/>
    <w:rsid w:val="000D6C82"/>
    <w:rsid w:val="000E05A5"/>
    <w:rsid w:val="000E0942"/>
    <w:rsid w:val="000E125F"/>
    <w:rsid w:val="000E1758"/>
    <w:rsid w:val="000E1A7F"/>
    <w:rsid w:val="000E3980"/>
    <w:rsid w:val="000E48A0"/>
    <w:rsid w:val="000E5DB6"/>
    <w:rsid w:val="000E6B02"/>
    <w:rsid w:val="000F0B35"/>
    <w:rsid w:val="000F36A8"/>
    <w:rsid w:val="000F6CDE"/>
    <w:rsid w:val="000F76F8"/>
    <w:rsid w:val="000F7FCE"/>
    <w:rsid w:val="0010091D"/>
    <w:rsid w:val="0010191C"/>
    <w:rsid w:val="0010250C"/>
    <w:rsid w:val="00103A92"/>
    <w:rsid w:val="00105798"/>
    <w:rsid w:val="00106A0E"/>
    <w:rsid w:val="001114C3"/>
    <w:rsid w:val="00112864"/>
    <w:rsid w:val="00113A6F"/>
    <w:rsid w:val="00114472"/>
    <w:rsid w:val="00114988"/>
    <w:rsid w:val="00115069"/>
    <w:rsid w:val="001150F2"/>
    <w:rsid w:val="001165C4"/>
    <w:rsid w:val="0011680E"/>
    <w:rsid w:val="0011729F"/>
    <w:rsid w:val="0011747F"/>
    <w:rsid w:val="0012178F"/>
    <w:rsid w:val="00122BBD"/>
    <w:rsid w:val="00125559"/>
    <w:rsid w:val="0012723F"/>
    <w:rsid w:val="00132BB4"/>
    <w:rsid w:val="00133E10"/>
    <w:rsid w:val="00136583"/>
    <w:rsid w:val="00136BBF"/>
    <w:rsid w:val="00142B91"/>
    <w:rsid w:val="0014410E"/>
    <w:rsid w:val="00146BCB"/>
    <w:rsid w:val="001575A1"/>
    <w:rsid w:val="001652EE"/>
    <w:rsid w:val="001656A2"/>
    <w:rsid w:val="00166880"/>
    <w:rsid w:val="001675E3"/>
    <w:rsid w:val="00167D12"/>
    <w:rsid w:val="00170EC5"/>
    <w:rsid w:val="001728E7"/>
    <w:rsid w:val="00173375"/>
    <w:rsid w:val="001744FD"/>
    <w:rsid w:val="001747C1"/>
    <w:rsid w:val="00177D6B"/>
    <w:rsid w:val="00181047"/>
    <w:rsid w:val="00191F90"/>
    <w:rsid w:val="00193D8F"/>
    <w:rsid w:val="00194E9F"/>
    <w:rsid w:val="001950C2"/>
    <w:rsid w:val="001954B0"/>
    <w:rsid w:val="00195AA2"/>
    <w:rsid w:val="00196D8D"/>
    <w:rsid w:val="001A34A3"/>
    <w:rsid w:val="001A3F53"/>
    <w:rsid w:val="001A72D0"/>
    <w:rsid w:val="001A789E"/>
    <w:rsid w:val="001A7901"/>
    <w:rsid w:val="001A7DB5"/>
    <w:rsid w:val="001B1D07"/>
    <w:rsid w:val="001B23A1"/>
    <w:rsid w:val="001B26EE"/>
    <w:rsid w:val="001B4680"/>
    <w:rsid w:val="001B4E74"/>
    <w:rsid w:val="001B6106"/>
    <w:rsid w:val="001B6474"/>
    <w:rsid w:val="001B7180"/>
    <w:rsid w:val="001C027C"/>
    <w:rsid w:val="001C19F4"/>
    <w:rsid w:val="001C5386"/>
    <w:rsid w:val="001C645F"/>
    <w:rsid w:val="001C6AE3"/>
    <w:rsid w:val="001C7065"/>
    <w:rsid w:val="001C7C12"/>
    <w:rsid w:val="001C7FA6"/>
    <w:rsid w:val="001D182C"/>
    <w:rsid w:val="001D19B0"/>
    <w:rsid w:val="001D1DEC"/>
    <w:rsid w:val="001D2108"/>
    <w:rsid w:val="001D21EA"/>
    <w:rsid w:val="001D48EE"/>
    <w:rsid w:val="001D5514"/>
    <w:rsid w:val="001D6E71"/>
    <w:rsid w:val="001E25DD"/>
    <w:rsid w:val="001E651D"/>
    <w:rsid w:val="001E678E"/>
    <w:rsid w:val="001F15F6"/>
    <w:rsid w:val="001F20CE"/>
    <w:rsid w:val="001F27A7"/>
    <w:rsid w:val="00202824"/>
    <w:rsid w:val="002036F6"/>
    <w:rsid w:val="002071BB"/>
    <w:rsid w:val="00207DF5"/>
    <w:rsid w:val="00210AB8"/>
    <w:rsid w:val="0021109A"/>
    <w:rsid w:val="002112C7"/>
    <w:rsid w:val="00220CC5"/>
    <w:rsid w:val="00222BAD"/>
    <w:rsid w:val="00225AD3"/>
    <w:rsid w:val="0023105F"/>
    <w:rsid w:val="00232412"/>
    <w:rsid w:val="00233A53"/>
    <w:rsid w:val="00234F7A"/>
    <w:rsid w:val="00236786"/>
    <w:rsid w:val="00237D2D"/>
    <w:rsid w:val="00240364"/>
    <w:rsid w:val="00240377"/>
    <w:rsid w:val="0024053B"/>
    <w:rsid w:val="00240B81"/>
    <w:rsid w:val="00245327"/>
    <w:rsid w:val="00245D44"/>
    <w:rsid w:val="002462A1"/>
    <w:rsid w:val="00247257"/>
    <w:rsid w:val="00247D01"/>
    <w:rsid w:val="0025030F"/>
    <w:rsid w:val="0025055A"/>
    <w:rsid w:val="0025231F"/>
    <w:rsid w:val="00252BAF"/>
    <w:rsid w:val="00253C9E"/>
    <w:rsid w:val="00255EEC"/>
    <w:rsid w:val="00257877"/>
    <w:rsid w:val="00261A5B"/>
    <w:rsid w:val="00262228"/>
    <w:rsid w:val="00262E5B"/>
    <w:rsid w:val="00263134"/>
    <w:rsid w:val="0026385B"/>
    <w:rsid w:val="00264A29"/>
    <w:rsid w:val="0027053F"/>
    <w:rsid w:val="00270A2C"/>
    <w:rsid w:val="00271C11"/>
    <w:rsid w:val="00273D87"/>
    <w:rsid w:val="002743DF"/>
    <w:rsid w:val="00276AFE"/>
    <w:rsid w:val="00277D88"/>
    <w:rsid w:val="00280ACC"/>
    <w:rsid w:val="0028572B"/>
    <w:rsid w:val="00285F49"/>
    <w:rsid w:val="002912D6"/>
    <w:rsid w:val="002924B8"/>
    <w:rsid w:val="00294CF7"/>
    <w:rsid w:val="00294DE2"/>
    <w:rsid w:val="00297E73"/>
    <w:rsid w:val="002A3B57"/>
    <w:rsid w:val="002B2044"/>
    <w:rsid w:val="002B3BB4"/>
    <w:rsid w:val="002C04EE"/>
    <w:rsid w:val="002C31BF"/>
    <w:rsid w:val="002C5A83"/>
    <w:rsid w:val="002C5F8A"/>
    <w:rsid w:val="002D122E"/>
    <w:rsid w:val="002D4B0B"/>
    <w:rsid w:val="002D5CDA"/>
    <w:rsid w:val="002D5F95"/>
    <w:rsid w:val="002D6887"/>
    <w:rsid w:val="002D7FD6"/>
    <w:rsid w:val="002E0CD7"/>
    <w:rsid w:val="002E0CFB"/>
    <w:rsid w:val="002E1BD7"/>
    <w:rsid w:val="002E3EBD"/>
    <w:rsid w:val="002E5C7B"/>
    <w:rsid w:val="002F4333"/>
    <w:rsid w:val="002F6610"/>
    <w:rsid w:val="003002C1"/>
    <w:rsid w:val="003005D0"/>
    <w:rsid w:val="003014A0"/>
    <w:rsid w:val="00302811"/>
    <w:rsid w:val="003038E0"/>
    <w:rsid w:val="00305D0E"/>
    <w:rsid w:val="00306B20"/>
    <w:rsid w:val="00307641"/>
    <w:rsid w:val="00311F11"/>
    <w:rsid w:val="00312518"/>
    <w:rsid w:val="0031435A"/>
    <w:rsid w:val="00316901"/>
    <w:rsid w:val="0031758D"/>
    <w:rsid w:val="00320B33"/>
    <w:rsid w:val="00321AB3"/>
    <w:rsid w:val="00326BC8"/>
    <w:rsid w:val="00327047"/>
    <w:rsid w:val="00327EEF"/>
    <w:rsid w:val="0033063F"/>
    <w:rsid w:val="0033239F"/>
    <w:rsid w:val="00332F74"/>
    <w:rsid w:val="00333C1C"/>
    <w:rsid w:val="00337B72"/>
    <w:rsid w:val="0034274B"/>
    <w:rsid w:val="00342928"/>
    <w:rsid w:val="0034395F"/>
    <w:rsid w:val="003455FD"/>
    <w:rsid w:val="00346033"/>
    <w:rsid w:val="00346055"/>
    <w:rsid w:val="0034719F"/>
    <w:rsid w:val="00350A35"/>
    <w:rsid w:val="003519E9"/>
    <w:rsid w:val="00352A48"/>
    <w:rsid w:val="00353ED4"/>
    <w:rsid w:val="0035410B"/>
    <w:rsid w:val="0035531B"/>
    <w:rsid w:val="00355D2A"/>
    <w:rsid w:val="0035667D"/>
    <w:rsid w:val="003571D8"/>
    <w:rsid w:val="00357BC6"/>
    <w:rsid w:val="00361422"/>
    <w:rsid w:val="00361A66"/>
    <w:rsid w:val="0036288F"/>
    <w:rsid w:val="003634E6"/>
    <w:rsid w:val="00363F76"/>
    <w:rsid w:val="003646E4"/>
    <w:rsid w:val="00364A10"/>
    <w:rsid w:val="0037076C"/>
    <w:rsid w:val="003717A3"/>
    <w:rsid w:val="00372CF8"/>
    <w:rsid w:val="003735F2"/>
    <w:rsid w:val="00375453"/>
    <w:rsid w:val="0037545D"/>
    <w:rsid w:val="0037744B"/>
    <w:rsid w:val="00377844"/>
    <w:rsid w:val="003804E2"/>
    <w:rsid w:val="00380ECE"/>
    <w:rsid w:val="003830C8"/>
    <w:rsid w:val="003831C7"/>
    <w:rsid w:val="00386FF1"/>
    <w:rsid w:val="00390C81"/>
    <w:rsid w:val="00392730"/>
    <w:rsid w:val="00392EB6"/>
    <w:rsid w:val="00394060"/>
    <w:rsid w:val="00394D03"/>
    <w:rsid w:val="00395312"/>
    <w:rsid w:val="003956C6"/>
    <w:rsid w:val="00396977"/>
    <w:rsid w:val="003A1EB2"/>
    <w:rsid w:val="003A2C23"/>
    <w:rsid w:val="003A4513"/>
    <w:rsid w:val="003A52AD"/>
    <w:rsid w:val="003A5AF4"/>
    <w:rsid w:val="003B0675"/>
    <w:rsid w:val="003B412F"/>
    <w:rsid w:val="003B6C4D"/>
    <w:rsid w:val="003C1739"/>
    <w:rsid w:val="003C33F2"/>
    <w:rsid w:val="003D03F8"/>
    <w:rsid w:val="003D0C4F"/>
    <w:rsid w:val="003D38B2"/>
    <w:rsid w:val="003D54C1"/>
    <w:rsid w:val="003D756E"/>
    <w:rsid w:val="003D7882"/>
    <w:rsid w:val="003E2A31"/>
    <w:rsid w:val="003E3CE3"/>
    <w:rsid w:val="003E420D"/>
    <w:rsid w:val="003E4C13"/>
    <w:rsid w:val="003E4FE8"/>
    <w:rsid w:val="003E611F"/>
    <w:rsid w:val="003E7071"/>
    <w:rsid w:val="003E79F5"/>
    <w:rsid w:val="003F6F2A"/>
    <w:rsid w:val="0040069E"/>
    <w:rsid w:val="00404BA2"/>
    <w:rsid w:val="00406084"/>
    <w:rsid w:val="00406313"/>
    <w:rsid w:val="004065AC"/>
    <w:rsid w:val="004078F3"/>
    <w:rsid w:val="00411FB2"/>
    <w:rsid w:val="0041345F"/>
    <w:rsid w:val="004137A8"/>
    <w:rsid w:val="00413B05"/>
    <w:rsid w:val="00414173"/>
    <w:rsid w:val="004142DA"/>
    <w:rsid w:val="00415042"/>
    <w:rsid w:val="0042061D"/>
    <w:rsid w:val="0042196E"/>
    <w:rsid w:val="004222F5"/>
    <w:rsid w:val="00423AD4"/>
    <w:rsid w:val="00426778"/>
    <w:rsid w:val="00427794"/>
    <w:rsid w:val="0043272F"/>
    <w:rsid w:val="00437EC7"/>
    <w:rsid w:val="00440E20"/>
    <w:rsid w:val="00450F07"/>
    <w:rsid w:val="004517F7"/>
    <w:rsid w:val="00452F69"/>
    <w:rsid w:val="00453CD3"/>
    <w:rsid w:val="00454716"/>
    <w:rsid w:val="00454B28"/>
    <w:rsid w:val="00454BB9"/>
    <w:rsid w:val="00454F7F"/>
    <w:rsid w:val="004550D3"/>
    <w:rsid w:val="00455731"/>
    <w:rsid w:val="00460660"/>
    <w:rsid w:val="00464BA9"/>
    <w:rsid w:val="00465FDD"/>
    <w:rsid w:val="00470647"/>
    <w:rsid w:val="00471676"/>
    <w:rsid w:val="00472ED5"/>
    <w:rsid w:val="00474F4D"/>
    <w:rsid w:val="004802DD"/>
    <w:rsid w:val="00482CF6"/>
    <w:rsid w:val="00483969"/>
    <w:rsid w:val="00483B35"/>
    <w:rsid w:val="00483ED7"/>
    <w:rsid w:val="00485575"/>
    <w:rsid w:val="00486107"/>
    <w:rsid w:val="004871D1"/>
    <w:rsid w:val="00491827"/>
    <w:rsid w:val="0049240D"/>
    <w:rsid w:val="004928D2"/>
    <w:rsid w:val="00495BE7"/>
    <w:rsid w:val="00496921"/>
    <w:rsid w:val="004A2062"/>
    <w:rsid w:val="004A6336"/>
    <w:rsid w:val="004B34E9"/>
    <w:rsid w:val="004B456B"/>
    <w:rsid w:val="004B595B"/>
    <w:rsid w:val="004B5BCD"/>
    <w:rsid w:val="004B62B9"/>
    <w:rsid w:val="004B6506"/>
    <w:rsid w:val="004C0D5E"/>
    <w:rsid w:val="004C4399"/>
    <w:rsid w:val="004C787C"/>
    <w:rsid w:val="004D010F"/>
    <w:rsid w:val="004D12F4"/>
    <w:rsid w:val="004D15AC"/>
    <w:rsid w:val="004D33A0"/>
    <w:rsid w:val="004D5285"/>
    <w:rsid w:val="004E7A1F"/>
    <w:rsid w:val="004F1D17"/>
    <w:rsid w:val="004F21A1"/>
    <w:rsid w:val="004F4597"/>
    <w:rsid w:val="004F4B9B"/>
    <w:rsid w:val="004F5411"/>
    <w:rsid w:val="004F7E61"/>
    <w:rsid w:val="00500A44"/>
    <w:rsid w:val="005017AD"/>
    <w:rsid w:val="00501B32"/>
    <w:rsid w:val="00503605"/>
    <w:rsid w:val="005037A9"/>
    <w:rsid w:val="0050666E"/>
    <w:rsid w:val="00511AB9"/>
    <w:rsid w:val="00511E3C"/>
    <w:rsid w:val="00512128"/>
    <w:rsid w:val="00515265"/>
    <w:rsid w:val="005210B3"/>
    <w:rsid w:val="005225B2"/>
    <w:rsid w:val="00523096"/>
    <w:rsid w:val="00523BB5"/>
    <w:rsid w:val="00523EA7"/>
    <w:rsid w:val="00525050"/>
    <w:rsid w:val="00526554"/>
    <w:rsid w:val="005270FA"/>
    <w:rsid w:val="005278DA"/>
    <w:rsid w:val="005300B4"/>
    <w:rsid w:val="005304CE"/>
    <w:rsid w:val="00533ECD"/>
    <w:rsid w:val="005357FE"/>
    <w:rsid w:val="00540479"/>
    <w:rsid w:val="005406EB"/>
    <w:rsid w:val="0054076A"/>
    <w:rsid w:val="00540C01"/>
    <w:rsid w:val="0054347D"/>
    <w:rsid w:val="005434A6"/>
    <w:rsid w:val="00543F07"/>
    <w:rsid w:val="005446A9"/>
    <w:rsid w:val="00547AD2"/>
    <w:rsid w:val="0055111D"/>
    <w:rsid w:val="00553375"/>
    <w:rsid w:val="005534E7"/>
    <w:rsid w:val="005540AF"/>
    <w:rsid w:val="005540B9"/>
    <w:rsid w:val="005543C6"/>
    <w:rsid w:val="00554C2D"/>
    <w:rsid w:val="00555884"/>
    <w:rsid w:val="00557E99"/>
    <w:rsid w:val="00561A0E"/>
    <w:rsid w:val="00564BCA"/>
    <w:rsid w:val="00564DDD"/>
    <w:rsid w:val="00565026"/>
    <w:rsid w:val="00566FB4"/>
    <w:rsid w:val="005671DF"/>
    <w:rsid w:val="00570157"/>
    <w:rsid w:val="005717C5"/>
    <w:rsid w:val="00572B6C"/>
    <w:rsid w:val="00572F04"/>
    <w:rsid w:val="00573182"/>
    <w:rsid w:val="00573536"/>
    <w:rsid w:val="005736B7"/>
    <w:rsid w:val="00574967"/>
    <w:rsid w:val="00575E5A"/>
    <w:rsid w:val="00577A3C"/>
    <w:rsid w:val="00580245"/>
    <w:rsid w:val="00580BF5"/>
    <w:rsid w:val="00581A96"/>
    <w:rsid w:val="00583E07"/>
    <w:rsid w:val="0058680D"/>
    <w:rsid w:val="00587F74"/>
    <w:rsid w:val="00591185"/>
    <w:rsid w:val="00593FAE"/>
    <w:rsid w:val="005A026D"/>
    <w:rsid w:val="005A0B0D"/>
    <w:rsid w:val="005A1F44"/>
    <w:rsid w:val="005A3D2F"/>
    <w:rsid w:val="005A4694"/>
    <w:rsid w:val="005B1496"/>
    <w:rsid w:val="005B15C7"/>
    <w:rsid w:val="005B3E86"/>
    <w:rsid w:val="005B43BE"/>
    <w:rsid w:val="005C13BC"/>
    <w:rsid w:val="005C1B52"/>
    <w:rsid w:val="005C36B9"/>
    <w:rsid w:val="005C3A99"/>
    <w:rsid w:val="005C490C"/>
    <w:rsid w:val="005D3C39"/>
    <w:rsid w:val="005D5689"/>
    <w:rsid w:val="005E24CB"/>
    <w:rsid w:val="005E49D0"/>
    <w:rsid w:val="005E6218"/>
    <w:rsid w:val="005E7ADE"/>
    <w:rsid w:val="005E7AF9"/>
    <w:rsid w:val="005E7E6E"/>
    <w:rsid w:val="005F298D"/>
    <w:rsid w:val="005F6CCC"/>
    <w:rsid w:val="0060115D"/>
    <w:rsid w:val="00601178"/>
    <w:rsid w:val="0060125D"/>
    <w:rsid w:val="00601A8C"/>
    <w:rsid w:val="006025F3"/>
    <w:rsid w:val="006073CA"/>
    <w:rsid w:val="00607E41"/>
    <w:rsid w:val="0061068E"/>
    <w:rsid w:val="006115D3"/>
    <w:rsid w:val="00612E3D"/>
    <w:rsid w:val="0062045C"/>
    <w:rsid w:val="00625906"/>
    <w:rsid w:val="00626829"/>
    <w:rsid w:val="00631EAA"/>
    <w:rsid w:val="00631F69"/>
    <w:rsid w:val="00633ED3"/>
    <w:rsid w:val="00635566"/>
    <w:rsid w:val="00640B30"/>
    <w:rsid w:val="00641094"/>
    <w:rsid w:val="006434F4"/>
    <w:rsid w:val="0065255A"/>
    <w:rsid w:val="00652EFD"/>
    <w:rsid w:val="0065396D"/>
    <w:rsid w:val="00653E0A"/>
    <w:rsid w:val="00655976"/>
    <w:rsid w:val="0065610E"/>
    <w:rsid w:val="00656A03"/>
    <w:rsid w:val="00660587"/>
    <w:rsid w:val="00660AD3"/>
    <w:rsid w:val="006638F8"/>
    <w:rsid w:val="00665962"/>
    <w:rsid w:val="00665A29"/>
    <w:rsid w:val="006667E6"/>
    <w:rsid w:val="00666F2D"/>
    <w:rsid w:val="00670EDB"/>
    <w:rsid w:val="006715C1"/>
    <w:rsid w:val="0067298F"/>
    <w:rsid w:val="00672DAE"/>
    <w:rsid w:val="00673188"/>
    <w:rsid w:val="00673F7D"/>
    <w:rsid w:val="00674099"/>
    <w:rsid w:val="00674785"/>
    <w:rsid w:val="006776B6"/>
    <w:rsid w:val="00691118"/>
    <w:rsid w:val="00691EE3"/>
    <w:rsid w:val="006925E6"/>
    <w:rsid w:val="00693150"/>
    <w:rsid w:val="00696691"/>
    <w:rsid w:val="00696E3D"/>
    <w:rsid w:val="006A1D4B"/>
    <w:rsid w:val="006A1FB5"/>
    <w:rsid w:val="006A29A6"/>
    <w:rsid w:val="006A540D"/>
    <w:rsid w:val="006A5570"/>
    <w:rsid w:val="006A689C"/>
    <w:rsid w:val="006A6DF0"/>
    <w:rsid w:val="006B0B03"/>
    <w:rsid w:val="006B12A4"/>
    <w:rsid w:val="006B3D79"/>
    <w:rsid w:val="006B6FE4"/>
    <w:rsid w:val="006B73A9"/>
    <w:rsid w:val="006B78C6"/>
    <w:rsid w:val="006C19F7"/>
    <w:rsid w:val="006C21E8"/>
    <w:rsid w:val="006C2343"/>
    <w:rsid w:val="006C442A"/>
    <w:rsid w:val="006C4639"/>
    <w:rsid w:val="006C4864"/>
    <w:rsid w:val="006C533D"/>
    <w:rsid w:val="006D03B3"/>
    <w:rsid w:val="006D0FD1"/>
    <w:rsid w:val="006D4882"/>
    <w:rsid w:val="006D7CD8"/>
    <w:rsid w:val="006E0578"/>
    <w:rsid w:val="006E0CBF"/>
    <w:rsid w:val="006E100C"/>
    <w:rsid w:val="006E314D"/>
    <w:rsid w:val="006F439C"/>
    <w:rsid w:val="006F6B09"/>
    <w:rsid w:val="0070255F"/>
    <w:rsid w:val="00703549"/>
    <w:rsid w:val="007038DC"/>
    <w:rsid w:val="007042F9"/>
    <w:rsid w:val="007055DB"/>
    <w:rsid w:val="00706F4C"/>
    <w:rsid w:val="0070752A"/>
    <w:rsid w:val="00710723"/>
    <w:rsid w:val="00711119"/>
    <w:rsid w:val="0071250A"/>
    <w:rsid w:val="00712C6B"/>
    <w:rsid w:val="007134F3"/>
    <w:rsid w:val="007146EC"/>
    <w:rsid w:val="0072018C"/>
    <w:rsid w:val="00720F4A"/>
    <w:rsid w:val="00723ED1"/>
    <w:rsid w:val="00726B16"/>
    <w:rsid w:val="007278C9"/>
    <w:rsid w:val="007309F6"/>
    <w:rsid w:val="007330EF"/>
    <w:rsid w:val="007334CD"/>
    <w:rsid w:val="0073461B"/>
    <w:rsid w:val="00734E41"/>
    <w:rsid w:val="007356BD"/>
    <w:rsid w:val="007372AC"/>
    <w:rsid w:val="00737F95"/>
    <w:rsid w:val="00740AF5"/>
    <w:rsid w:val="00741294"/>
    <w:rsid w:val="0074192E"/>
    <w:rsid w:val="0074204C"/>
    <w:rsid w:val="00743525"/>
    <w:rsid w:val="00744F6A"/>
    <w:rsid w:val="00745555"/>
    <w:rsid w:val="00746A3A"/>
    <w:rsid w:val="0074727B"/>
    <w:rsid w:val="00751B2D"/>
    <w:rsid w:val="007536B0"/>
    <w:rsid w:val="007541A2"/>
    <w:rsid w:val="00754265"/>
    <w:rsid w:val="00755818"/>
    <w:rsid w:val="0076286B"/>
    <w:rsid w:val="007654A5"/>
    <w:rsid w:val="00766846"/>
    <w:rsid w:val="00766C2B"/>
    <w:rsid w:val="00766F4A"/>
    <w:rsid w:val="0076790E"/>
    <w:rsid w:val="00771B61"/>
    <w:rsid w:val="00771C62"/>
    <w:rsid w:val="0077382B"/>
    <w:rsid w:val="00773C60"/>
    <w:rsid w:val="00773DC0"/>
    <w:rsid w:val="00774789"/>
    <w:rsid w:val="0077673A"/>
    <w:rsid w:val="00777E1F"/>
    <w:rsid w:val="00781DE3"/>
    <w:rsid w:val="00782707"/>
    <w:rsid w:val="00782C37"/>
    <w:rsid w:val="00783087"/>
    <w:rsid w:val="00783826"/>
    <w:rsid w:val="007846E1"/>
    <w:rsid w:val="007847D6"/>
    <w:rsid w:val="007858F0"/>
    <w:rsid w:val="00786496"/>
    <w:rsid w:val="0079069D"/>
    <w:rsid w:val="00796DC1"/>
    <w:rsid w:val="007A1862"/>
    <w:rsid w:val="007A2107"/>
    <w:rsid w:val="007A4A74"/>
    <w:rsid w:val="007A5172"/>
    <w:rsid w:val="007A6474"/>
    <w:rsid w:val="007A67A0"/>
    <w:rsid w:val="007B030C"/>
    <w:rsid w:val="007B050C"/>
    <w:rsid w:val="007B4D21"/>
    <w:rsid w:val="007B570C"/>
    <w:rsid w:val="007B592C"/>
    <w:rsid w:val="007C1338"/>
    <w:rsid w:val="007C154D"/>
    <w:rsid w:val="007C1CD8"/>
    <w:rsid w:val="007C1F79"/>
    <w:rsid w:val="007C2AA1"/>
    <w:rsid w:val="007C2DC8"/>
    <w:rsid w:val="007C4ABB"/>
    <w:rsid w:val="007C4FE0"/>
    <w:rsid w:val="007D2241"/>
    <w:rsid w:val="007D38E4"/>
    <w:rsid w:val="007D3F64"/>
    <w:rsid w:val="007D5A8D"/>
    <w:rsid w:val="007E14DA"/>
    <w:rsid w:val="007E2234"/>
    <w:rsid w:val="007E4A6E"/>
    <w:rsid w:val="007E6155"/>
    <w:rsid w:val="007E6B85"/>
    <w:rsid w:val="007F15CE"/>
    <w:rsid w:val="007F3581"/>
    <w:rsid w:val="007F3E64"/>
    <w:rsid w:val="007F4F8F"/>
    <w:rsid w:val="007F5367"/>
    <w:rsid w:val="007F56A7"/>
    <w:rsid w:val="007F7053"/>
    <w:rsid w:val="00800851"/>
    <w:rsid w:val="00800C7F"/>
    <w:rsid w:val="00800CD7"/>
    <w:rsid w:val="008024CD"/>
    <w:rsid w:val="00802525"/>
    <w:rsid w:val="00803601"/>
    <w:rsid w:val="00804D39"/>
    <w:rsid w:val="00807DD0"/>
    <w:rsid w:val="00810368"/>
    <w:rsid w:val="008113FE"/>
    <w:rsid w:val="00815C1B"/>
    <w:rsid w:val="00817A33"/>
    <w:rsid w:val="00820470"/>
    <w:rsid w:val="008217CE"/>
    <w:rsid w:val="008217F2"/>
    <w:rsid w:val="00821D01"/>
    <w:rsid w:val="00822B88"/>
    <w:rsid w:val="00826B7B"/>
    <w:rsid w:val="00831DE9"/>
    <w:rsid w:val="00833899"/>
    <w:rsid w:val="00840851"/>
    <w:rsid w:val="00840E14"/>
    <w:rsid w:val="00841FCB"/>
    <w:rsid w:val="00845C50"/>
    <w:rsid w:val="00845D74"/>
    <w:rsid w:val="00846789"/>
    <w:rsid w:val="00851519"/>
    <w:rsid w:val="008543D8"/>
    <w:rsid w:val="00857BAC"/>
    <w:rsid w:val="00860D8A"/>
    <w:rsid w:val="008638C9"/>
    <w:rsid w:val="00866974"/>
    <w:rsid w:val="008703CB"/>
    <w:rsid w:val="00872044"/>
    <w:rsid w:val="0087262B"/>
    <w:rsid w:val="00873C33"/>
    <w:rsid w:val="008750B9"/>
    <w:rsid w:val="00875CE5"/>
    <w:rsid w:val="00876C45"/>
    <w:rsid w:val="00876D73"/>
    <w:rsid w:val="00880C36"/>
    <w:rsid w:val="00885737"/>
    <w:rsid w:val="00887F36"/>
    <w:rsid w:val="00891AF6"/>
    <w:rsid w:val="00894AB7"/>
    <w:rsid w:val="00896CC4"/>
    <w:rsid w:val="00897B96"/>
    <w:rsid w:val="008A159F"/>
    <w:rsid w:val="008A3568"/>
    <w:rsid w:val="008A5E06"/>
    <w:rsid w:val="008B0ED8"/>
    <w:rsid w:val="008B10F6"/>
    <w:rsid w:val="008B2021"/>
    <w:rsid w:val="008B251E"/>
    <w:rsid w:val="008B3257"/>
    <w:rsid w:val="008B3D12"/>
    <w:rsid w:val="008B4CEC"/>
    <w:rsid w:val="008B60F5"/>
    <w:rsid w:val="008B7AFE"/>
    <w:rsid w:val="008C0335"/>
    <w:rsid w:val="008C27CC"/>
    <w:rsid w:val="008C3044"/>
    <w:rsid w:val="008C50F3"/>
    <w:rsid w:val="008C51DA"/>
    <w:rsid w:val="008C5FF0"/>
    <w:rsid w:val="008C65BC"/>
    <w:rsid w:val="008C6C63"/>
    <w:rsid w:val="008C7EFE"/>
    <w:rsid w:val="008D03B9"/>
    <w:rsid w:val="008D30C7"/>
    <w:rsid w:val="008D552B"/>
    <w:rsid w:val="008D7D26"/>
    <w:rsid w:val="008E1138"/>
    <w:rsid w:val="008E12E4"/>
    <w:rsid w:val="008E164E"/>
    <w:rsid w:val="008E3621"/>
    <w:rsid w:val="008E3AB5"/>
    <w:rsid w:val="008E52BE"/>
    <w:rsid w:val="008E5D9D"/>
    <w:rsid w:val="008E78A5"/>
    <w:rsid w:val="008F0019"/>
    <w:rsid w:val="008F18D6"/>
    <w:rsid w:val="008F2C9B"/>
    <w:rsid w:val="008F2D5B"/>
    <w:rsid w:val="008F6BE8"/>
    <w:rsid w:val="008F797B"/>
    <w:rsid w:val="009032C3"/>
    <w:rsid w:val="0090370B"/>
    <w:rsid w:val="00903C3A"/>
    <w:rsid w:val="00903C55"/>
    <w:rsid w:val="00904780"/>
    <w:rsid w:val="0090635B"/>
    <w:rsid w:val="009068F6"/>
    <w:rsid w:val="00907814"/>
    <w:rsid w:val="00916A2E"/>
    <w:rsid w:val="00920DEB"/>
    <w:rsid w:val="0092226C"/>
    <w:rsid w:val="00922385"/>
    <w:rsid w:val="009223DF"/>
    <w:rsid w:val="00925F7A"/>
    <w:rsid w:val="00930B79"/>
    <w:rsid w:val="00935206"/>
    <w:rsid w:val="00936091"/>
    <w:rsid w:val="00940D8A"/>
    <w:rsid w:val="00941491"/>
    <w:rsid w:val="0094325D"/>
    <w:rsid w:val="0094424B"/>
    <w:rsid w:val="00962258"/>
    <w:rsid w:val="00962869"/>
    <w:rsid w:val="00964860"/>
    <w:rsid w:val="009660AD"/>
    <w:rsid w:val="009678B7"/>
    <w:rsid w:val="00967ACB"/>
    <w:rsid w:val="00971C1A"/>
    <w:rsid w:val="00976973"/>
    <w:rsid w:val="00976FCB"/>
    <w:rsid w:val="00980909"/>
    <w:rsid w:val="00982AE8"/>
    <w:rsid w:val="00984CDB"/>
    <w:rsid w:val="009854FD"/>
    <w:rsid w:val="00985546"/>
    <w:rsid w:val="00986BA3"/>
    <w:rsid w:val="00991104"/>
    <w:rsid w:val="00992D9C"/>
    <w:rsid w:val="009968AD"/>
    <w:rsid w:val="00996CB8"/>
    <w:rsid w:val="009A27BB"/>
    <w:rsid w:val="009A52BE"/>
    <w:rsid w:val="009A634D"/>
    <w:rsid w:val="009B0DB1"/>
    <w:rsid w:val="009B0F80"/>
    <w:rsid w:val="009B2E45"/>
    <w:rsid w:val="009B2E97"/>
    <w:rsid w:val="009B3A21"/>
    <w:rsid w:val="009B3CB0"/>
    <w:rsid w:val="009B5146"/>
    <w:rsid w:val="009B7E95"/>
    <w:rsid w:val="009C0F4D"/>
    <w:rsid w:val="009C418E"/>
    <w:rsid w:val="009C442C"/>
    <w:rsid w:val="009D10A1"/>
    <w:rsid w:val="009D20A1"/>
    <w:rsid w:val="009D2CBF"/>
    <w:rsid w:val="009D2D3E"/>
    <w:rsid w:val="009D3396"/>
    <w:rsid w:val="009D3B8A"/>
    <w:rsid w:val="009D5BA3"/>
    <w:rsid w:val="009D5DFD"/>
    <w:rsid w:val="009D64A5"/>
    <w:rsid w:val="009E07F4"/>
    <w:rsid w:val="009E1958"/>
    <w:rsid w:val="009E1AEE"/>
    <w:rsid w:val="009E241A"/>
    <w:rsid w:val="009E3C1B"/>
    <w:rsid w:val="009E4904"/>
    <w:rsid w:val="009E540A"/>
    <w:rsid w:val="009F309B"/>
    <w:rsid w:val="009F392E"/>
    <w:rsid w:val="009F3B3B"/>
    <w:rsid w:val="009F435C"/>
    <w:rsid w:val="009F46C7"/>
    <w:rsid w:val="009F4CC5"/>
    <w:rsid w:val="009F53C5"/>
    <w:rsid w:val="00A01CB4"/>
    <w:rsid w:val="00A03E79"/>
    <w:rsid w:val="00A066DE"/>
    <w:rsid w:val="00A0740E"/>
    <w:rsid w:val="00A103F9"/>
    <w:rsid w:val="00A11A90"/>
    <w:rsid w:val="00A12463"/>
    <w:rsid w:val="00A12DFA"/>
    <w:rsid w:val="00A15641"/>
    <w:rsid w:val="00A16220"/>
    <w:rsid w:val="00A23F58"/>
    <w:rsid w:val="00A25E5E"/>
    <w:rsid w:val="00A35009"/>
    <w:rsid w:val="00A37F52"/>
    <w:rsid w:val="00A40426"/>
    <w:rsid w:val="00A4043B"/>
    <w:rsid w:val="00A4050F"/>
    <w:rsid w:val="00A40C1B"/>
    <w:rsid w:val="00A432EF"/>
    <w:rsid w:val="00A43668"/>
    <w:rsid w:val="00A43F3D"/>
    <w:rsid w:val="00A446BE"/>
    <w:rsid w:val="00A46E35"/>
    <w:rsid w:val="00A47DE5"/>
    <w:rsid w:val="00A50641"/>
    <w:rsid w:val="00A51C91"/>
    <w:rsid w:val="00A52F0A"/>
    <w:rsid w:val="00A530BF"/>
    <w:rsid w:val="00A55C9A"/>
    <w:rsid w:val="00A56621"/>
    <w:rsid w:val="00A571E7"/>
    <w:rsid w:val="00A6177B"/>
    <w:rsid w:val="00A619CA"/>
    <w:rsid w:val="00A62FE1"/>
    <w:rsid w:val="00A65BE6"/>
    <w:rsid w:val="00A65D0C"/>
    <w:rsid w:val="00A65FC1"/>
    <w:rsid w:val="00A66136"/>
    <w:rsid w:val="00A71189"/>
    <w:rsid w:val="00A7364A"/>
    <w:rsid w:val="00A7410B"/>
    <w:rsid w:val="00A74DCC"/>
    <w:rsid w:val="00A753ED"/>
    <w:rsid w:val="00A77512"/>
    <w:rsid w:val="00A80B49"/>
    <w:rsid w:val="00A8206C"/>
    <w:rsid w:val="00A84500"/>
    <w:rsid w:val="00A85121"/>
    <w:rsid w:val="00A87F59"/>
    <w:rsid w:val="00A90B86"/>
    <w:rsid w:val="00A919A4"/>
    <w:rsid w:val="00A94713"/>
    <w:rsid w:val="00A94C2F"/>
    <w:rsid w:val="00A95C0A"/>
    <w:rsid w:val="00A965D3"/>
    <w:rsid w:val="00AA3E17"/>
    <w:rsid w:val="00AA4CBB"/>
    <w:rsid w:val="00AA5C98"/>
    <w:rsid w:val="00AA5C9B"/>
    <w:rsid w:val="00AA65FA"/>
    <w:rsid w:val="00AA7351"/>
    <w:rsid w:val="00AA7A82"/>
    <w:rsid w:val="00AB1063"/>
    <w:rsid w:val="00AB28D0"/>
    <w:rsid w:val="00AB6916"/>
    <w:rsid w:val="00AB6F88"/>
    <w:rsid w:val="00AC3EA9"/>
    <w:rsid w:val="00AC6613"/>
    <w:rsid w:val="00AC6FB1"/>
    <w:rsid w:val="00AD056F"/>
    <w:rsid w:val="00AD0714"/>
    <w:rsid w:val="00AD0C7B"/>
    <w:rsid w:val="00AD0CC3"/>
    <w:rsid w:val="00AD1771"/>
    <w:rsid w:val="00AD1786"/>
    <w:rsid w:val="00AD3565"/>
    <w:rsid w:val="00AD3B77"/>
    <w:rsid w:val="00AD4CCC"/>
    <w:rsid w:val="00AD5F1A"/>
    <w:rsid w:val="00AD6731"/>
    <w:rsid w:val="00AD792A"/>
    <w:rsid w:val="00AE10D0"/>
    <w:rsid w:val="00AE1D4A"/>
    <w:rsid w:val="00AE3BB4"/>
    <w:rsid w:val="00AE76A4"/>
    <w:rsid w:val="00AF2AEB"/>
    <w:rsid w:val="00AF4D76"/>
    <w:rsid w:val="00AF7036"/>
    <w:rsid w:val="00B008D5"/>
    <w:rsid w:val="00B00C0B"/>
    <w:rsid w:val="00B02F73"/>
    <w:rsid w:val="00B035B6"/>
    <w:rsid w:val="00B03967"/>
    <w:rsid w:val="00B0619F"/>
    <w:rsid w:val="00B067E0"/>
    <w:rsid w:val="00B0765B"/>
    <w:rsid w:val="00B13A26"/>
    <w:rsid w:val="00B15D0D"/>
    <w:rsid w:val="00B15F78"/>
    <w:rsid w:val="00B22106"/>
    <w:rsid w:val="00B222F7"/>
    <w:rsid w:val="00B22976"/>
    <w:rsid w:val="00B2309B"/>
    <w:rsid w:val="00B27466"/>
    <w:rsid w:val="00B34E7F"/>
    <w:rsid w:val="00B36D02"/>
    <w:rsid w:val="00B429CF"/>
    <w:rsid w:val="00B42A5E"/>
    <w:rsid w:val="00B448FF"/>
    <w:rsid w:val="00B52A86"/>
    <w:rsid w:val="00B5431A"/>
    <w:rsid w:val="00B55826"/>
    <w:rsid w:val="00B60046"/>
    <w:rsid w:val="00B61530"/>
    <w:rsid w:val="00B645BC"/>
    <w:rsid w:val="00B649D5"/>
    <w:rsid w:val="00B65A41"/>
    <w:rsid w:val="00B70267"/>
    <w:rsid w:val="00B703AA"/>
    <w:rsid w:val="00B73124"/>
    <w:rsid w:val="00B73BEB"/>
    <w:rsid w:val="00B75EE1"/>
    <w:rsid w:val="00B77110"/>
    <w:rsid w:val="00B77481"/>
    <w:rsid w:val="00B77C6D"/>
    <w:rsid w:val="00B80502"/>
    <w:rsid w:val="00B80E53"/>
    <w:rsid w:val="00B81671"/>
    <w:rsid w:val="00B8265A"/>
    <w:rsid w:val="00B82A36"/>
    <w:rsid w:val="00B8518B"/>
    <w:rsid w:val="00B85BF4"/>
    <w:rsid w:val="00B86190"/>
    <w:rsid w:val="00B97CC3"/>
    <w:rsid w:val="00BA197A"/>
    <w:rsid w:val="00BA1CFD"/>
    <w:rsid w:val="00BA3D9D"/>
    <w:rsid w:val="00BA55F4"/>
    <w:rsid w:val="00BB1A18"/>
    <w:rsid w:val="00BB4AF2"/>
    <w:rsid w:val="00BB72FA"/>
    <w:rsid w:val="00BC06C4"/>
    <w:rsid w:val="00BC1044"/>
    <w:rsid w:val="00BC491D"/>
    <w:rsid w:val="00BC49C0"/>
    <w:rsid w:val="00BC663E"/>
    <w:rsid w:val="00BC6D2B"/>
    <w:rsid w:val="00BC6FC4"/>
    <w:rsid w:val="00BC7269"/>
    <w:rsid w:val="00BD0273"/>
    <w:rsid w:val="00BD032B"/>
    <w:rsid w:val="00BD04FA"/>
    <w:rsid w:val="00BD07D8"/>
    <w:rsid w:val="00BD23C8"/>
    <w:rsid w:val="00BD4E9E"/>
    <w:rsid w:val="00BD5561"/>
    <w:rsid w:val="00BD5A0E"/>
    <w:rsid w:val="00BD6850"/>
    <w:rsid w:val="00BD7438"/>
    <w:rsid w:val="00BD7E91"/>
    <w:rsid w:val="00BD7F0D"/>
    <w:rsid w:val="00BE0913"/>
    <w:rsid w:val="00BE22EE"/>
    <w:rsid w:val="00BE49F4"/>
    <w:rsid w:val="00BE7CD3"/>
    <w:rsid w:val="00BF2A76"/>
    <w:rsid w:val="00BF30A4"/>
    <w:rsid w:val="00BF3817"/>
    <w:rsid w:val="00BF393A"/>
    <w:rsid w:val="00BF6E6C"/>
    <w:rsid w:val="00C02436"/>
    <w:rsid w:val="00C02D0A"/>
    <w:rsid w:val="00C03A6E"/>
    <w:rsid w:val="00C05F38"/>
    <w:rsid w:val="00C06F8A"/>
    <w:rsid w:val="00C07508"/>
    <w:rsid w:val="00C176DD"/>
    <w:rsid w:val="00C203FF"/>
    <w:rsid w:val="00C212F4"/>
    <w:rsid w:val="00C226C0"/>
    <w:rsid w:val="00C26B03"/>
    <w:rsid w:val="00C30347"/>
    <w:rsid w:val="00C310CD"/>
    <w:rsid w:val="00C31ADD"/>
    <w:rsid w:val="00C34047"/>
    <w:rsid w:val="00C37B25"/>
    <w:rsid w:val="00C400AB"/>
    <w:rsid w:val="00C42FE6"/>
    <w:rsid w:val="00C44F6A"/>
    <w:rsid w:val="00C51B58"/>
    <w:rsid w:val="00C52720"/>
    <w:rsid w:val="00C52C0B"/>
    <w:rsid w:val="00C55CEB"/>
    <w:rsid w:val="00C56B64"/>
    <w:rsid w:val="00C57268"/>
    <w:rsid w:val="00C60FCF"/>
    <w:rsid w:val="00C6198E"/>
    <w:rsid w:val="00C6339C"/>
    <w:rsid w:val="00C639AD"/>
    <w:rsid w:val="00C70748"/>
    <w:rsid w:val="00C7077F"/>
    <w:rsid w:val="00C708EA"/>
    <w:rsid w:val="00C7216F"/>
    <w:rsid w:val="00C725E5"/>
    <w:rsid w:val="00C776E5"/>
    <w:rsid w:val="00C778A5"/>
    <w:rsid w:val="00C84C01"/>
    <w:rsid w:val="00C84F86"/>
    <w:rsid w:val="00C95162"/>
    <w:rsid w:val="00C97DB2"/>
    <w:rsid w:val="00CA08FB"/>
    <w:rsid w:val="00CA2B1E"/>
    <w:rsid w:val="00CA41FA"/>
    <w:rsid w:val="00CA4A2C"/>
    <w:rsid w:val="00CA5133"/>
    <w:rsid w:val="00CB14C4"/>
    <w:rsid w:val="00CB14C7"/>
    <w:rsid w:val="00CB2B9A"/>
    <w:rsid w:val="00CB3151"/>
    <w:rsid w:val="00CB419B"/>
    <w:rsid w:val="00CB51FD"/>
    <w:rsid w:val="00CB6A37"/>
    <w:rsid w:val="00CB6AC6"/>
    <w:rsid w:val="00CB7684"/>
    <w:rsid w:val="00CC005F"/>
    <w:rsid w:val="00CC0ADA"/>
    <w:rsid w:val="00CC0E0B"/>
    <w:rsid w:val="00CC1656"/>
    <w:rsid w:val="00CC3F4F"/>
    <w:rsid w:val="00CC4380"/>
    <w:rsid w:val="00CC79E1"/>
    <w:rsid w:val="00CC7BE1"/>
    <w:rsid w:val="00CC7C8F"/>
    <w:rsid w:val="00CC7F60"/>
    <w:rsid w:val="00CD0B8B"/>
    <w:rsid w:val="00CD1856"/>
    <w:rsid w:val="00CD1C73"/>
    <w:rsid w:val="00CD1FC4"/>
    <w:rsid w:val="00CD5995"/>
    <w:rsid w:val="00CD5D15"/>
    <w:rsid w:val="00CD7B3F"/>
    <w:rsid w:val="00CE2274"/>
    <w:rsid w:val="00CE22D6"/>
    <w:rsid w:val="00CF06BF"/>
    <w:rsid w:val="00CF0DBE"/>
    <w:rsid w:val="00CF4237"/>
    <w:rsid w:val="00CF4AAE"/>
    <w:rsid w:val="00CF5185"/>
    <w:rsid w:val="00D00256"/>
    <w:rsid w:val="00D006F4"/>
    <w:rsid w:val="00D02DDF"/>
    <w:rsid w:val="00D034A0"/>
    <w:rsid w:val="00D07B20"/>
    <w:rsid w:val="00D1099C"/>
    <w:rsid w:val="00D10A2D"/>
    <w:rsid w:val="00D122E5"/>
    <w:rsid w:val="00D139AC"/>
    <w:rsid w:val="00D145E1"/>
    <w:rsid w:val="00D148AE"/>
    <w:rsid w:val="00D148BC"/>
    <w:rsid w:val="00D20392"/>
    <w:rsid w:val="00D20E22"/>
    <w:rsid w:val="00D21061"/>
    <w:rsid w:val="00D21732"/>
    <w:rsid w:val="00D320AC"/>
    <w:rsid w:val="00D37B14"/>
    <w:rsid w:val="00D4108E"/>
    <w:rsid w:val="00D42474"/>
    <w:rsid w:val="00D4608D"/>
    <w:rsid w:val="00D510F1"/>
    <w:rsid w:val="00D54135"/>
    <w:rsid w:val="00D57BFB"/>
    <w:rsid w:val="00D6027A"/>
    <w:rsid w:val="00D6163D"/>
    <w:rsid w:val="00D6259C"/>
    <w:rsid w:val="00D6552D"/>
    <w:rsid w:val="00D7668B"/>
    <w:rsid w:val="00D8114B"/>
    <w:rsid w:val="00D831A3"/>
    <w:rsid w:val="00D84201"/>
    <w:rsid w:val="00D8584F"/>
    <w:rsid w:val="00D96B3F"/>
    <w:rsid w:val="00D97BE3"/>
    <w:rsid w:val="00D97EE6"/>
    <w:rsid w:val="00DA0D67"/>
    <w:rsid w:val="00DA30B0"/>
    <w:rsid w:val="00DA3711"/>
    <w:rsid w:val="00DA5362"/>
    <w:rsid w:val="00DA5515"/>
    <w:rsid w:val="00DB2295"/>
    <w:rsid w:val="00DB2561"/>
    <w:rsid w:val="00DB2E59"/>
    <w:rsid w:val="00DB5D9B"/>
    <w:rsid w:val="00DB619A"/>
    <w:rsid w:val="00DB6399"/>
    <w:rsid w:val="00DB7379"/>
    <w:rsid w:val="00DB7F4B"/>
    <w:rsid w:val="00DC2525"/>
    <w:rsid w:val="00DC2DEF"/>
    <w:rsid w:val="00DD0DD8"/>
    <w:rsid w:val="00DD46F3"/>
    <w:rsid w:val="00DD4DDB"/>
    <w:rsid w:val="00DE06F4"/>
    <w:rsid w:val="00DE51A5"/>
    <w:rsid w:val="00DE56F2"/>
    <w:rsid w:val="00DE6A35"/>
    <w:rsid w:val="00DE7DF2"/>
    <w:rsid w:val="00DF116D"/>
    <w:rsid w:val="00DF27AF"/>
    <w:rsid w:val="00DF28AA"/>
    <w:rsid w:val="00E007C8"/>
    <w:rsid w:val="00E009D2"/>
    <w:rsid w:val="00E01EA1"/>
    <w:rsid w:val="00E04992"/>
    <w:rsid w:val="00E06C8A"/>
    <w:rsid w:val="00E10695"/>
    <w:rsid w:val="00E10A14"/>
    <w:rsid w:val="00E138A9"/>
    <w:rsid w:val="00E150F2"/>
    <w:rsid w:val="00E166CB"/>
    <w:rsid w:val="00E16AEB"/>
    <w:rsid w:val="00E16FF7"/>
    <w:rsid w:val="00E17110"/>
    <w:rsid w:val="00E17C1E"/>
    <w:rsid w:val="00E17C5A"/>
    <w:rsid w:val="00E22C30"/>
    <w:rsid w:val="00E24301"/>
    <w:rsid w:val="00E2511C"/>
    <w:rsid w:val="00E26D68"/>
    <w:rsid w:val="00E323D1"/>
    <w:rsid w:val="00E332D6"/>
    <w:rsid w:val="00E33B76"/>
    <w:rsid w:val="00E37237"/>
    <w:rsid w:val="00E373C7"/>
    <w:rsid w:val="00E41B04"/>
    <w:rsid w:val="00E437B0"/>
    <w:rsid w:val="00E44045"/>
    <w:rsid w:val="00E441DE"/>
    <w:rsid w:val="00E4520D"/>
    <w:rsid w:val="00E479F4"/>
    <w:rsid w:val="00E51802"/>
    <w:rsid w:val="00E5195A"/>
    <w:rsid w:val="00E531BF"/>
    <w:rsid w:val="00E56CBF"/>
    <w:rsid w:val="00E57E67"/>
    <w:rsid w:val="00E618C4"/>
    <w:rsid w:val="00E65BBD"/>
    <w:rsid w:val="00E66B3B"/>
    <w:rsid w:val="00E7218A"/>
    <w:rsid w:val="00E7329F"/>
    <w:rsid w:val="00E842A5"/>
    <w:rsid w:val="00E872F8"/>
    <w:rsid w:val="00E878EE"/>
    <w:rsid w:val="00E95E1D"/>
    <w:rsid w:val="00EA07C0"/>
    <w:rsid w:val="00EA397D"/>
    <w:rsid w:val="00EA417D"/>
    <w:rsid w:val="00EA6EC7"/>
    <w:rsid w:val="00EB0647"/>
    <w:rsid w:val="00EB104F"/>
    <w:rsid w:val="00EB138E"/>
    <w:rsid w:val="00EB46E5"/>
    <w:rsid w:val="00EB5D4D"/>
    <w:rsid w:val="00EC10AE"/>
    <w:rsid w:val="00EC1E58"/>
    <w:rsid w:val="00EC2AAB"/>
    <w:rsid w:val="00EC7091"/>
    <w:rsid w:val="00ED0703"/>
    <w:rsid w:val="00ED116C"/>
    <w:rsid w:val="00ED14BD"/>
    <w:rsid w:val="00ED4249"/>
    <w:rsid w:val="00ED5CFE"/>
    <w:rsid w:val="00ED6360"/>
    <w:rsid w:val="00EE0CDE"/>
    <w:rsid w:val="00EE1AA5"/>
    <w:rsid w:val="00EE2244"/>
    <w:rsid w:val="00EE3C5F"/>
    <w:rsid w:val="00EE7872"/>
    <w:rsid w:val="00EE7882"/>
    <w:rsid w:val="00EF13E3"/>
    <w:rsid w:val="00EF2154"/>
    <w:rsid w:val="00EF47C8"/>
    <w:rsid w:val="00EF6EF9"/>
    <w:rsid w:val="00EF7704"/>
    <w:rsid w:val="00F016C7"/>
    <w:rsid w:val="00F0349F"/>
    <w:rsid w:val="00F04920"/>
    <w:rsid w:val="00F0623D"/>
    <w:rsid w:val="00F063DF"/>
    <w:rsid w:val="00F073CB"/>
    <w:rsid w:val="00F10664"/>
    <w:rsid w:val="00F108CB"/>
    <w:rsid w:val="00F12DEC"/>
    <w:rsid w:val="00F14F97"/>
    <w:rsid w:val="00F15309"/>
    <w:rsid w:val="00F16C4B"/>
    <w:rsid w:val="00F1715C"/>
    <w:rsid w:val="00F17E8A"/>
    <w:rsid w:val="00F2276C"/>
    <w:rsid w:val="00F228E3"/>
    <w:rsid w:val="00F23FA3"/>
    <w:rsid w:val="00F302A6"/>
    <w:rsid w:val="00F310F8"/>
    <w:rsid w:val="00F348C0"/>
    <w:rsid w:val="00F35939"/>
    <w:rsid w:val="00F3726D"/>
    <w:rsid w:val="00F40350"/>
    <w:rsid w:val="00F40D6B"/>
    <w:rsid w:val="00F41C0F"/>
    <w:rsid w:val="00F45607"/>
    <w:rsid w:val="00F45B56"/>
    <w:rsid w:val="00F46000"/>
    <w:rsid w:val="00F46702"/>
    <w:rsid w:val="00F4722B"/>
    <w:rsid w:val="00F51311"/>
    <w:rsid w:val="00F52CEE"/>
    <w:rsid w:val="00F52FA8"/>
    <w:rsid w:val="00F54432"/>
    <w:rsid w:val="00F54B45"/>
    <w:rsid w:val="00F5656E"/>
    <w:rsid w:val="00F569C6"/>
    <w:rsid w:val="00F60931"/>
    <w:rsid w:val="00F6250A"/>
    <w:rsid w:val="00F64A7B"/>
    <w:rsid w:val="00F64C3D"/>
    <w:rsid w:val="00F64E2B"/>
    <w:rsid w:val="00F653AD"/>
    <w:rsid w:val="00F659EB"/>
    <w:rsid w:val="00F67ED4"/>
    <w:rsid w:val="00F67F0D"/>
    <w:rsid w:val="00F744CC"/>
    <w:rsid w:val="00F74E77"/>
    <w:rsid w:val="00F76953"/>
    <w:rsid w:val="00F77DC7"/>
    <w:rsid w:val="00F80740"/>
    <w:rsid w:val="00F86BA6"/>
    <w:rsid w:val="00F86D2A"/>
    <w:rsid w:val="00F93E20"/>
    <w:rsid w:val="00F94410"/>
    <w:rsid w:val="00F97A5E"/>
    <w:rsid w:val="00F97F4A"/>
    <w:rsid w:val="00FA21E1"/>
    <w:rsid w:val="00FA2ADC"/>
    <w:rsid w:val="00FA47CE"/>
    <w:rsid w:val="00FA487B"/>
    <w:rsid w:val="00FA4D7F"/>
    <w:rsid w:val="00FB1188"/>
    <w:rsid w:val="00FB6342"/>
    <w:rsid w:val="00FC2432"/>
    <w:rsid w:val="00FC46E4"/>
    <w:rsid w:val="00FC6389"/>
    <w:rsid w:val="00FC7084"/>
    <w:rsid w:val="00FC757D"/>
    <w:rsid w:val="00FD0304"/>
    <w:rsid w:val="00FD1094"/>
    <w:rsid w:val="00FD3DA8"/>
    <w:rsid w:val="00FD6F00"/>
    <w:rsid w:val="00FE4333"/>
    <w:rsid w:val="00FE5726"/>
    <w:rsid w:val="00FE5A5D"/>
    <w:rsid w:val="00FE6AEC"/>
    <w:rsid w:val="00FE7939"/>
    <w:rsid w:val="00FF2A62"/>
    <w:rsid w:val="00FF4386"/>
    <w:rsid w:val="00FF4E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normaltextrun">
    <w:name w:val="normaltextrun"/>
    <w:basedOn w:val="Standardnpsmoodstavce"/>
    <w:rsid w:val="00E441DE"/>
  </w:style>
  <w:style w:type="character" w:customStyle="1" w:styleId="Tun">
    <w:name w:val="_Tučně"/>
    <w:basedOn w:val="Standardnpsmoodstavce"/>
    <w:qFormat/>
    <w:rsid w:val="005278DA"/>
    <w:rPr>
      <w:b/>
    </w:rPr>
  </w:style>
  <w:style w:type="paragraph" w:customStyle="1" w:styleId="Odstavec1-4a">
    <w:name w:val="_Odstavec_1-4_(a)"/>
    <w:basedOn w:val="Odstavec1-1a"/>
    <w:qFormat/>
    <w:rsid w:val="00F302A6"/>
    <w:pPr>
      <w:tabs>
        <w:tab w:val="num" w:pos="2041"/>
      </w:tabs>
      <w:spacing w:after="80"/>
      <w:ind w:left="2041" w:hanging="340"/>
    </w:pPr>
    <w:rPr>
      <w:rFonts w:ascii="Verdana" w:hAnsi="Verdana"/>
    </w:rPr>
  </w:style>
  <w:style w:type="paragraph" w:customStyle="1" w:styleId="Odstavec1-4i">
    <w:name w:val="_Odstavec_1-4_i)"/>
    <w:basedOn w:val="Odstavec1-1a"/>
    <w:qFormat/>
    <w:rsid w:val="00F302A6"/>
    <w:p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26068531-2D92-438D-8556-2C98869F84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47C124-AD6E-4DAE-8499-09002C451C3A}">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17</TotalTime>
  <Pages>50</Pages>
  <Words>22079</Words>
  <Characters>130268</Characters>
  <Application>Microsoft Office Word</Application>
  <DocSecurity>0</DocSecurity>
  <Lines>1085</Lines>
  <Paragraphs>304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12</cp:revision>
  <cp:lastPrinted>2024-04-23T04:56:00Z</cp:lastPrinted>
  <dcterms:created xsi:type="dcterms:W3CDTF">2024-04-22T12:24:00Z</dcterms:created>
  <dcterms:modified xsi:type="dcterms:W3CDTF">2024-04-23T07:59:00Z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